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A70" w14:textId="679CDCCC" w:rsidR="00E048D6" w:rsidRPr="00624F77" w:rsidRDefault="00073213" w:rsidP="00E048D6">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 xml:space="preserve">THE </w:t>
      </w:r>
      <w:r w:rsidR="00EC665F">
        <w:rPr>
          <w:rFonts w:ascii="Times New Roman" w:eastAsia="Times New Roman" w:hAnsi="Times New Roman" w:cs="Times New Roman"/>
          <w:b/>
          <w:bCs/>
          <w:color w:val="000000" w:themeColor="text1"/>
          <w:sz w:val="24"/>
          <w:szCs w:val="24"/>
        </w:rPr>
        <w:t>GOLDEN CALF</w:t>
      </w:r>
    </w:p>
    <w:p w14:paraId="4CBC0D11" w14:textId="41D8C180" w:rsidR="006D6840" w:rsidRPr="00624F77" w:rsidRDefault="006D6840" w:rsidP="006D6840">
      <w:pPr>
        <w:spacing w:after="0"/>
        <w:jc w:val="center"/>
        <w:rPr>
          <w:rFonts w:ascii="Times New Roman" w:eastAsia="Times New Roman" w:hAnsi="Times New Roman" w:cs="Times New Roman"/>
          <w:color w:val="000000" w:themeColor="text1"/>
        </w:rPr>
      </w:pPr>
      <w:r w:rsidRPr="00624F77">
        <w:rPr>
          <w:rFonts w:ascii="Times New Roman" w:eastAsia="Times New Roman" w:hAnsi="Times New Roman" w:cs="Times New Roman"/>
          <w:color w:val="000000" w:themeColor="text1"/>
        </w:rPr>
        <w:t>Sunday School Lesson</w:t>
      </w:r>
      <w:r w:rsidR="00E52594" w:rsidRPr="00624F77">
        <w:rPr>
          <w:rFonts w:ascii="Times New Roman" w:eastAsia="Times New Roman" w:hAnsi="Times New Roman" w:cs="Times New Roman"/>
          <w:color w:val="000000" w:themeColor="text1"/>
        </w:rPr>
        <w:t xml:space="preserve"> </w:t>
      </w:r>
      <w:r w:rsidR="00EC665F">
        <w:rPr>
          <w:rFonts w:ascii="Times New Roman" w:eastAsia="Times New Roman" w:hAnsi="Times New Roman" w:cs="Times New Roman"/>
          <w:color w:val="000000" w:themeColor="text1"/>
        </w:rPr>
        <w:t>10</w:t>
      </w:r>
    </w:p>
    <w:p w14:paraId="654E31F8" w14:textId="77777777" w:rsidR="006D6840" w:rsidRPr="00624F77" w:rsidRDefault="006F209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Wa</w:t>
      </w:r>
      <w:r w:rsidR="00BE7B5F">
        <w:rPr>
          <w:rFonts w:ascii="Times New Roman" w:eastAsia="Times New Roman" w:hAnsi="Times New Roman" w:cs="Times New Roman"/>
          <w:i/>
          <w:iCs/>
          <w:color w:val="000000" w:themeColor="text1"/>
        </w:rPr>
        <w:t xml:space="preserve">ndering in </w:t>
      </w:r>
      <w:r>
        <w:rPr>
          <w:rFonts w:ascii="Times New Roman" w:eastAsia="Times New Roman" w:hAnsi="Times New Roman" w:cs="Times New Roman"/>
          <w:i/>
          <w:iCs/>
          <w:color w:val="000000" w:themeColor="text1"/>
        </w:rPr>
        <w:t>t</w:t>
      </w:r>
      <w:r w:rsidR="00966668">
        <w:rPr>
          <w:rFonts w:ascii="Times New Roman" w:eastAsia="Times New Roman" w:hAnsi="Times New Roman" w:cs="Times New Roman"/>
          <w:i/>
          <w:iCs/>
          <w:color w:val="000000" w:themeColor="text1"/>
        </w:rPr>
        <w:t>he</w:t>
      </w:r>
      <w:r>
        <w:rPr>
          <w:rFonts w:ascii="Times New Roman" w:eastAsia="Times New Roman" w:hAnsi="Times New Roman" w:cs="Times New Roman"/>
          <w:i/>
          <w:iCs/>
          <w:color w:val="000000" w:themeColor="text1"/>
        </w:rPr>
        <w:t xml:space="preserve"> Wilderness</w:t>
      </w:r>
    </w:p>
    <w:p w14:paraId="03DFED69" w14:textId="25A85788" w:rsidR="006D6840" w:rsidRPr="00624F77" w:rsidRDefault="00CA182B"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Exodus </w:t>
      </w:r>
      <w:r w:rsidR="00EC665F">
        <w:rPr>
          <w:rFonts w:ascii="Times New Roman" w:eastAsia="Times New Roman" w:hAnsi="Times New Roman" w:cs="Times New Roman"/>
          <w:color w:val="000000" w:themeColor="text1"/>
        </w:rPr>
        <w:t>32</w:t>
      </w:r>
    </w:p>
    <w:p w14:paraId="40A3815A" w14:textId="71093BB9" w:rsidR="006D6840" w:rsidRPr="00624F77" w:rsidRDefault="005319D6"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3</w:t>
      </w:r>
      <w:r w:rsidR="006D6840" w:rsidRPr="00624F77">
        <w:rPr>
          <w:rFonts w:ascii="Times New Roman" w:eastAsia="Times New Roman" w:hAnsi="Times New Roman" w:cs="Times New Roman"/>
          <w:color w:val="000000" w:themeColor="text1"/>
        </w:rPr>
        <w:t>/</w:t>
      </w:r>
      <w:r w:rsidR="00EC665F">
        <w:rPr>
          <w:rFonts w:ascii="Times New Roman" w:eastAsia="Times New Roman" w:hAnsi="Times New Roman" w:cs="Times New Roman"/>
          <w:color w:val="000000" w:themeColor="text1"/>
        </w:rPr>
        <w:t>9</w:t>
      </w:r>
      <w:r w:rsidR="006D6840" w:rsidRPr="00624F77">
        <w:rPr>
          <w:rFonts w:ascii="Times New Roman" w:eastAsia="Times New Roman" w:hAnsi="Times New Roman" w:cs="Times New Roman"/>
          <w:color w:val="000000" w:themeColor="text1"/>
        </w:rPr>
        <w:t>/202</w:t>
      </w:r>
      <w:r w:rsidR="00B37DDE">
        <w:rPr>
          <w:rFonts w:ascii="Times New Roman" w:eastAsia="Times New Roman" w:hAnsi="Times New Roman" w:cs="Times New Roman"/>
          <w:color w:val="000000" w:themeColor="text1"/>
        </w:rPr>
        <w:t>5</w:t>
      </w:r>
    </w:p>
    <w:p w14:paraId="5BA639FA" w14:textId="77777777" w:rsidR="006D6840" w:rsidRPr="00E43435" w:rsidRDefault="006D6840" w:rsidP="006D6840">
      <w:pPr>
        <w:spacing w:after="0"/>
        <w:jc w:val="center"/>
        <w:rPr>
          <w:rFonts w:ascii="Times New Roman" w:eastAsia="Times New Roman" w:hAnsi="Times New Roman" w:cs="Times New Roman"/>
          <w:color w:val="000000" w:themeColor="text1"/>
          <w:sz w:val="16"/>
          <w:szCs w:val="16"/>
        </w:rPr>
      </w:pPr>
    </w:p>
    <w:p w14:paraId="130B1553" w14:textId="1108D1CD" w:rsidR="00D76FB1" w:rsidRPr="005001A7" w:rsidRDefault="004C5587" w:rsidP="00F91332">
      <w:pPr>
        <w:spacing w:after="0" w:line="360" w:lineRule="auto"/>
        <w:jc w:val="both"/>
        <w:rPr>
          <w:rFonts w:ascii="Times New Roman" w:eastAsia="Times New Roman" w:hAnsi="Times New Roman" w:cs="Times New Roman"/>
          <w:color w:val="000000" w:themeColor="text1"/>
          <w:sz w:val="19"/>
          <w:szCs w:val="19"/>
        </w:rPr>
      </w:pPr>
      <w:r>
        <w:rPr>
          <w:rFonts w:ascii="Times New Roman" w:eastAsia="Times New Roman" w:hAnsi="Times New Roman" w:cs="Times New Roman"/>
          <w:b/>
          <w:bCs/>
          <w:color w:val="000000" w:themeColor="text1"/>
          <w:sz w:val="19"/>
          <w:szCs w:val="19"/>
        </w:rPr>
        <w:t>Lesson Review</w:t>
      </w:r>
      <w:r w:rsidR="00183ADA">
        <w:rPr>
          <w:rFonts w:ascii="Times New Roman" w:eastAsia="Times New Roman" w:hAnsi="Times New Roman" w:cs="Times New Roman"/>
          <w:b/>
          <w:bCs/>
          <w:color w:val="000000" w:themeColor="text1"/>
          <w:sz w:val="19"/>
          <w:szCs w:val="19"/>
        </w:rPr>
        <w:t xml:space="preserve">: </w:t>
      </w:r>
      <w:r w:rsidR="00EC665F">
        <w:rPr>
          <w:rFonts w:ascii="Times New Roman" w:eastAsia="Times New Roman" w:hAnsi="Times New Roman" w:cs="Times New Roman"/>
          <w:color w:val="000000" w:themeColor="text1"/>
          <w:sz w:val="19"/>
          <w:szCs w:val="19"/>
        </w:rPr>
        <w:t>Last week</w:t>
      </w:r>
      <w:r w:rsidR="00790FE0">
        <w:rPr>
          <w:rFonts w:ascii="Times New Roman" w:eastAsia="Times New Roman" w:hAnsi="Times New Roman" w:cs="Times New Roman"/>
          <w:color w:val="000000" w:themeColor="text1"/>
          <w:sz w:val="19"/>
          <w:szCs w:val="19"/>
        </w:rPr>
        <w:t xml:space="preserve">, </w:t>
      </w:r>
      <w:r w:rsidR="00EC665F">
        <w:rPr>
          <w:rFonts w:ascii="Times New Roman" w:eastAsia="Times New Roman" w:hAnsi="Times New Roman" w:cs="Times New Roman"/>
          <w:color w:val="000000" w:themeColor="text1"/>
          <w:sz w:val="19"/>
          <w:szCs w:val="19"/>
        </w:rPr>
        <w:t>our lesson from Exodus 20 was on the _____________________ of the Lord. First, we noted that the Lord commanded Israel to have a proper _____________ of Him. The Lord requires _____________ and ____________ worship from His followers. The Lord also requires ________________ and ____________ to be a part of our worship of Him. This is why He required Israel to keep the ________________ day. It was not meant to be a punishment toward them. We also noted that the Lord commanded Israel to have a proper relationship with ______________. In Exodus 20:12, the Lord emphasized the proper __________ of the family – father, mother, children. He also expects for there to be a proper ____________ of ____________ in the family. The third thing we noted was that the Lord commanded Israel to have a proper respect for their ___________________. We are called to love our neighbor. We should make sure that we have a respect for our neighbor’s ___________. There should also be a proper respect for our neighbor’s ______________ and his __________________. A false witness against our neighbor is evil and hurtful. Lastly, we should have a respect for our neighbor’s ____________________. There is no reason to covet what they have. We should be content with what the Lord has given us. For today’s lesson, we are jumping forward to Exodus 32 where we find a people who have already forgotten who God is and how to worship Him. Instead, they choose to create a golden calf and foolishly worship it.</w:t>
      </w:r>
    </w:p>
    <w:p w14:paraId="2B3DBB0A" w14:textId="77777777" w:rsidR="00183ADA" w:rsidRPr="00CA5438" w:rsidRDefault="00183ADA" w:rsidP="00AE6C65">
      <w:pPr>
        <w:spacing w:after="0" w:line="312" w:lineRule="auto"/>
        <w:jc w:val="both"/>
        <w:rPr>
          <w:rFonts w:ascii="Times New Roman" w:eastAsia="Times New Roman" w:hAnsi="Times New Roman" w:cs="Times New Roman"/>
          <w:i/>
          <w:iCs/>
          <w:color w:val="000000" w:themeColor="text1"/>
          <w:sz w:val="12"/>
          <w:szCs w:val="12"/>
        </w:rPr>
      </w:pPr>
    </w:p>
    <w:p w14:paraId="7A3D36B6" w14:textId="102A96AA" w:rsidR="00AA451E" w:rsidRPr="00624F77" w:rsidRDefault="00A15875" w:rsidP="0014665D">
      <w:pPr>
        <w:pStyle w:val="ListParagraph"/>
        <w:numPr>
          <w:ilvl w:val="0"/>
          <w:numId w:val="9"/>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THE PEOPLE FINALLY FOUND THEIR CHANCE TO REBEL AGAINST GOD’S LEADERSHIP.</w:t>
      </w:r>
    </w:p>
    <w:p w14:paraId="1968DA48" w14:textId="77777777" w:rsidR="00FB1494" w:rsidRPr="003734F5" w:rsidRDefault="00FB1494" w:rsidP="00FB1494">
      <w:pPr>
        <w:pStyle w:val="ListParagraph"/>
        <w:spacing w:line="276" w:lineRule="auto"/>
        <w:ind w:left="1080"/>
        <w:jc w:val="both"/>
        <w:rPr>
          <w:rFonts w:ascii="Times New Roman" w:eastAsia="Times New Roman" w:hAnsi="Times New Roman" w:cs="Times New Roman"/>
          <w:i/>
          <w:iCs/>
          <w:color w:val="000000" w:themeColor="text1"/>
          <w:sz w:val="10"/>
          <w:szCs w:val="10"/>
        </w:rPr>
      </w:pPr>
    </w:p>
    <w:p w14:paraId="668AC0DD" w14:textId="442F73C2" w:rsidR="00504553" w:rsidRPr="00BE3FC3" w:rsidRDefault="00B92DA5" w:rsidP="00BE3FC3">
      <w:pPr>
        <w:pStyle w:val="ListParagraph"/>
        <w:numPr>
          <w:ilvl w:val="0"/>
          <w:numId w:val="23"/>
        </w:numPr>
        <w:spacing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Notice that</w:t>
      </w:r>
      <w:r w:rsidR="00E02F3A">
        <w:rPr>
          <w:rFonts w:ascii="Times New Roman" w:eastAsia="Times New Roman" w:hAnsi="Times New Roman" w:cs="Times New Roman"/>
          <w:b/>
          <w:bCs/>
          <w:color w:val="000000" w:themeColor="text1"/>
          <w:sz w:val="20"/>
          <w:szCs w:val="20"/>
        </w:rPr>
        <w:t xml:space="preserve"> </w:t>
      </w:r>
      <w:r w:rsidR="00770E25">
        <w:rPr>
          <w:rFonts w:ascii="Times New Roman" w:eastAsia="Times New Roman" w:hAnsi="Times New Roman" w:cs="Times New Roman"/>
          <w:b/>
          <w:bCs/>
          <w:color w:val="000000" w:themeColor="text1"/>
          <w:sz w:val="20"/>
          <w:szCs w:val="20"/>
        </w:rPr>
        <w:t>Israel did not seek leadership from Aaron. They demanded for him to make them new gods to go before them</w:t>
      </w:r>
      <w:r w:rsidR="0067795E">
        <w:rPr>
          <w:rFonts w:ascii="Times New Roman" w:eastAsia="Times New Roman" w:hAnsi="Times New Roman" w:cs="Times New Roman"/>
          <w:b/>
          <w:bCs/>
          <w:color w:val="000000" w:themeColor="text1"/>
          <w:sz w:val="20"/>
          <w:szCs w:val="20"/>
        </w:rPr>
        <w:t>.</w:t>
      </w:r>
      <w:r w:rsidR="00E02F3A">
        <w:rPr>
          <w:rFonts w:ascii="Times New Roman" w:eastAsia="Times New Roman" w:hAnsi="Times New Roman" w:cs="Times New Roman"/>
          <w:b/>
          <w:bCs/>
          <w:color w:val="000000" w:themeColor="text1"/>
          <w:sz w:val="20"/>
          <w:szCs w:val="20"/>
        </w:rPr>
        <w:t xml:space="preserve"> </w:t>
      </w:r>
      <w:r w:rsidR="00E02F3A">
        <w:rPr>
          <w:rFonts w:ascii="Times New Roman" w:eastAsia="Times New Roman" w:hAnsi="Times New Roman" w:cs="Times New Roman"/>
          <w:i/>
          <w:iCs/>
          <w:color w:val="000000" w:themeColor="text1"/>
          <w:sz w:val="20"/>
          <w:szCs w:val="20"/>
        </w:rPr>
        <w:t>Exodu</w:t>
      </w:r>
      <w:r w:rsidR="0067795E">
        <w:rPr>
          <w:rFonts w:ascii="Times New Roman" w:eastAsia="Times New Roman" w:hAnsi="Times New Roman" w:cs="Times New Roman"/>
          <w:i/>
          <w:iCs/>
          <w:color w:val="000000" w:themeColor="text1"/>
          <w:sz w:val="20"/>
          <w:szCs w:val="20"/>
        </w:rPr>
        <w:t xml:space="preserve">s </w:t>
      </w:r>
      <w:r w:rsidR="00770E25" w:rsidRPr="00770E25">
        <w:rPr>
          <w:rFonts w:ascii="Times New Roman" w:eastAsia="Times New Roman" w:hAnsi="Times New Roman" w:cs="Times New Roman"/>
          <w:i/>
          <w:iCs/>
          <w:color w:val="000000" w:themeColor="text1"/>
          <w:sz w:val="20"/>
          <w:szCs w:val="20"/>
        </w:rPr>
        <w:t>32</w:t>
      </w:r>
      <w:r w:rsidR="00770E25">
        <w:rPr>
          <w:rFonts w:ascii="Times New Roman" w:eastAsia="Times New Roman" w:hAnsi="Times New Roman" w:cs="Times New Roman"/>
          <w:i/>
          <w:iCs/>
          <w:color w:val="000000" w:themeColor="text1"/>
          <w:sz w:val="20"/>
          <w:szCs w:val="20"/>
        </w:rPr>
        <w:t>:1</w:t>
      </w:r>
      <w:r w:rsidR="00941774">
        <w:rPr>
          <w:rFonts w:ascii="Times New Roman" w:eastAsia="Times New Roman" w:hAnsi="Times New Roman" w:cs="Times New Roman"/>
          <w:i/>
          <w:iCs/>
          <w:color w:val="000000" w:themeColor="text1"/>
          <w:sz w:val="20"/>
          <w:szCs w:val="20"/>
        </w:rPr>
        <w:t>a</w:t>
      </w:r>
      <w:r w:rsidR="00770E25" w:rsidRPr="00770E25">
        <w:rPr>
          <w:rFonts w:ascii="Times New Roman" w:eastAsia="Times New Roman" w:hAnsi="Times New Roman" w:cs="Times New Roman"/>
          <w:i/>
          <w:iCs/>
          <w:color w:val="000000" w:themeColor="text1"/>
          <w:sz w:val="20"/>
          <w:szCs w:val="20"/>
        </w:rPr>
        <w:t xml:space="preserve"> And when the people saw that Moses delayed to come down out of the mount, the people gathered themselves together unto Aaron, and said unto him, Up, make us gods, which shall go before us;</w:t>
      </w:r>
      <w:r w:rsidR="00770E25">
        <w:rPr>
          <w:rFonts w:ascii="Times New Roman" w:eastAsia="Times New Roman" w:hAnsi="Times New Roman" w:cs="Times New Roman"/>
          <w:i/>
          <w:iCs/>
          <w:color w:val="000000" w:themeColor="text1"/>
          <w:sz w:val="20"/>
          <w:szCs w:val="20"/>
        </w:rPr>
        <w:t xml:space="preserve"> </w:t>
      </w:r>
      <w:r w:rsidR="00BE3FC3">
        <w:rPr>
          <w:rFonts w:ascii="Times New Roman" w:eastAsia="Times New Roman" w:hAnsi="Times New Roman" w:cs="Times New Roman"/>
          <w:i/>
          <w:iCs/>
          <w:color w:val="000000" w:themeColor="text1"/>
          <w:sz w:val="20"/>
          <w:szCs w:val="20"/>
        </w:rPr>
        <w:t>24:</w:t>
      </w:r>
      <w:r w:rsidR="00BE3FC3" w:rsidRPr="00BE3FC3">
        <w:rPr>
          <w:rFonts w:ascii="Times New Roman" w:eastAsia="Times New Roman" w:hAnsi="Times New Roman" w:cs="Times New Roman"/>
          <w:i/>
          <w:iCs/>
          <w:color w:val="000000" w:themeColor="text1"/>
          <w:sz w:val="20"/>
          <w:szCs w:val="20"/>
        </w:rPr>
        <w:t>14 And he said unto the elders, Tarry ye here for us, until we come again unto you: and, behold, Aaron and Hur are with you: if any man have any matters to do, let him come unto them.</w:t>
      </w:r>
      <w:r w:rsidR="00BE3FC3">
        <w:rPr>
          <w:rFonts w:ascii="Times New Roman" w:eastAsia="Times New Roman" w:hAnsi="Times New Roman" w:cs="Times New Roman"/>
          <w:i/>
          <w:iCs/>
          <w:color w:val="000000" w:themeColor="text1"/>
          <w:sz w:val="20"/>
          <w:szCs w:val="20"/>
        </w:rPr>
        <w:t xml:space="preserve"> </w:t>
      </w:r>
      <w:r w:rsidR="00BE3FC3" w:rsidRPr="00BE3FC3">
        <w:rPr>
          <w:rFonts w:ascii="Times New Roman" w:eastAsia="Times New Roman" w:hAnsi="Times New Roman" w:cs="Times New Roman"/>
          <w:i/>
          <w:iCs/>
          <w:color w:val="000000" w:themeColor="text1"/>
          <w:sz w:val="20"/>
          <w:szCs w:val="20"/>
        </w:rPr>
        <w:t>15 And Moses went up into the mount, and a cloud covered the mount.</w:t>
      </w:r>
      <w:r w:rsidR="00BE3FC3">
        <w:rPr>
          <w:rFonts w:ascii="Times New Roman" w:eastAsia="Times New Roman" w:hAnsi="Times New Roman" w:cs="Times New Roman"/>
          <w:i/>
          <w:iCs/>
          <w:color w:val="000000" w:themeColor="text1"/>
          <w:sz w:val="20"/>
          <w:szCs w:val="20"/>
        </w:rPr>
        <w:t xml:space="preserve"> </w:t>
      </w:r>
      <w:r w:rsidR="00BE3FC3">
        <w:rPr>
          <w:rFonts w:ascii="Times New Roman" w:eastAsia="Times New Roman" w:hAnsi="Times New Roman" w:cs="Times New Roman"/>
          <w:color w:val="000000" w:themeColor="text1"/>
          <w:sz w:val="20"/>
          <w:szCs w:val="20"/>
        </w:rPr>
        <w:t>The Lord had left Aaron in charge while He took Moses up into the mountain to speak with him. The people certainly knew that Aaron was in charge. Yet, they had no desire to follow Aaron. They did not come to Aaron to inquire of what had happened to Moses. They saw that Moses had delayed, and they took that delay as their opportunity to rebel against God. This had been in their hearts the whole time. They refused to follow Moses, and they regularly questioned and doubted God. They wanted Aaron to make them new gods to lead them. It’s likely that they thought that God had taken too long.</w:t>
      </w:r>
    </w:p>
    <w:p w14:paraId="7415CDC7" w14:textId="77777777" w:rsidR="00340545" w:rsidRPr="003734F5" w:rsidRDefault="00340545" w:rsidP="00340545">
      <w:pPr>
        <w:pStyle w:val="ListParagraph"/>
        <w:spacing w:line="276" w:lineRule="auto"/>
        <w:ind w:left="1080"/>
        <w:jc w:val="both"/>
        <w:rPr>
          <w:rFonts w:ascii="Times New Roman" w:eastAsia="Times New Roman" w:hAnsi="Times New Roman" w:cs="Times New Roman"/>
          <w:b/>
          <w:bCs/>
          <w:i/>
          <w:iCs/>
          <w:color w:val="000000" w:themeColor="text1"/>
          <w:sz w:val="10"/>
          <w:szCs w:val="10"/>
        </w:rPr>
      </w:pPr>
    </w:p>
    <w:p w14:paraId="03842FED" w14:textId="743D0804" w:rsidR="00A86EAC" w:rsidRPr="000D77D2" w:rsidRDefault="00D27A76" w:rsidP="000D77D2">
      <w:pPr>
        <w:pStyle w:val="ListParagraph"/>
        <w:numPr>
          <w:ilvl w:val="0"/>
          <w:numId w:val="23"/>
        </w:numPr>
        <w:spacing w:after="0"/>
        <w:jc w:val="both"/>
        <w:rPr>
          <w:rFonts w:ascii="Times New Roman" w:eastAsia="Times New Roman" w:hAnsi="Times New Roman" w:cs="Times New Roman"/>
          <w:i/>
          <w:iCs/>
          <w:color w:val="000000" w:themeColor="text1"/>
          <w:sz w:val="20"/>
          <w:szCs w:val="20"/>
        </w:rPr>
      </w:pPr>
      <w:r w:rsidRPr="002B1D87">
        <w:rPr>
          <w:rFonts w:ascii="Times New Roman" w:eastAsia="Times New Roman" w:hAnsi="Times New Roman" w:cs="Times New Roman"/>
          <w:b/>
          <w:bCs/>
          <w:color w:val="000000" w:themeColor="text1"/>
          <w:sz w:val="20"/>
          <w:szCs w:val="20"/>
        </w:rPr>
        <w:t xml:space="preserve">Notice that </w:t>
      </w:r>
      <w:r w:rsidR="00941774">
        <w:rPr>
          <w:rFonts w:ascii="Times New Roman" w:eastAsia="Times New Roman" w:hAnsi="Times New Roman" w:cs="Times New Roman"/>
          <w:b/>
          <w:bCs/>
          <w:color w:val="000000" w:themeColor="text1"/>
          <w:sz w:val="20"/>
          <w:szCs w:val="20"/>
        </w:rPr>
        <w:t>the people were ready to leave Moses behind, even though he had brought them out of Egypt. They showed no concern for his well-being.</w:t>
      </w:r>
      <w:r w:rsidR="000D77D2">
        <w:rPr>
          <w:rFonts w:ascii="Times New Roman" w:eastAsia="Times New Roman" w:hAnsi="Times New Roman" w:cs="Times New Roman"/>
          <w:b/>
          <w:bCs/>
          <w:color w:val="000000" w:themeColor="text1"/>
          <w:sz w:val="20"/>
          <w:szCs w:val="20"/>
        </w:rPr>
        <w:t xml:space="preserve"> </w:t>
      </w:r>
      <w:r w:rsidR="0016382A">
        <w:rPr>
          <w:rFonts w:ascii="Times New Roman" w:eastAsia="Times New Roman" w:hAnsi="Times New Roman" w:cs="Times New Roman"/>
          <w:i/>
          <w:iCs/>
          <w:color w:val="000000" w:themeColor="text1"/>
          <w:sz w:val="20"/>
          <w:szCs w:val="20"/>
        </w:rPr>
        <w:t xml:space="preserve">Exodus </w:t>
      </w:r>
      <w:r w:rsidR="00941774">
        <w:rPr>
          <w:rFonts w:ascii="Times New Roman" w:eastAsia="Times New Roman" w:hAnsi="Times New Roman" w:cs="Times New Roman"/>
          <w:i/>
          <w:iCs/>
          <w:color w:val="000000" w:themeColor="text1"/>
          <w:sz w:val="20"/>
          <w:szCs w:val="20"/>
        </w:rPr>
        <w:t xml:space="preserve">32:1b </w:t>
      </w:r>
      <w:r w:rsidR="00941774" w:rsidRPr="00941774">
        <w:rPr>
          <w:rFonts w:ascii="Times New Roman" w:eastAsia="Times New Roman" w:hAnsi="Times New Roman" w:cs="Times New Roman"/>
          <w:i/>
          <w:iCs/>
          <w:color w:val="000000" w:themeColor="text1"/>
          <w:sz w:val="20"/>
          <w:szCs w:val="20"/>
        </w:rPr>
        <w:t>for as for this Moses, the man that brought us up out of the land of Egypt, we wot not what is become of him.</w:t>
      </w:r>
      <w:r w:rsidR="00941774">
        <w:rPr>
          <w:rFonts w:ascii="Times New Roman" w:eastAsia="Times New Roman" w:hAnsi="Times New Roman" w:cs="Times New Roman"/>
          <w:i/>
          <w:iCs/>
          <w:color w:val="000000" w:themeColor="text1"/>
          <w:sz w:val="20"/>
          <w:szCs w:val="20"/>
        </w:rPr>
        <w:t xml:space="preserve"> </w:t>
      </w:r>
      <w:r w:rsidR="00941774" w:rsidRPr="00941774">
        <w:rPr>
          <w:rFonts w:ascii="Times New Roman" w:eastAsia="Times New Roman" w:hAnsi="Times New Roman" w:cs="Times New Roman"/>
          <w:i/>
          <w:iCs/>
          <w:color w:val="000000" w:themeColor="text1"/>
          <w:sz w:val="20"/>
          <w:szCs w:val="20"/>
        </w:rPr>
        <w:t>11 And Moses besought the Lord his God, and said, Lord, why doth thy wrath wax hot against thy people, which thou hast brought forth out of the land of Egypt with great power, and with a mighty hand?</w:t>
      </w:r>
      <w:r w:rsidR="00941774">
        <w:rPr>
          <w:rFonts w:ascii="Times New Roman" w:eastAsia="Times New Roman" w:hAnsi="Times New Roman" w:cs="Times New Roman"/>
          <w:i/>
          <w:iCs/>
          <w:color w:val="000000" w:themeColor="text1"/>
          <w:sz w:val="20"/>
          <w:szCs w:val="20"/>
        </w:rPr>
        <w:t xml:space="preserve"> </w:t>
      </w:r>
      <w:r w:rsidR="00941774">
        <w:rPr>
          <w:rFonts w:ascii="Times New Roman" w:eastAsia="Times New Roman" w:hAnsi="Times New Roman" w:cs="Times New Roman"/>
          <w:color w:val="000000" w:themeColor="text1"/>
          <w:sz w:val="20"/>
          <w:szCs w:val="20"/>
        </w:rPr>
        <w:t xml:space="preserve">In one verse, we see the people ready to cast aside Moses. They did not know what became of him, and they weren’t going to bother to find out. They even acknowledged that he was the one who had brought them out of Egypt. Perhaps, they were saying this in a derogatory manner because many of them would have chosen to go back to Egypt if they had the chance. On the other hand, when God was ready to destroy Israel, Moses interceded on their behalf. Moses provides us with a great example of leadership. </w:t>
      </w:r>
    </w:p>
    <w:p w14:paraId="391630A2" w14:textId="77777777" w:rsidR="00941774" w:rsidRPr="003734F5" w:rsidRDefault="00941774" w:rsidP="00941774">
      <w:pPr>
        <w:pStyle w:val="ListParagraph"/>
        <w:spacing w:line="276" w:lineRule="auto"/>
        <w:ind w:left="1080"/>
        <w:jc w:val="both"/>
        <w:rPr>
          <w:rFonts w:ascii="Times New Roman" w:eastAsia="Times New Roman" w:hAnsi="Times New Roman" w:cs="Times New Roman"/>
          <w:b/>
          <w:bCs/>
          <w:i/>
          <w:iCs/>
          <w:color w:val="000000" w:themeColor="text1"/>
          <w:sz w:val="10"/>
          <w:szCs w:val="10"/>
        </w:rPr>
      </w:pPr>
    </w:p>
    <w:p w14:paraId="23549470" w14:textId="4DEAFBF7" w:rsidR="00941774" w:rsidRPr="00941774" w:rsidRDefault="00941774" w:rsidP="00941774">
      <w:pPr>
        <w:pStyle w:val="ListParagraph"/>
        <w:numPr>
          <w:ilvl w:val="0"/>
          <w:numId w:val="23"/>
        </w:numPr>
        <w:spacing w:after="0"/>
        <w:jc w:val="both"/>
        <w:rPr>
          <w:rFonts w:ascii="Times New Roman" w:eastAsia="Times New Roman" w:hAnsi="Times New Roman" w:cs="Times New Roman"/>
          <w:i/>
          <w:iCs/>
          <w:color w:val="000000" w:themeColor="text1"/>
          <w:sz w:val="20"/>
          <w:szCs w:val="20"/>
        </w:rPr>
      </w:pPr>
      <w:r w:rsidRPr="002B1D87">
        <w:rPr>
          <w:rFonts w:ascii="Times New Roman" w:eastAsia="Times New Roman" w:hAnsi="Times New Roman" w:cs="Times New Roman"/>
          <w:b/>
          <w:bCs/>
          <w:color w:val="000000" w:themeColor="text1"/>
          <w:sz w:val="20"/>
          <w:szCs w:val="20"/>
        </w:rPr>
        <w:t xml:space="preserve">Notice that </w:t>
      </w:r>
      <w:r>
        <w:rPr>
          <w:rFonts w:ascii="Times New Roman" w:eastAsia="Times New Roman" w:hAnsi="Times New Roman" w:cs="Times New Roman"/>
          <w:b/>
          <w:bCs/>
          <w:color w:val="000000" w:themeColor="text1"/>
          <w:sz w:val="20"/>
          <w:szCs w:val="20"/>
        </w:rPr>
        <w:t xml:space="preserve">the </w:t>
      </w:r>
      <w:r>
        <w:rPr>
          <w:rFonts w:ascii="Times New Roman" w:eastAsia="Times New Roman" w:hAnsi="Times New Roman" w:cs="Times New Roman"/>
          <w:b/>
          <w:bCs/>
          <w:color w:val="000000" w:themeColor="text1"/>
          <w:sz w:val="20"/>
          <w:szCs w:val="20"/>
        </w:rPr>
        <w:t>people had just agreed to obey the Lord, and they were already looking to break the command that He had given to them.</w:t>
      </w:r>
      <w:r>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i/>
          <w:iCs/>
          <w:color w:val="000000" w:themeColor="text1"/>
          <w:sz w:val="20"/>
          <w:szCs w:val="20"/>
        </w:rPr>
        <w:t xml:space="preserve">Exodus </w:t>
      </w:r>
      <w:r>
        <w:rPr>
          <w:rFonts w:ascii="Times New Roman" w:eastAsia="Times New Roman" w:hAnsi="Times New Roman" w:cs="Times New Roman"/>
          <w:i/>
          <w:iCs/>
          <w:color w:val="000000" w:themeColor="text1"/>
          <w:sz w:val="20"/>
          <w:szCs w:val="20"/>
        </w:rPr>
        <w:t>20:</w:t>
      </w:r>
      <w:r w:rsidRPr="00941774">
        <w:rPr>
          <w:rFonts w:ascii="Times New Roman" w:eastAsia="Times New Roman" w:hAnsi="Times New Roman" w:cs="Times New Roman"/>
          <w:i/>
          <w:iCs/>
          <w:color w:val="000000" w:themeColor="text1"/>
          <w:sz w:val="20"/>
          <w:szCs w:val="20"/>
        </w:rPr>
        <w:t>3 Thou shalt have no other gods before me.</w:t>
      </w:r>
      <w:r>
        <w:rPr>
          <w:rFonts w:ascii="Times New Roman" w:eastAsia="Times New Roman" w:hAnsi="Times New Roman" w:cs="Times New Roman"/>
          <w:i/>
          <w:iCs/>
          <w:color w:val="000000" w:themeColor="text1"/>
          <w:sz w:val="20"/>
          <w:szCs w:val="20"/>
        </w:rPr>
        <w:t xml:space="preserve"> </w:t>
      </w:r>
      <w:r w:rsidRPr="00941774">
        <w:rPr>
          <w:rFonts w:ascii="Times New Roman" w:eastAsia="Times New Roman" w:hAnsi="Times New Roman" w:cs="Times New Roman"/>
          <w:i/>
          <w:iCs/>
          <w:color w:val="000000" w:themeColor="text1"/>
          <w:sz w:val="20"/>
          <w:szCs w:val="20"/>
        </w:rPr>
        <w:t xml:space="preserve">4 Thou shalt not make unto thee any graven image, or any likeness of </w:t>
      </w:r>
      <w:proofErr w:type="spellStart"/>
      <w:r w:rsidRPr="00941774">
        <w:rPr>
          <w:rFonts w:ascii="Times New Roman" w:eastAsia="Times New Roman" w:hAnsi="Times New Roman" w:cs="Times New Roman"/>
          <w:i/>
          <w:iCs/>
          <w:color w:val="000000" w:themeColor="text1"/>
          <w:sz w:val="20"/>
          <w:szCs w:val="20"/>
        </w:rPr>
        <w:t>any thing</w:t>
      </w:r>
      <w:proofErr w:type="spellEnd"/>
      <w:r w:rsidRPr="00941774">
        <w:rPr>
          <w:rFonts w:ascii="Times New Roman" w:eastAsia="Times New Roman" w:hAnsi="Times New Roman" w:cs="Times New Roman"/>
          <w:i/>
          <w:iCs/>
          <w:color w:val="000000" w:themeColor="text1"/>
          <w:sz w:val="20"/>
          <w:szCs w:val="20"/>
        </w:rPr>
        <w:t xml:space="preserve"> that is in heaven above, or that is in the earth beneath, or that is in the water under the earth.</w:t>
      </w:r>
      <w:r>
        <w:rPr>
          <w:rFonts w:ascii="Times New Roman" w:eastAsia="Times New Roman" w:hAnsi="Times New Roman" w:cs="Times New Roman"/>
          <w:i/>
          <w:iCs/>
          <w:color w:val="000000" w:themeColor="text1"/>
          <w:sz w:val="20"/>
          <w:szCs w:val="20"/>
        </w:rPr>
        <w:t xml:space="preserve"> 24:</w:t>
      </w:r>
      <w:r w:rsidRPr="00941774">
        <w:rPr>
          <w:rFonts w:ascii="Times New Roman" w:eastAsia="Times New Roman" w:hAnsi="Times New Roman" w:cs="Times New Roman"/>
          <w:i/>
          <w:iCs/>
          <w:color w:val="000000" w:themeColor="text1"/>
          <w:sz w:val="20"/>
          <w:szCs w:val="20"/>
        </w:rPr>
        <w:t>3</w:t>
      </w:r>
      <w:r>
        <w:rPr>
          <w:rFonts w:ascii="Times New Roman" w:eastAsia="Times New Roman" w:hAnsi="Times New Roman" w:cs="Times New Roman"/>
          <w:i/>
          <w:iCs/>
          <w:color w:val="000000" w:themeColor="text1"/>
          <w:sz w:val="20"/>
          <w:szCs w:val="20"/>
        </w:rPr>
        <w:t>b</w:t>
      </w:r>
      <w:r w:rsidRPr="00941774">
        <w:rPr>
          <w:rFonts w:ascii="Times New Roman" w:eastAsia="Times New Roman" w:hAnsi="Times New Roman" w:cs="Times New Roman"/>
          <w:i/>
          <w:iCs/>
          <w:color w:val="000000" w:themeColor="text1"/>
          <w:sz w:val="20"/>
          <w:szCs w:val="20"/>
        </w:rPr>
        <w:t xml:space="preserve"> and all the people answered with one voice, and said, All the words which the Lord hath said will we do.</w:t>
      </w:r>
      <w:r>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color w:val="000000" w:themeColor="text1"/>
          <w:sz w:val="20"/>
          <w:szCs w:val="20"/>
        </w:rPr>
        <w:t>What’s incredible is that their request went against the first thing that God spoke to them about. He told them not to go after gods and not to make any images of Him. In Exodus 24, we see that they clearly agreed to follow the Lord’s commands. It seems that there agreement was in word only. It’s not a coincidence that their request defied His first commands. They were turning their backs on God and breaking their covenant that they had made with Him.</w:t>
      </w:r>
      <w:r w:rsidRPr="00941774">
        <w:rPr>
          <w:rFonts w:ascii="Times New Roman" w:eastAsia="Times New Roman" w:hAnsi="Times New Roman" w:cs="Times New Roman"/>
          <w:color w:val="000000" w:themeColor="text1"/>
          <w:sz w:val="20"/>
          <w:szCs w:val="20"/>
        </w:rPr>
        <w:t xml:space="preserve"> </w:t>
      </w:r>
      <w:r w:rsidR="00842F21">
        <w:rPr>
          <w:rFonts w:ascii="Times New Roman" w:eastAsia="Times New Roman" w:hAnsi="Times New Roman" w:cs="Times New Roman"/>
          <w:color w:val="000000" w:themeColor="text1"/>
          <w:sz w:val="20"/>
          <w:szCs w:val="20"/>
        </w:rPr>
        <w:t>They were a very stubborn people.</w:t>
      </w:r>
    </w:p>
    <w:p w14:paraId="012F487B" w14:textId="77777777" w:rsidR="00A86EAC" w:rsidRDefault="00A86EAC" w:rsidP="00A86EAC">
      <w:pPr>
        <w:spacing w:after="0"/>
        <w:ind w:left="900"/>
        <w:jc w:val="both"/>
        <w:rPr>
          <w:rFonts w:ascii="Times New Roman" w:eastAsia="Times New Roman" w:hAnsi="Times New Roman" w:cs="Times New Roman"/>
          <w:i/>
          <w:iCs/>
          <w:color w:val="000000" w:themeColor="text1"/>
          <w:sz w:val="16"/>
          <w:szCs w:val="16"/>
        </w:rPr>
      </w:pPr>
    </w:p>
    <w:p w14:paraId="60AA0F09" w14:textId="77777777" w:rsidR="00BF6202" w:rsidRPr="003A2CC5" w:rsidRDefault="00BF6202" w:rsidP="00A86EAC">
      <w:pPr>
        <w:spacing w:after="0"/>
        <w:ind w:left="900"/>
        <w:jc w:val="both"/>
        <w:rPr>
          <w:rFonts w:ascii="Times New Roman" w:eastAsia="Times New Roman" w:hAnsi="Times New Roman" w:cs="Times New Roman"/>
          <w:i/>
          <w:iCs/>
          <w:color w:val="000000" w:themeColor="text1"/>
          <w:sz w:val="16"/>
          <w:szCs w:val="16"/>
        </w:rPr>
      </w:pPr>
    </w:p>
    <w:p w14:paraId="0DFC3EB3" w14:textId="4B22609D" w:rsidR="005C16F2" w:rsidRPr="00624F77" w:rsidRDefault="0014738D" w:rsidP="005C16F2">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AARON SQUANDERED HIS CHANCE AT LEADERSHIP BY GIVING IN TO THE PEOPLE.</w:t>
      </w:r>
    </w:p>
    <w:p w14:paraId="20FE0C5B" w14:textId="77777777" w:rsidR="005C16F2" w:rsidRPr="0014738D"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2"/>
          <w:szCs w:val="12"/>
        </w:rPr>
      </w:pPr>
    </w:p>
    <w:p w14:paraId="67DB1FF7" w14:textId="2BE5F1C0" w:rsidR="00086980" w:rsidRPr="0014738D" w:rsidRDefault="004973BF" w:rsidP="0014738D">
      <w:pPr>
        <w:pStyle w:val="ListParagraph"/>
        <w:numPr>
          <w:ilvl w:val="0"/>
          <w:numId w:val="37"/>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Notice </w:t>
      </w:r>
      <w:r w:rsidR="0014738D">
        <w:rPr>
          <w:rFonts w:ascii="Times New Roman" w:eastAsia="Times New Roman" w:hAnsi="Times New Roman" w:cs="Times New Roman"/>
          <w:b/>
          <w:bCs/>
          <w:color w:val="000000" w:themeColor="text1"/>
          <w:sz w:val="20"/>
          <w:szCs w:val="20"/>
        </w:rPr>
        <w:t>that while Aaron did not agree with the people, he did nothing to stand up to them and stop them from their foolishness.</w:t>
      </w:r>
      <w:r w:rsidR="00086980">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i/>
          <w:iCs/>
          <w:color w:val="000000" w:themeColor="text1"/>
          <w:sz w:val="20"/>
          <w:szCs w:val="20"/>
        </w:rPr>
        <w:t xml:space="preserve">Exodus </w:t>
      </w:r>
      <w:r w:rsidR="0014738D">
        <w:rPr>
          <w:rFonts w:ascii="Times New Roman" w:eastAsia="Times New Roman" w:hAnsi="Times New Roman" w:cs="Times New Roman"/>
          <w:i/>
          <w:iCs/>
          <w:color w:val="000000" w:themeColor="text1"/>
          <w:sz w:val="20"/>
          <w:szCs w:val="20"/>
        </w:rPr>
        <w:t>32</w:t>
      </w:r>
      <w:r w:rsidR="00086980">
        <w:rPr>
          <w:rFonts w:ascii="Times New Roman" w:eastAsia="Times New Roman" w:hAnsi="Times New Roman" w:cs="Times New Roman"/>
          <w:i/>
          <w:iCs/>
          <w:color w:val="000000" w:themeColor="text1"/>
          <w:sz w:val="20"/>
          <w:szCs w:val="20"/>
        </w:rPr>
        <w:t>:</w:t>
      </w:r>
      <w:r w:rsidR="0014738D" w:rsidRPr="0014738D">
        <w:rPr>
          <w:rFonts w:ascii="Times New Roman" w:eastAsia="Times New Roman" w:hAnsi="Times New Roman" w:cs="Times New Roman"/>
          <w:i/>
          <w:iCs/>
          <w:color w:val="000000" w:themeColor="text1"/>
          <w:sz w:val="20"/>
          <w:szCs w:val="20"/>
        </w:rPr>
        <w:t>3 And all the people brake off the golden earrings which were in their ears, and brought them unto Aaron.</w:t>
      </w:r>
      <w:r w:rsidR="0014738D">
        <w:rPr>
          <w:rFonts w:ascii="Times New Roman" w:eastAsia="Times New Roman" w:hAnsi="Times New Roman" w:cs="Times New Roman"/>
          <w:i/>
          <w:iCs/>
          <w:color w:val="000000" w:themeColor="text1"/>
          <w:sz w:val="20"/>
          <w:szCs w:val="20"/>
        </w:rPr>
        <w:t xml:space="preserve"> </w:t>
      </w:r>
      <w:r w:rsidR="0014738D" w:rsidRPr="0014738D">
        <w:rPr>
          <w:rFonts w:ascii="Times New Roman" w:eastAsia="Times New Roman" w:hAnsi="Times New Roman" w:cs="Times New Roman"/>
          <w:i/>
          <w:iCs/>
          <w:color w:val="000000" w:themeColor="text1"/>
          <w:sz w:val="20"/>
          <w:szCs w:val="20"/>
        </w:rPr>
        <w:t>4</w:t>
      </w:r>
      <w:r w:rsidR="0014738D" w:rsidRPr="0014738D">
        <w:rPr>
          <w:rFonts w:ascii="Times New Roman" w:eastAsia="Times New Roman" w:hAnsi="Times New Roman" w:cs="Times New Roman"/>
          <w:i/>
          <w:iCs/>
          <w:color w:val="000000" w:themeColor="text1"/>
          <w:sz w:val="20"/>
          <w:szCs w:val="20"/>
        </w:rPr>
        <w:t>b</w:t>
      </w:r>
      <w:r w:rsidR="0014738D" w:rsidRPr="0014738D">
        <w:rPr>
          <w:rFonts w:ascii="Times New Roman" w:eastAsia="Times New Roman" w:hAnsi="Times New Roman" w:cs="Times New Roman"/>
          <w:i/>
          <w:iCs/>
          <w:color w:val="000000" w:themeColor="text1"/>
          <w:sz w:val="20"/>
          <w:szCs w:val="20"/>
        </w:rPr>
        <w:t xml:space="preserve"> And he received them at their hand, and fashioned it with a graving tool, after he had made it a molten calf:</w:t>
      </w:r>
      <w:r w:rsidR="0014738D">
        <w:rPr>
          <w:rFonts w:ascii="Times New Roman" w:eastAsia="Times New Roman" w:hAnsi="Times New Roman" w:cs="Times New Roman"/>
          <w:i/>
          <w:iCs/>
          <w:color w:val="000000" w:themeColor="text1"/>
          <w:sz w:val="20"/>
          <w:szCs w:val="20"/>
        </w:rPr>
        <w:t xml:space="preserve"> </w:t>
      </w:r>
      <w:r w:rsidR="0014738D" w:rsidRPr="0014738D">
        <w:rPr>
          <w:rFonts w:ascii="Times New Roman" w:eastAsia="Times New Roman" w:hAnsi="Times New Roman" w:cs="Times New Roman"/>
          <w:i/>
          <w:iCs/>
          <w:color w:val="000000" w:themeColor="text1"/>
          <w:sz w:val="20"/>
          <w:szCs w:val="20"/>
        </w:rPr>
        <w:t>21 And Moses said unto Aaron, What did this people unto thee, that thou hast brought so great a sin upon them?</w:t>
      </w:r>
      <w:r w:rsidR="0014738D">
        <w:rPr>
          <w:rFonts w:ascii="Times New Roman" w:eastAsia="Times New Roman" w:hAnsi="Times New Roman" w:cs="Times New Roman"/>
          <w:i/>
          <w:iCs/>
          <w:color w:val="000000" w:themeColor="text1"/>
          <w:sz w:val="20"/>
          <w:szCs w:val="20"/>
        </w:rPr>
        <w:t xml:space="preserve"> </w:t>
      </w:r>
      <w:r w:rsidR="0014738D" w:rsidRPr="0014738D">
        <w:rPr>
          <w:rFonts w:ascii="Times New Roman" w:eastAsia="Times New Roman" w:hAnsi="Times New Roman" w:cs="Times New Roman"/>
          <w:i/>
          <w:iCs/>
          <w:color w:val="000000" w:themeColor="text1"/>
          <w:sz w:val="20"/>
          <w:szCs w:val="20"/>
        </w:rPr>
        <w:t xml:space="preserve">22 And Aaron said, Let not the anger of my lord wax hot: thou knowest the people, that they are set on mischief. </w:t>
      </w:r>
      <w:r w:rsidR="0014738D">
        <w:rPr>
          <w:rFonts w:ascii="Times New Roman" w:eastAsia="Times New Roman" w:hAnsi="Times New Roman" w:cs="Times New Roman"/>
          <w:color w:val="000000" w:themeColor="text1"/>
          <w:sz w:val="20"/>
          <w:szCs w:val="20"/>
        </w:rPr>
        <w:t>When the people made their request unto Aaron, he could have and should have stood up to them. Instead, he went along with their request. He knew that they were doing wrong and were set on mischief, but he was likely afraid of the repercussions of standing up to them. This is why Moses asked Aaron what the people had done to him to make him do such a thing. Moses could not comprehend why Aaron would agree to create this golden calf. We do not even find that the people threatened Aaron. It is interesting to think about Aaron’s weak leadership when we consider how Moses relied upon his brother.</w:t>
      </w:r>
    </w:p>
    <w:p w14:paraId="5C664356" w14:textId="77777777" w:rsidR="005C16F2" w:rsidRPr="00353BB1"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A3216B4" w14:textId="3F57EEA5" w:rsidR="00062751" w:rsidRPr="0014738D" w:rsidRDefault="005C16F2" w:rsidP="0014738D">
      <w:pPr>
        <w:pStyle w:val="ListParagraph"/>
        <w:numPr>
          <w:ilvl w:val="0"/>
          <w:numId w:val="37"/>
        </w:numPr>
        <w:spacing w:after="0" w:line="276" w:lineRule="auto"/>
        <w:jc w:val="both"/>
        <w:rPr>
          <w:rFonts w:ascii="Times New Roman" w:eastAsia="Times New Roman" w:hAnsi="Times New Roman" w:cs="Times New Roman"/>
          <w:i/>
          <w:iCs/>
          <w:color w:val="000000" w:themeColor="text1"/>
          <w:sz w:val="20"/>
          <w:szCs w:val="20"/>
        </w:rPr>
      </w:pPr>
      <w:r w:rsidRPr="001A04A4">
        <w:rPr>
          <w:rFonts w:ascii="Times New Roman" w:eastAsia="Times New Roman" w:hAnsi="Times New Roman" w:cs="Times New Roman"/>
          <w:b/>
          <w:bCs/>
          <w:color w:val="000000" w:themeColor="text1"/>
          <w:sz w:val="20"/>
          <w:szCs w:val="20"/>
        </w:rPr>
        <w:t xml:space="preserve">Notice </w:t>
      </w:r>
      <w:r w:rsidR="00FC58EE" w:rsidRPr="001A04A4">
        <w:rPr>
          <w:rFonts w:ascii="Times New Roman" w:eastAsia="Times New Roman" w:hAnsi="Times New Roman" w:cs="Times New Roman"/>
          <w:b/>
          <w:bCs/>
          <w:color w:val="000000" w:themeColor="text1"/>
          <w:sz w:val="20"/>
          <w:szCs w:val="20"/>
        </w:rPr>
        <w:t xml:space="preserve">that </w:t>
      </w:r>
      <w:r w:rsidR="0014738D">
        <w:rPr>
          <w:rFonts w:ascii="Times New Roman" w:eastAsia="Times New Roman" w:hAnsi="Times New Roman" w:cs="Times New Roman"/>
          <w:b/>
          <w:bCs/>
          <w:color w:val="000000" w:themeColor="text1"/>
          <w:sz w:val="20"/>
          <w:szCs w:val="20"/>
        </w:rPr>
        <w:t>Aaron tried to blend their idolatrous worship with the worship of the true God.</w:t>
      </w:r>
      <w:r w:rsidR="00637B37">
        <w:rPr>
          <w:rFonts w:ascii="Times New Roman" w:eastAsia="Times New Roman" w:hAnsi="Times New Roman" w:cs="Times New Roman"/>
          <w:b/>
          <w:bCs/>
          <w:color w:val="000000" w:themeColor="text1"/>
          <w:sz w:val="20"/>
          <w:szCs w:val="20"/>
        </w:rPr>
        <w:t xml:space="preserve"> </w:t>
      </w:r>
      <w:r w:rsidR="001A04A4" w:rsidRPr="001A04A4">
        <w:rPr>
          <w:rFonts w:ascii="Times New Roman" w:eastAsia="Times New Roman" w:hAnsi="Times New Roman" w:cs="Times New Roman"/>
          <w:i/>
          <w:iCs/>
          <w:color w:val="000000" w:themeColor="text1"/>
          <w:sz w:val="20"/>
          <w:szCs w:val="20"/>
        </w:rPr>
        <w:t xml:space="preserve">Exodus </w:t>
      </w:r>
      <w:r w:rsidR="0014738D">
        <w:rPr>
          <w:rFonts w:ascii="Times New Roman" w:eastAsia="Times New Roman" w:hAnsi="Times New Roman" w:cs="Times New Roman"/>
          <w:i/>
          <w:iCs/>
          <w:color w:val="000000" w:themeColor="text1"/>
          <w:sz w:val="20"/>
          <w:szCs w:val="20"/>
        </w:rPr>
        <w:t xml:space="preserve">32:4b </w:t>
      </w:r>
      <w:r w:rsidR="0014738D" w:rsidRPr="0014738D">
        <w:rPr>
          <w:rFonts w:ascii="Times New Roman" w:eastAsia="Times New Roman" w:hAnsi="Times New Roman" w:cs="Times New Roman"/>
          <w:i/>
          <w:iCs/>
          <w:color w:val="000000" w:themeColor="text1"/>
          <w:sz w:val="20"/>
          <w:szCs w:val="20"/>
        </w:rPr>
        <w:t>and they said, These be thy gods, O Israel, which brought thee up out of the land of Egypt.</w:t>
      </w:r>
      <w:r w:rsidR="0014738D">
        <w:rPr>
          <w:rFonts w:ascii="Times New Roman" w:eastAsia="Times New Roman" w:hAnsi="Times New Roman" w:cs="Times New Roman"/>
          <w:i/>
          <w:iCs/>
          <w:color w:val="000000" w:themeColor="text1"/>
          <w:sz w:val="20"/>
          <w:szCs w:val="20"/>
        </w:rPr>
        <w:t xml:space="preserve"> </w:t>
      </w:r>
      <w:r w:rsidR="0014738D" w:rsidRPr="0014738D">
        <w:rPr>
          <w:rFonts w:ascii="Times New Roman" w:eastAsia="Times New Roman" w:hAnsi="Times New Roman" w:cs="Times New Roman"/>
          <w:i/>
          <w:iCs/>
          <w:color w:val="000000" w:themeColor="text1"/>
          <w:sz w:val="20"/>
          <w:szCs w:val="20"/>
        </w:rPr>
        <w:t xml:space="preserve">5 And when Aaron saw it, he built an altar before it; and Aaron made proclamation, and said, </w:t>
      </w:r>
      <w:proofErr w:type="spellStart"/>
      <w:r w:rsidR="0014738D" w:rsidRPr="0014738D">
        <w:rPr>
          <w:rFonts w:ascii="Times New Roman" w:eastAsia="Times New Roman" w:hAnsi="Times New Roman" w:cs="Times New Roman"/>
          <w:i/>
          <w:iCs/>
          <w:color w:val="000000" w:themeColor="text1"/>
          <w:sz w:val="20"/>
          <w:szCs w:val="20"/>
        </w:rPr>
        <w:t>To morrow</w:t>
      </w:r>
      <w:proofErr w:type="spellEnd"/>
      <w:r w:rsidR="0014738D" w:rsidRPr="0014738D">
        <w:rPr>
          <w:rFonts w:ascii="Times New Roman" w:eastAsia="Times New Roman" w:hAnsi="Times New Roman" w:cs="Times New Roman"/>
          <w:i/>
          <w:iCs/>
          <w:color w:val="000000" w:themeColor="text1"/>
          <w:sz w:val="20"/>
          <w:szCs w:val="20"/>
        </w:rPr>
        <w:t xml:space="preserve"> is a feast to the Lord.</w:t>
      </w:r>
      <w:r w:rsidR="0014738D">
        <w:rPr>
          <w:rFonts w:ascii="Times New Roman" w:hAnsi="Times New Roman" w:cs="Times New Roman"/>
          <w:color w:val="000000" w:themeColor="text1"/>
          <w:sz w:val="20"/>
          <w:szCs w:val="20"/>
        </w:rPr>
        <w:t xml:space="preserve"> When the people saw the golden calf that Aaron made, they declared that the golden calf was the god that brought them out of Egypt. The Egyptians were known for having many idols that they worshipped as gods. One very common idol that they worshipped was a bull. It seems that Israel was embracing the paganism of the Egyptians. Aaron did not agree that the calf was their god. Instead, he told them to make a feast unto the Lord. Aaron was trying to blend their false worship with the true God. Of course, we know that this is an abomination to the Lord. He hates false, idolatrous worship. Aaron was trying to ride the line between what he knew was right and what he knew would make the people happy. A good leader does not operate in such a way. A good leader will commit himself to doing that which is right. He will not squander opportunities to follow God.</w:t>
      </w:r>
    </w:p>
    <w:p w14:paraId="4E9DD6C6" w14:textId="77777777" w:rsidR="001A04A4" w:rsidRPr="001A04A4" w:rsidRDefault="001A04A4" w:rsidP="001A04A4">
      <w:pPr>
        <w:spacing w:after="0" w:line="276" w:lineRule="auto"/>
        <w:jc w:val="both"/>
        <w:rPr>
          <w:rFonts w:ascii="Times New Roman" w:hAnsi="Times New Roman" w:cs="Times New Roman"/>
          <w:i/>
          <w:iCs/>
          <w:color w:val="000000" w:themeColor="text1"/>
          <w:sz w:val="12"/>
          <w:szCs w:val="12"/>
        </w:rPr>
      </w:pPr>
    </w:p>
    <w:p w14:paraId="18454C8A" w14:textId="3AEEC557" w:rsidR="00062751" w:rsidRPr="00624F77" w:rsidRDefault="001D5EAA" w:rsidP="00062751">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THE PEOPLE HAD WASTED SO MANY PREVIOUS CHANCES TO WORSHIP GOD PROPERLY.</w:t>
      </w:r>
    </w:p>
    <w:p w14:paraId="3595FF1C" w14:textId="77777777" w:rsidR="00062751" w:rsidRPr="00353BB1" w:rsidRDefault="00062751" w:rsidP="0006275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66898C2" w14:textId="4ACB3970" w:rsidR="00062751" w:rsidRPr="006C3719" w:rsidRDefault="00B04576" w:rsidP="006C3719">
      <w:pPr>
        <w:pStyle w:val="ListParagraph"/>
        <w:numPr>
          <w:ilvl w:val="0"/>
          <w:numId w:val="38"/>
        </w:numPr>
        <w:jc w:val="both"/>
        <w:rPr>
          <w:rFonts w:ascii="Times New Roman" w:eastAsia="Times New Roman" w:hAnsi="Times New Roman" w:cs="Times New Roman"/>
          <w:i/>
          <w:iCs/>
          <w:color w:val="000000" w:themeColor="text1"/>
          <w:sz w:val="20"/>
          <w:szCs w:val="20"/>
        </w:rPr>
      </w:pPr>
      <w:r w:rsidRPr="006C3719">
        <w:rPr>
          <w:rFonts w:ascii="Times New Roman" w:eastAsia="Times New Roman" w:hAnsi="Times New Roman" w:cs="Times New Roman"/>
          <w:b/>
          <w:bCs/>
          <w:color w:val="000000" w:themeColor="text1"/>
          <w:sz w:val="20"/>
          <w:szCs w:val="20"/>
        </w:rPr>
        <w:t xml:space="preserve">Notice </w:t>
      </w:r>
      <w:r w:rsidR="003A2CC5" w:rsidRPr="006C3719">
        <w:rPr>
          <w:rFonts w:ascii="Times New Roman" w:eastAsia="Times New Roman" w:hAnsi="Times New Roman" w:cs="Times New Roman"/>
          <w:b/>
          <w:bCs/>
          <w:color w:val="000000" w:themeColor="text1"/>
          <w:sz w:val="20"/>
          <w:szCs w:val="20"/>
        </w:rPr>
        <w:t xml:space="preserve">that </w:t>
      </w:r>
      <w:r w:rsidR="00ED1B0D" w:rsidRPr="006C3719">
        <w:rPr>
          <w:rFonts w:ascii="Times New Roman" w:eastAsia="Times New Roman" w:hAnsi="Times New Roman" w:cs="Times New Roman"/>
          <w:b/>
          <w:bCs/>
          <w:color w:val="000000" w:themeColor="text1"/>
          <w:sz w:val="20"/>
          <w:szCs w:val="20"/>
        </w:rPr>
        <w:t>t</w:t>
      </w:r>
      <w:r w:rsidR="001D5EAA">
        <w:rPr>
          <w:rFonts w:ascii="Times New Roman" w:eastAsia="Times New Roman" w:hAnsi="Times New Roman" w:cs="Times New Roman"/>
          <w:b/>
          <w:bCs/>
          <w:color w:val="000000" w:themeColor="text1"/>
          <w:sz w:val="20"/>
          <w:szCs w:val="20"/>
        </w:rPr>
        <w:t>his was the first time that the people had sung since the crossing of the Red Sea</w:t>
      </w:r>
      <w:r w:rsidR="006C3719" w:rsidRPr="006C3719">
        <w:rPr>
          <w:rFonts w:ascii="Times New Roman" w:eastAsia="Times New Roman" w:hAnsi="Times New Roman" w:cs="Times New Roman"/>
          <w:b/>
          <w:bCs/>
          <w:color w:val="000000" w:themeColor="text1"/>
          <w:sz w:val="20"/>
          <w:szCs w:val="20"/>
        </w:rPr>
        <w:t>.</w:t>
      </w:r>
      <w:r w:rsidR="00915819" w:rsidRPr="006C3719">
        <w:rPr>
          <w:rFonts w:ascii="Times New Roman" w:eastAsia="Times New Roman" w:hAnsi="Times New Roman" w:cs="Times New Roman"/>
          <w:b/>
          <w:bCs/>
          <w:color w:val="000000" w:themeColor="text1"/>
          <w:sz w:val="20"/>
          <w:szCs w:val="20"/>
        </w:rPr>
        <w:t xml:space="preserve"> </w:t>
      </w:r>
      <w:r w:rsidR="006C3719">
        <w:rPr>
          <w:rFonts w:ascii="Times New Roman" w:eastAsia="Times New Roman" w:hAnsi="Times New Roman" w:cs="Times New Roman"/>
          <w:i/>
          <w:iCs/>
          <w:color w:val="000000" w:themeColor="text1"/>
          <w:sz w:val="20"/>
          <w:szCs w:val="20"/>
        </w:rPr>
        <w:t xml:space="preserve">Exodus </w:t>
      </w:r>
      <w:r w:rsidR="001D5EAA">
        <w:rPr>
          <w:rFonts w:ascii="Times New Roman" w:eastAsia="Times New Roman" w:hAnsi="Times New Roman" w:cs="Times New Roman"/>
          <w:i/>
          <w:iCs/>
          <w:color w:val="000000" w:themeColor="text1"/>
          <w:sz w:val="20"/>
          <w:szCs w:val="20"/>
        </w:rPr>
        <w:t>32:</w:t>
      </w:r>
      <w:r w:rsidR="001D5EAA" w:rsidRPr="001D5EAA">
        <w:rPr>
          <w:rFonts w:ascii="Times New Roman" w:eastAsia="Times New Roman" w:hAnsi="Times New Roman" w:cs="Times New Roman"/>
          <w:i/>
          <w:iCs/>
          <w:color w:val="000000" w:themeColor="text1"/>
          <w:sz w:val="20"/>
          <w:szCs w:val="20"/>
        </w:rPr>
        <w:t>6 And they rose up early on the morrow, and offered burnt offerings, and brought peace offerings; and the people sat down to eat and to drink, and rose up to play</w:t>
      </w:r>
      <w:r w:rsidR="00324361" w:rsidRPr="00324361">
        <w:rPr>
          <w:rFonts w:ascii="Times New Roman" w:eastAsia="Times New Roman" w:hAnsi="Times New Roman" w:cs="Times New Roman"/>
          <w:i/>
          <w:iCs/>
          <w:color w:val="000000" w:themeColor="text1"/>
          <w:sz w:val="20"/>
          <w:szCs w:val="20"/>
        </w:rPr>
        <w:t>.</w:t>
      </w:r>
      <w:r w:rsidR="00324361">
        <w:rPr>
          <w:rFonts w:ascii="Times New Roman" w:eastAsia="Times New Roman" w:hAnsi="Times New Roman" w:cs="Times New Roman"/>
          <w:i/>
          <w:iCs/>
          <w:color w:val="000000" w:themeColor="text1"/>
          <w:sz w:val="20"/>
          <w:szCs w:val="20"/>
        </w:rPr>
        <w:t xml:space="preserve"> </w:t>
      </w:r>
      <w:r w:rsidR="001D5EAA">
        <w:rPr>
          <w:rFonts w:ascii="Times New Roman" w:eastAsia="Times New Roman" w:hAnsi="Times New Roman" w:cs="Times New Roman"/>
          <w:color w:val="000000" w:themeColor="text1"/>
          <w:sz w:val="20"/>
          <w:szCs w:val="20"/>
        </w:rPr>
        <w:t xml:space="preserve">Throughout the wilderness journey, the children of Israel had been a complaining and unhappy people. They rarely praised God or celebrated what He had done. The last time that we saw them praising God was when they crossed over the Red Sea. They sang songs of praise unto the Lord. Yet, those songs did not last. Imagine the anger of the Lord when He hears them singing happily to a golden calf. How incredibly hurtful and disrespectful must that have been! This is a sad picture of how many Christians behave today. We have so many opportunities to praise and thank God, but we end up showing more appreciation toward others. We end up finding more happiness in all the wrong places than we do in God. </w:t>
      </w:r>
      <w:r w:rsidR="00CC1B6A">
        <w:rPr>
          <w:rFonts w:ascii="Times New Roman" w:eastAsia="Times New Roman" w:hAnsi="Times New Roman" w:cs="Times New Roman"/>
          <w:color w:val="000000" w:themeColor="text1"/>
          <w:sz w:val="20"/>
          <w:szCs w:val="20"/>
        </w:rPr>
        <w:t>Of course, their worship was sensual and foolish. The people danced nakedly as they supposedly “worshipped” their god. Satan loves for people to create a sensual, foolish worship. He knows that it is empty and vain.</w:t>
      </w:r>
    </w:p>
    <w:p w14:paraId="05B91E2D" w14:textId="77777777" w:rsidR="00062751" w:rsidRPr="00353BB1" w:rsidRDefault="00062751" w:rsidP="0006275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29C753B4" w14:textId="3F6E7B70" w:rsidR="00CB2C64" w:rsidRPr="00BD25BB" w:rsidRDefault="00062751" w:rsidP="00BD25BB">
      <w:pPr>
        <w:pStyle w:val="ListParagraph"/>
        <w:numPr>
          <w:ilvl w:val="0"/>
          <w:numId w:val="38"/>
        </w:numPr>
        <w:spacing w:after="0" w:line="276" w:lineRule="auto"/>
        <w:jc w:val="both"/>
        <w:rPr>
          <w:rFonts w:ascii="Times New Roman" w:eastAsia="Times New Roman" w:hAnsi="Times New Roman" w:cs="Times New Roman"/>
          <w:i/>
          <w:iCs/>
          <w:color w:val="000000" w:themeColor="text1"/>
          <w:sz w:val="20"/>
          <w:szCs w:val="20"/>
        </w:rPr>
      </w:pPr>
      <w:r w:rsidRPr="00062751">
        <w:rPr>
          <w:rFonts w:ascii="Times New Roman" w:eastAsia="Times New Roman" w:hAnsi="Times New Roman" w:cs="Times New Roman"/>
          <w:b/>
          <w:bCs/>
          <w:color w:val="000000" w:themeColor="text1"/>
          <w:sz w:val="20"/>
          <w:szCs w:val="20"/>
        </w:rPr>
        <w:t>Notice that</w:t>
      </w:r>
      <w:r w:rsidR="0045065A">
        <w:rPr>
          <w:rFonts w:ascii="Times New Roman" w:eastAsia="Times New Roman" w:hAnsi="Times New Roman" w:cs="Times New Roman"/>
          <w:b/>
          <w:bCs/>
          <w:color w:val="000000" w:themeColor="text1"/>
          <w:sz w:val="20"/>
          <w:szCs w:val="20"/>
        </w:rPr>
        <w:t xml:space="preserve"> </w:t>
      </w:r>
      <w:r w:rsidR="001D5EAA">
        <w:rPr>
          <w:rFonts w:ascii="Times New Roman" w:eastAsia="Times New Roman" w:hAnsi="Times New Roman" w:cs="Times New Roman"/>
          <w:b/>
          <w:bCs/>
          <w:color w:val="000000" w:themeColor="text1"/>
          <w:sz w:val="20"/>
          <w:szCs w:val="20"/>
        </w:rPr>
        <w:t xml:space="preserve">the people </w:t>
      </w:r>
      <w:r w:rsidR="00BD25BB">
        <w:rPr>
          <w:rFonts w:ascii="Times New Roman" w:eastAsia="Times New Roman" w:hAnsi="Times New Roman" w:cs="Times New Roman"/>
          <w:b/>
          <w:bCs/>
          <w:color w:val="000000" w:themeColor="text1"/>
          <w:sz w:val="20"/>
          <w:szCs w:val="20"/>
        </w:rPr>
        <w:t>had so many opportunities to see God and His presence, but they still chose to create some visible image of a “god” instead.</w:t>
      </w:r>
      <w:r w:rsidR="00BD25BB" w:rsidRPr="00BD25BB">
        <w:t xml:space="preserve"> </w:t>
      </w:r>
      <w:r w:rsidR="00BD25BB">
        <w:rPr>
          <w:rFonts w:ascii="Times New Roman" w:eastAsia="Times New Roman" w:hAnsi="Times New Roman" w:cs="Times New Roman"/>
          <w:i/>
          <w:iCs/>
          <w:color w:val="000000" w:themeColor="text1"/>
          <w:sz w:val="20"/>
          <w:szCs w:val="20"/>
        </w:rPr>
        <w:t>Exodus 24:9</w:t>
      </w:r>
      <w:r w:rsidR="00BD25BB" w:rsidRPr="00BD25BB">
        <w:rPr>
          <w:rFonts w:ascii="Times New Roman" w:eastAsia="Times New Roman" w:hAnsi="Times New Roman" w:cs="Times New Roman"/>
          <w:i/>
          <w:iCs/>
          <w:color w:val="000000" w:themeColor="text1"/>
          <w:sz w:val="20"/>
          <w:szCs w:val="20"/>
        </w:rPr>
        <w:t xml:space="preserve"> Then went up Moses, and Aaron, Nadab, and Abihu, and seventy of the elders of Israel:</w:t>
      </w:r>
      <w:r w:rsidR="00BD25BB">
        <w:rPr>
          <w:rFonts w:ascii="Times New Roman" w:eastAsia="Times New Roman" w:hAnsi="Times New Roman" w:cs="Times New Roman"/>
          <w:i/>
          <w:iCs/>
          <w:color w:val="000000" w:themeColor="text1"/>
          <w:sz w:val="20"/>
          <w:szCs w:val="20"/>
        </w:rPr>
        <w:t xml:space="preserve"> </w:t>
      </w:r>
      <w:r w:rsidR="00BD25BB" w:rsidRPr="00BD25BB">
        <w:rPr>
          <w:rFonts w:ascii="Times New Roman" w:eastAsia="Times New Roman" w:hAnsi="Times New Roman" w:cs="Times New Roman"/>
          <w:i/>
          <w:iCs/>
          <w:color w:val="000000" w:themeColor="text1"/>
          <w:sz w:val="20"/>
          <w:szCs w:val="20"/>
        </w:rPr>
        <w:t xml:space="preserve">10 And they saw the God of Israel: and there was under his feet as it were a paved work of a sapphire stone, and as it were the body of heaven in his </w:t>
      </w:r>
      <w:r w:rsidR="00BD25BB" w:rsidRPr="00BD25BB">
        <w:rPr>
          <w:rFonts w:ascii="Times New Roman" w:eastAsia="Times New Roman" w:hAnsi="Times New Roman" w:cs="Times New Roman"/>
          <w:i/>
          <w:iCs/>
          <w:color w:val="000000" w:themeColor="text1"/>
          <w:sz w:val="20"/>
          <w:szCs w:val="20"/>
        </w:rPr>
        <w:t>clearness.</w:t>
      </w:r>
      <w:r w:rsidR="00BD25BB">
        <w:rPr>
          <w:rFonts w:ascii="Times New Roman" w:eastAsia="Times New Roman" w:hAnsi="Times New Roman" w:cs="Times New Roman"/>
          <w:i/>
          <w:iCs/>
          <w:color w:val="000000" w:themeColor="text1"/>
          <w:sz w:val="20"/>
          <w:szCs w:val="20"/>
        </w:rPr>
        <w:t xml:space="preserve"> </w:t>
      </w:r>
      <w:r w:rsidR="00BD25BB" w:rsidRPr="00BD25BB">
        <w:rPr>
          <w:rFonts w:ascii="Times New Roman" w:eastAsia="Times New Roman" w:hAnsi="Times New Roman" w:cs="Times New Roman"/>
          <w:i/>
          <w:iCs/>
          <w:color w:val="000000" w:themeColor="text1"/>
          <w:sz w:val="20"/>
          <w:szCs w:val="20"/>
        </w:rPr>
        <w:t>16:7</w:t>
      </w:r>
      <w:r w:rsidR="00BD25BB">
        <w:rPr>
          <w:rFonts w:ascii="Times New Roman" w:eastAsia="Times New Roman" w:hAnsi="Times New Roman" w:cs="Times New Roman"/>
          <w:i/>
          <w:iCs/>
          <w:color w:val="000000" w:themeColor="text1"/>
          <w:sz w:val="20"/>
          <w:szCs w:val="20"/>
        </w:rPr>
        <w:t xml:space="preserve"> </w:t>
      </w:r>
      <w:r w:rsidR="00BD25BB" w:rsidRPr="00BD25BB">
        <w:rPr>
          <w:rFonts w:ascii="Times New Roman" w:eastAsia="Times New Roman" w:hAnsi="Times New Roman" w:cs="Times New Roman"/>
          <w:i/>
          <w:iCs/>
          <w:color w:val="000000" w:themeColor="text1"/>
          <w:sz w:val="20"/>
          <w:szCs w:val="20"/>
        </w:rPr>
        <w:t>And in the morning, then ye shall see the glory of the Lord;</w:t>
      </w:r>
      <w:r w:rsidR="00BD25BB" w:rsidRPr="00BD25BB">
        <w:rPr>
          <w:rFonts w:ascii="Times New Roman" w:eastAsia="Times New Roman" w:hAnsi="Times New Roman" w:cs="Times New Roman"/>
          <w:color w:val="000000" w:themeColor="text1"/>
          <w:sz w:val="20"/>
          <w:szCs w:val="20"/>
        </w:rPr>
        <w:t xml:space="preserve"> </w:t>
      </w:r>
      <w:r w:rsidR="00BD25BB">
        <w:rPr>
          <w:rFonts w:ascii="Times New Roman" w:eastAsia="Times New Roman" w:hAnsi="Times New Roman" w:cs="Times New Roman"/>
          <w:color w:val="000000" w:themeColor="text1"/>
          <w:sz w:val="20"/>
          <w:szCs w:val="20"/>
        </w:rPr>
        <w:t>God wanted the people to see His glory and His presence. We have seen that throughout this lesson series. Unfortunately, the people did not really want to see God. When we consider why they made a golden calf, many people argue that they made it because people feel a need to want to see God. This is not true in this case. They did not want to see God. They wanted to make their own image of what God should look like to them. The presence of the true God was too frightening for them!</w:t>
      </w:r>
      <w:r w:rsidR="00CC1B6A">
        <w:rPr>
          <w:rFonts w:ascii="Times New Roman" w:eastAsia="Times New Roman" w:hAnsi="Times New Roman" w:cs="Times New Roman"/>
          <w:color w:val="000000" w:themeColor="text1"/>
          <w:sz w:val="20"/>
          <w:szCs w:val="20"/>
        </w:rPr>
        <w:t xml:space="preserve"> As a result of their filthiness and rebellion, they ran away from His presence.</w:t>
      </w:r>
    </w:p>
    <w:p w14:paraId="2FBAA1AB" w14:textId="22D85B58" w:rsidR="00D47ADD" w:rsidRPr="00D47ADD" w:rsidRDefault="00D47ADD" w:rsidP="00CC1B6A">
      <w:pPr>
        <w:pStyle w:val="ListParagraph"/>
        <w:spacing w:after="0" w:line="276" w:lineRule="auto"/>
        <w:ind w:left="1260"/>
        <w:jc w:val="both"/>
        <w:rPr>
          <w:rFonts w:ascii="Times New Roman" w:eastAsia="Times New Roman" w:hAnsi="Times New Roman" w:cs="Times New Roman"/>
          <w:i/>
          <w:iCs/>
          <w:color w:val="000000" w:themeColor="text1"/>
          <w:sz w:val="20"/>
          <w:szCs w:val="20"/>
        </w:rPr>
      </w:pPr>
    </w:p>
    <w:sectPr w:rsidR="00D47ADD" w:rsidRPr="00D47ADD" w:rsidSect="00E43435">
      <w:pgSz w:w="12240" w:h="15840"/>
      <w:pgMar w:top="1080" w:right="1080" w:bottom="81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FA9CD1AA"/>
    <w:lvl w:ilvl="0" w:tplc="1A4ACE9C">
      <w:start w:val="1"/>
      <w:numFmt w:val="upperRoman"/>
      <w:lvlText w:val="%1."/>
      <w:lvlJc w:val="left"/>
      <w:pPr>
        <w:ind w:left="1080" w:hanging="720"/>
      </w:pPr>
      <w:rPr>
        <w:rFonts w:hint="default"/>
        <w:b/>
        <w:i w:val="0"/>
        <w:iCs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E2AF0"/>
    <w:multiLevelType w:val="multilevel"/>
    <w:tmpl w:val="FAAC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5282C"/>
    <w:multiLevelType w:val="hybridMultilevel"/>
    <w:tmpl w:val="E13EAD86"/>
    <w:lvl w:ilvl="0" w:tplc="6D802F66">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039185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12394E78"/>
    <w:multiLevelType w:val="multilevel"/>
    <w:tmpl w:val="4282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16C3E"/>
    <w:multiLevelType w:val="hybridMultilevel"/>
    <w:tmpl w:val="D8C4626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8" w15:restartNumberingAfterBreak="0">
    <w:nsid w:val="1CEE149D"/>
    <w:multiLevelType w:val="multilevel"/>
    <w:tmpl w:val="D94C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475B54"/>
    <w:multiLevelType w:val="multilevel"/>
    <w:tmpl w:val="FC02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8C3EE9"/>
    <w:multiLevelType w:val="hybridMultilevel"/>
    <w:tmpl w:val="B564764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15:restartNumberingAfterBreak="0">
    <w:nsid w:val="211D1F33"/>
    <w:multiLevelType w:val="multilevel"/>
    <w:tmpl w:val="2F903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5C52DF5"/>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3"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14" w15:restartNumberingAfterBreak="0">
    <w:nsid w:val="28197845"/>
    <w:multiLevelType w:val="multilevel"/>
    <w:tmpl w:val="9324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942742"/>
    <w:multiLevelType w:val="multilevel"/>
    <w:tmpl w:val="B364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25E7435"/>
    <w:multiLevelType w:val="multilevel"/>
    <w:tmpl w:val="BB50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4109DF"/>
    <w:multiLevelType w:val="multilevel"/>
    <w:tmpl w:val="E124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FA41A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0" w15:restartNumberingAfterBreak="0">
    <w:nsid w:val="39937873"/>
    <w:multiLevelType w:val="hybridMultilevel"/>
    <w:tmpl w:val="37F291F0"/>
    <w:lvl w:ilvl="0" w:tplc="1480B58A">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3EEB77B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2"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8D54C9"/>
    <w:multiLevelType w:val="hybridMultilevel"/>
    <w:tmpl w:val="CE68E668"/>
    <w:lvl w:ilvl="0" w:tplc="9522D5B2">
      <w:start w:val="1"/>
      <w:numFmt w:val="upperLetter"/>
      <w:lvlText w:val="%1."/>
      <w:lvlJc w:val="left"/>
      <w:pPr>
        <w:ind w:left="1260" w:hanging="360"/>
      </w:pPr>
      <w:rPr>
        <w:rFonts w:hint="default"/>
        <w:b/>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49004165"/>
    <w:multiLevelType w:val="hybridMultilevel"/>
    <w:tmpl w:val="788C1A7A"/>
    <w:lvl w:ilvl="0" w:tplc="1062DE4A">
      <w:start w:val="1"/>
      <w:numFmt w:val="upperLetter"/>
      <w:lvlText w:val="%1."/>
      <w:lvlJc w:val="left"/>
      <w:pPr>
        <w:ind w:left="1170" w:hanging="360"/>
      </w:pPr>
      <w:rPr>
        <w:rFonts w:hint="default"/>
        <w:b/>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5" w15:restartNumberingAfterBreak="0">
    <w:nsid w:val="4DAD3810"/>
    <w:multiLevelType w:val="multilevel"/>
    <w:tmpl w:val="EAD6B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65A00492"/>
    <w:multiLevelType w:val="multilevel"/>
    <w:tmpl w:val="1FA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72A75A3"/>
    <w:multiLevelType w:val="hybridMultilevel"/>
    <w:tmpl w:val="1FDEC7D2"/>
    <w:lvl w:ilvl="0" w:tplc="04090001">
      <w:start w:val="1"/>
      <w:numFmt w:val="bullet"/>
      <w:lvlText w:val=""/>
      <w:lvlJc w:val="left"/>
      <w:pPr>
        <w:ind w:left="1080" w:hanging="360"/>
      </w:pPr>
      <w:rPr>
        <w:rFonts w:ascii="Symbol" w:hAnsi="Symbo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B0F5C2D"/>
    <w:multiLevelType w:val="multilevel"/>
    <w:tmpl w:val="CA70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D146008"/>
    <w:multiLevelType w:val="hybridMultilevel"/>
    <w:tmpl w:val="3D3A404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34"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5081730"/>
    <w:multiLevelType w:val="multilevel"/>
    <w:tmpl w:val="621E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8D84F67"/>
    <w:multiLevelType w:val="multilevel"/>
    <w:tmpl w:val="B404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9DF1FB4"/>
    <w:multiLevelType w:val="multilevel"/>
    <w:tmpl w:val="DC66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B537E8C"/>
    <w:multiLevelType w:val="multilevel"/>
    <w:tmpl w:val="16CE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DF1515B"/>
    <w:multiLevelType w:val="multilevel"/>
    <w:tmpl w:val="C950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0521484">
    <w:abstractNumId w:val="13"/>
  </w:num>
  <w:num w:numId="2" w16cid:durableId="753013910">
    <w:abstractNumId w:val="0"/>
  </w:num>
  <w:num w:numId="3" w16cid:durableId="1949123832">
    <w:abstractNumId w:val="28"/>
  </w:num>
  <w:num w:numId="4" w16cid:durableId="857161655">
    <w:abstractNumId w:val="34"/>
  </w:num>
  <w:num w:numId="5" w16cid:durableId="774133137">
    <w:abstractNumId w:val="32"/>
  </w:num>
  <w:num w:numId="6" w16cid:durableId="871070068">
    <w:abstractNumId w:val="16"/>
  </w:num>
  <w:num w:numId="7" w16cid:durableId="1009407144">
    <w:abstractNumId w:val="22"/>
  </w:num>
  <w:num w:numId="8" w16cid:durableId="66806298">
    <w:abstractNumId w:val="27"/>
  </w:num>
  <w:num w:numId="9" w16cid:durableId="2010866618">
    <w:abstractNumId w:val="2"/>
  </w:num>
  <w:num w:numId="10" w16cid:durableId="1242328646">
    <w:abstractNumId w:val="30"/>
  </w:num>
  <w:num w:numId="11" w16cid:durableId="1570000936">
    <w:abstractNumId w:val="26"/>
  </w:num>
  <w:num w:numId="12" w16cid:durableId="849375906">
    <w:abstractNumId w:val="1"/>
  </w:num>
  <w:num w:numId="13" w16cid:durableId="1666590978">
    <w:abstractNumId w:val="11"/>
  </w:num>
  <w:num w:numId="14" w16cid:durableId="146674259">
    <w:abstractNumId w:val="36"/>
  </w:num>
  <w:num w:numId="15" w16cid:durableId="540480153">
    <w:abstractNumId w:val="6"/>
  </w:num>
  <w:num w:numId="16" w16cid:durableId="747459639">
    <w:abstractNumId w:val="3"/>
  </w:num>
  <w:num w:numId="17" w16cid:durableId="2069910365">
    <w:abstractNumId w:val="15"/>
  </w:num>
  <w:num w:numId="18" w16cid:durableId="2097245759">
    <w:abstractNumId w:val="39"/>
  </w:num>
  <w:num w:numId="19" w16cid:durableId="1055929923">
    <w:abstractNumId w:val="35"/>
  </w:num>
  <w:num w:numId="20" w16cid:durableId="256865500">
    <w:abstractNumId w:val="9"/>
  </w:num>
  <w:num w:numId="21" w16cid:durableId="1671836767">
    <w:abstractNumId w:val="18"/>
  </w:num>
  <w:num w:numId="22" w16cid:durableId="1777209303">
    <w:abstractNumId w:val="38"/>
  </w:num>
  <w:num w:numId="23" w16cid:durableId="207449190">
    <w:abstractNumId w:val="4"/>
  </w:num>
  <w:num w:numId="24" w16cid:durableId="1169522370">
    <w:abstractNumId w:val="20"/>
  </w:num>
  <w:num w:numId="25" w16cid:durableId="1039861810">
    <w:abstractNumId w:val="17"/>
  </w:num>
  <w:num w:numId="26" w16cid:durableId="1078330489">
    <w:abstractNumId w:val="29"/>
  </w:num>
  <w:num w:numId="27" w16cid:durableId="809248853">
    <w:abstractNumId w:val="24"/>
  </w:num>
  <w:num w:numId="28" w16cid:durableId="1445078193">
    <w:abstractNumId w:val="33"/>
  </w:num>
  <w:num w:numId="29" w16cid:durableId="271403450">
    <w:abstractNumId w:val="14"/>
  </w:num>
  <w:num w:numId="30" w16cid:durableId="1855997202">
    <w:abstractNumId w:val="8"/>
  </w:num>
  <w:num w:numId="31" w16cid:durableId="642924327">
    <w:abstractNumId w:val="31"/>
  </w:num>
  <w:num w:numId="32" w16cid:durableId="1653020001">
    <w:abstractNumId w:val="37"/>
  </w:num>
  <w:num w:numId="33" w16cid:durableId="1234394600">
    <w:abstractNumId w:val="25"/>
  </w:num>
  <w:num w:numId="34" w16cid:durableId="519903879">
    <w:abstractNumId w:val="10"/>
  </w:num>
  <w:num w:numId="35" w16cid:durableId="1560944182">
    <w:abstractNumId w:val="7"/>
  </w:num>
  <w:num w:numId="36" w16cid:durableId="885263982">
    <w:abstractNumId w:val="23"/>
  </w:num>
  <w:num w:numId="37" w16cid:durableId="1476920327">
    <w:abstractNumId w:val="12"/>
  </w:num>
  <w:num w:numId="38" w16cid:durableId="490759294">
    <w:abstractNumId w:val="21"/>
  </w:num>
  <w:num w:numId="39" w16cid:durableId="191111306">
    <w:abstractNumId w:val="5"/>
  </w:num>
  <w:num w:numId="40" w16cid:durableId="181070331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65F"/>
    <w:rsid w:val="000013F8"/>
    <w:rsid w:val="0000247C"/>
    <w:rsid w:val="000038DF"/>
    <w:rsid w:val="000046DD"/>
    <w:rsid w:val="00005770"/>
    <w:rsid w:val="00005895"/>
    <w:rsid w:val="000072E4"/>
    <w:rsid w:val="00007649"/>
    <w:rsid w:val="000136FC"/>
    <w:rsid w:val="00015500"/>
    <w:rsid w:val="00017E53"/>
    <w:rsid w:val="00017F18"/>
    <w:rsid w:val="00021B83"/>
    <w:rsid w:val="00022836"/>
    <w:rsid w:val="00023B74"/>
    <w:rsid w:val="00024991"/>
    <w:rsid w:val="00024FD0"/>
    <w:rsid w:val="00030845"/>
    <w:rsid w:val="00031129"/>
    <w:rsid w:val="000363E0"/>
    <w:rsid w:val="00036C08"/>
    <w:rsid w:val="000370E5"/>
    <w:rsid w:val="0003787C"/>
    <w:rsid w:val="00037AC9"/>
    <w:rsid w:val="00040E61"/>
    <w:rsid w:val="00040F68"/>
    <w:rsid w:val="0004160C"/>
    <w:rsid w:val="00041C58"/>
    <w:rsid w:val="00043902"/>
    <w:rsid w:val="00043919"/>
    <w:rsid w:val="00043DB2"/>
    <w:rsid w:val="00045664"/>
    <w:rsid w:val="00047382"/>
    <w:rsid w:val="0005009F"/>
    <w:rsid w:val="00050941"/>
    <w:rsid w:val="000520FA"/>
    <w:rsid w:val="00053A5D"/>
    <w:rsid w:val="00053BC9"/>
    <w:rsid w:val="00053E56"/>
    <w:rsid w:val="000554FC"/>
    <w:rsid w:val="000569CA"/>
    <w:rsid w:val="00060E7D"/>
    <w:rsid w:val="00060F2A"/>
    <w:rsid w:val="00062751"/>
    <w:rsid w:val="00066928"/>
    <w:rsid w:val="000675AA"/>
    <w:rsid w:val="00072C69"/>
    <w:rsid w:val="00072F6B"/>
    <w:rsid w:val="00073213"/>
    <w:rsid w:val="00075593"/>
    <w:rsid w:val="00075810"/>
    <w:rsid w:val="00081BA9"/>
    <w:rsid w:val="000845A9"/>
    <w:rsid w:val="00084BAC"/>
    <w:rsid w:val="00086980"/>
    <w:rsid w:val="00087654"/>
    <w:rsid w:val="00087D90"/>
    <w:rsid w:val="00092E64"/>
    <w:rsid w:val="00093683"/>
    <w:rsid w:val="00095A31"/>
    <w:rsid w:val="00095B7D"/>
    <w:rsid w:val="000A1883"/>
    <w:rsid w:val="000A1989"/>
    <w:rsid w:val="000A2CE6"/>
    <w:rsid w:val="000A4048"/>
    <w:rsid w:val="000A4840"/>
    <w:rsid w:val="000A4D6E"/>
    <w:rsid w:val="000A65EE"/>
    <w:rsid w:val="000A69C3"/>
    <w:rsid w:val="000B3C90"/>
    <w:rsid w:val="000B4A17"/>
    <w:rsid w:val="000B552E"/>
    <w:rsid w:val="000B556F"/>
    <w:rsid w:val="000B7160"/>
    <w:rsid w:val="000B74A2"/>
    <w:rsid w:val="000B7F35"/>
    <w:rsid w:val="000C17EC"/>
    <w:rsid w:val="000C2305"/>
    <w:rsid w:val="000C5C11"/>
    <w:rsid w:val="000C6AFE"/>
    <w:rsid w:val="000D0084"/>
    <w:rsid w:val="000D266E"/>
    <w:rsid w:val="000D318D"/>
    <w:rsid w:val="000D77D2"/>
    <w:rsid w:val="000D7CFA"/>
    <w:rsid w:val="000E015E"/>
    <w:rsid w:val="000E1925"/>
    <w:rsid w:val="000E1A45"/>
    <w:rsid w:val="000E2F55"/>
    <w:rsid w:val="000E58E7"/>
    <w:rsid w:val="000F09BF"/>
    <w:rsid w:val="000F0B8F"/>
    <w:rsid w:val="000F26B6"/>
    <w:rsid w:val="000F2BFF"/>
    <w:rsid w:val="000F315B"/>
    <w:rsid w:val="000F317A"/>
    <w:rsid w:val="000F378D"/>
    <w:rsid w:val="000F3D34"/>
    <w:rsid w:val="000F3FC4"/>
    <w:rsid w:val="000F7BD5"/>
    <w:rsid w:val="00104705"/>
    <w:rsid w:val="001047E3"/>
    <w:rsid w:val="00104BDB"/>
    <w:rsid w:val="001063A9"/>
    <w:rsid w:val="001065DC"/>
    <w:rsid w:val="0010738E"/>
    <w:rsid w:val="00107985"/>
    <w:rsid w:val="00107AE4"/>
    <w:rsid w:val="0011436E"/>
    <w:rsid w:val="00116911"/>
    <w:rsid w:val="00117994"/>
    <w:rsid w:val="001216CD"/>
    <w:rsid w:val="00122076"/>
    <w:rsid w:val="0012398D"/>
    <w:rsid w:val="0012622A"/>
    <w:rsid w:val="001263CE"/>
    <w:rsid w:val="0012662B"/>
    <w:rsid w:val="00126CC1"/>
    <w:rsid w:val="00127D4C"/>
    <w:rsid w:val="00130132"/>
    <w:rsid w:val="0013120C"/>
    <w:rsid w:val="00131D01"/>
    <w:rsid w:val="00131D22"/>
    <w:rsid w:val="00131D86"/>
    <w:rsid w:val="00132603"/>
    <w:rsid w:val="00133211"/>
    <w:rsid w:val="00135B3A"/>
    <w:rsid w:val="00135E97"/>
    <w:rsid w:val="0013767C"/>
    <w:rsid w:val="00140574"/>
    <w:rsid w:val="001413D0"/>
    <w:rsid w:val="001418A4"/>
    <w:rsid w:val="00141D96"/>
    <w:rsid w:val="0014248D"/>
    <w:rsid w:val="00143171"/>
    <w:rsid w:val="00145D07"/>
    <w:rsid w:val="0014738D"/>
    <w:rsid w:val="00147686"/>
    <w:rsid w:val="00151744"/>
    <w:rsid w:val="00153DAC"/>
    <w:rsid w:val="0015431E"/>
    <w:rsid w:val="0015519C"/>
    <w:rsid w:val="001562C2"/>
    <w:rsid w:val="00160D46"/>
    <w:rsid w:val="0016379D"/>
    <w:rsid w:val="0016382A"/>
    <w:rsid w:val="001646B9"/>
    <w:rsid w:val="001647E0"/>
    <w:rsid w:val="00164DD6"/>
    <w:rsid w:val="00167793"/>
    <w:rsid w:val="00167976"/>
    <w:rsid w:val="001747EA"/>
    <w:rsid w:val="00174A8F"/>
    <w:rsid w:val="00175B08"/>
    <w:rsid w:val="00176114"/>
    <w:rsid w:val="00176999"/>
    <w:rsid w:val="00177220"/>
    <w:rsid w:val="00180888"/>
    <w:rsid w:val="00180923"/>
    <w:rsid w:val="001819B2"/>
    <w:rsid w:val="00182E20"/>
    <w:rsid w:val="00183A17"/>
    <w:rsid w:val="00183ADA"/>
    <w:rsid w:val="00183BB5"/>
    <w:rsid w:val="00184A84"/>
    <w:rsid w:val="00184E3E"/>
    <w:rsid w:val="00187444"/>
    <w:rsid w:val="00190F87"/>
    <w:rsid w:val="00192359"/>
    <w:rsid w:val="00193380"/>
    <w:rsid w:val="001939A1"/>
    <w:rsid w:val="001A0263"/>
    <w:rsid w:val="001A04A4"/>
    <w:rsid w:val="001A2BA0"/>
    <w:rsid w:val="001A2D26"/>
    <w:rsid w:val="001A432A"/>
    <w:rsid w:val="001A4D8C"/>
    <w:rsid w:val="001B02A1"/>
    <w:rsid w:val="001B21C0"/>
    <w:rsid w:val="001B3731"/>
    <w:rsid w:val="001B3A47"/>
    <w:rsid w:val="001B6477"/>
    <w:rsid w:val="001B7087"/>
    <w:rsid w:val="001C132E"/>
    <w:rsid w:val="001C3474"/>
    <w:rsid w:val="001C46E2"/>
    <w:rsid w:val="001C748D"/>
    <w:rsid w:val="001C799B"/>
    <w:rsid w:val="001C7CDA"/>
    <w:rsid w:val="001D04B5"/>
    <w:rsid w:val="001D0F4A"/>
    <w:rsid w:val="001D3C4A"/>
    <w:rsid w:val="001D481D"/>
    <w:rsid w:val="001D496D"/>
    <w:rsid w:val="001D5EAA"/>
    <w:rsid w:val="001D65CB"/>
    <w:rsid w:val="001E104F"/>
    <w:rsid w:val="001E157E"/>
    <w:rsid w:val="001E1F8A"/>
    <w:rsid w:val="001E29F9"/>
    <w:rsid w:val="001E47EC"/>
    <w:rsid w:val="001E66DF"/>
    <w:rsid w:val="001E6F6C"/>
    <w:rsid w:val="001E7ACC"/>
    <w:rsid w:val="001F1833"/>
    <w:rsid w:val="001F4407"/>
    <w:rsid w:val="001F4662"/>
    <w:rsid w:val="001F46AF"/>
    <w:rsid w:val="001F4C63"/>
    <w:rsid w:val="001F5B90"/>
    <w:rsid w:val="001F5EEC"/>
    <w:rsid w:val="001F63A2"/>
    <w:rsid w:val="001F6C19"/>
    <w:rsid w:val="001F7510"/>
    <w:rsid w:val="001F7938"/>
    <w:rsid w:val="001F7D2C"/>
    <w:rsid w:val="00200012"/>
    <w:rsid w:val="00202F6A"/>
    <w:rsid w:val="00204FDC"/>
    <w:rsid w:val="00206479"/>
    <w:rsid w:val="00210437"/>
    <w:rsid w:val="00210883"/>
    <w:rsid w:val="00212204"/>
    <w:rsid w:val="002134DB"/>
    <w:rsid w:val="00214CB9"/>
    <w:rsid w:val="002150A0"/>
    <w:rsid w:val="0021510A"/>
    <w:rsid w:val="002179DE"/>
    <w:rsid w:val="00222E6D"/>
    <w:rsid w:val="00223D02"/>
    <w:rsid w:val="002277A1"/>
    <w:rsid w:val="002305A9"/>
    <w:rsid w:val="002336AD"/>
    <w:rsid w:val="002359AB"/>
    <w:rsid w:val="00236C16"/>
    <w:rsid w:val="00237CC1"/>
    <w:rsid w:val="00246A76"/>
    <w:rsid w:val="00247DE7"/>
    <w:rsid w:val="00250B4A"/>
    <w:rsid w:val="002512A3"/>
    <w:rsid w:val="002550FA"/>
    <w:rsid w:val="00256852"/>
    <w:rsid w:val="002568FF"/>
    <w:rsid w:val="0026113E"/>
    <w:rsid w:val="002612F7"/>
    <w:rsid w:val="00264C97"/>
    <w:rsid w:val="00266E71"/>
    <w:rsid w:val="00266F33"/>
    <w:rsid w:val="00267566"/>
    <w:rsid w:val="00271692"/>
    <w:rsid w:val="00271AFE"/>
    <w:rsid w:val="00277EC1"/>
    <w:rsid w:val="00280D6D"/>
    <w:rsid w:val="002814F2"/>
    <w:rsid w:val="0028290C"/>
    <w:rsid w:val="00286FA2"/>
    <w:rsid w:val="002872DB"/>
    <w:rsid w:val="00290D8F"/>
    <w:rsid w:val="00292338"/>
    <w:rsid w:val="00292A62"/>
    <w:rsid w:val="00294EFE"/>
    <w:rsid w:val="00295316"/>
    <w:rsid w:val="002953AA"/>
    <w:rsid w:val="00296EF4"/>
    <w:rsid w:val="002A0B4C"/>
    <w:rsid w:val="002A2ADC"/>
    <w:rsid w:val="002A4FCE"/>
    <w:rsid w:val="002A5055"/>
    <w:rsid w:val="002A5BC9"/>
    <w:rsid w:val="002A6814"/>
    <w:rsid w:val="002A70E4"/>
    <w:rsid w:val="002A747D"/>
    <w:rsid w:val="002A752C"/>
    <w:rsid w:val="002B1436"/>
    <w:rsid w:val="002B1D87"/>
    <w:rsid w:val="002B2D1A"/>
    <w:rsid w:val="002B392C"/>
    <w:rsid w:val="002C086F"/>
    <w:rsid w:val="002C13F6"/>
    <w:rsid w:val="002C499D"/>
    <w:rsid w:val="002C4B83"/>
    <w:rsid w:val="002C6542"/>
    <w:rsid w:val="002C6B2C"/>
    <w:rsid w:val="002C6E63"/>
    <w:rsid w:val="002D0DFF"/>
    <w:rsid w:val="002D297C"/>
    <w:rsid w:val="002D7E7E"/>
    <w:rsid w:val="002E0AF0"/>
    <w:rsid w:val="002E1650"/>
    <w:rsid w:val="002E247F"/>
    <w:rsid w:val="002E3F20"/>
    <w:rsid w:val="002E414C"/>
    <w:rsid w:val="002E6A2C"/>
    <w:rsid w:val="002E7DEB"/>
    <w:rsid w:val="002F053D"/>
    <w:rsid w:val="002F07D9"/>
    <w:rsid w:val="002F5FF4"/>
    <w:rsid w:val="002F7AFB"/>
    <w:rsid w:val="0030102E"/>
    <w:rsid w:val="003019BC"/>
    <w:rsid w:val="003040EF"/>
    <w:rsid w:val="00305EF2"/>
    <w:rsid w:val="00306392"/>
    <w:rsid w:val="00306926"/>
    <w:rsid w:val="00306B96"/>
    <w:rsid w:val="00312A47"/>
    <w:rsid w:val="003172FA"/>
    <w:rsid w:val="00317899"/>
    <w:rsid w:val="00320F16"/>
    <w:rsid w:val="00321DF8"/>
    <w:rsid w:val="00324361"/>
    <w:rsid w:val="00325A22"/>
    <w:rsid w:val="00326E5D"/>
    <w:rsid w:val="00330E81"/>
    <w:rsid w:val="00333456"/>
    <w:rsid w:val="003338EF"/>
    <w:rsid w:val="00334574"/>
    <w:rsid w:val="00335ABE"/>
    <w:rsid w:val="00335B60"/>
    <w:rsid w:val="00340545"/>
    <w:rsid w:val="00340AA4"/>
    <w:rsid w:val="00342ADF"/>
    <w:rsid w:val="00342E37"/>
    <w:rsid w:val="00343338"/>
    <w:rsid w:val="003433AF"/>
    <w:rsid w:val="00344BE6"/>
    <w:rsid w:val="00345435"/>
    <w:rsid w:val="00345EE5"/>
    <w:rsid w:val="00346086"/>
    <w:rsid w:val="00346F90"/>
    <w:rsid w:val="00351218"/>
    <w:rsid w:val="00353BB1"/>
    <w:rsid w:val="00355219"/>
    <w:rsid w:val="00356043"/>
    <w:rsid w:val="00356D95"/>
    <w:rsid w:val="00357FCD"/>
    <w:rsid w:val="00360518"/>
    <w:rsid w:val="00360D59"/>
    <w:rsid w:val="00362DC1"/>
    <w:rsid w:val="00364420"/>
    <w:rsid w:val="003652CC"/>
    <w:rsid w:val="00365CE8"/>
    <w:rsid w:val="003660EB"/>
    <w:rsid w:val="00367E52"/>
    <w:rsid w:val="00370788"/>
    <w:rsid w:val="00370961"/>
    <w:rsid w:val="00371B5B"/>
    <w:rsid w:val="00372371"/>
    <w:rsid w:val="00372CFE"/>
    <w:rsid w:val="003734F5"/>
    <w:rsid w:val="00375B43"/>
    <w:rsid w:val="00376B66"/>
    <w:rsid w:val="00376B7D"/>
    <w:rsid w:val="00376DF4"/>
    <w:rsid w:val="00377EF4"/>
    <w:rsid w:val="0038228A"/>
    <w:rsid w:val="00386207"/>
    <w:rsid w:val="00386524"/>
    <w:rsid w:val="00387F4C"/>
    <w:rsid w:val="0039293A"/>
    <w:rsid w:val="00394BB9"/>
    <w:rsid w:val="00394DC8"/>
    <w:rsid w:val="003963EB"/>
    <w:rsid w:val="003978BF"/>
    <w:rsid w:val="003A0EE0"/>
    <w:rsid w:val="003A1BEE"/>
    <w:rsid w:val="003A1C7C"/>
    <w:rsid w:val="003A20F4"/>
    <w:rsid w:val="003A21F4"/>
    <w:rsid w:val="003A2CC5"/>
    <w:rsid w:val="003A3E91"/>
    <w:rsid w:val="003A4F71"/>
    <w:rsid w:val="003A53FD"/>
    <w:rsid w:val="003A6235"/>
    <w:rsid w:val="003A7095"/>
    <w:rsid w:val="003B1646"/>
    <w:rsid w:val="003B1FDA"/>
    <w:rsid w:val="003B2360"/>
    <w:rsid w:val="003B2CF2"/>
    <w:rsid w:val="003B5034"/>
    <w:rsid w:val="003B5BF9"/>
    <w:rsid w:val="003B6EB1"/>
    <w:rsid w:val="003C0BF1"/>
    <w:rsid w:val="003C2423"/>
    <w:rsid w:val="003C29A0"/>
    <w:rsid w:val="003C5DCA"/>
    <w:rsid w:val="003C6211"/>
    <w:rsid w:val="003D092E"/>
    <w:rsid w:val="003D1D1D"/>
    <w:rsid w:val="003D2246"/>
    <w:rsid w:val="003D55E1"/>
    <w:rsid w:val="003D59F7"/>
    <w:rsid w:val="003D59FF"/>
    <w:rsid w:val="003D5CCE"/>
    <w:rsid w:val="003E1797"/>
    <w:rsid w:val="003E2C8F"/>
    <w:rsid w:val="003E3377"/>
    <w:rsid w:val="003E37E0"/>
    <w:rsid w:val="003E43FF"/>
    <w:rsid w:val="003E6A46"/>
    <w:rsid w:val="003F1AD3"/>
    <w:rsid w:val="003F284F"/>
    <w:rsid w:val="003F2B31"/>
    <w:rsid w:val="003F500C"/>
    <w:rsid w:val="003F5067"/>
    <w:rsid w:val="003F6383"/>
    <w:rsid w:val="003F7BD8"/>
    <w:rsid w:val="00400233"/>
    <w:rsid w:val="00400BFA"/>
    <w:rsid w:val="00402FBF"/>
    <w:rsid w:val="004057D9"/>
    <w:rsid w:val="004064C1"/>
    <w:rsid w:val="00411672"/>
    <w:rsid w:val="004146A5"/>
    <w:rsid w:val="00414C0A"/>
    <w:rsid w:val="004159CD"/>
    <w:rsid w:val="00416277"/>
    <w:rsid w:val="00416B49"/>
    <w:rsid w:val="00417AAA"/>
    <w:rsid w:val="004246C6"/>
    <w:rsid w:val="00424C01"/>
    <w:rsid w:val="00426033"/>
    <w:rsid w:val="004263D3"/>
    <w:rsid w:val="004269F7"/>
    <w:rsid w:val="00426E69"/>
    <w:rsid w:val="00433814"/>
    <w:rsid w:val="0043577A"/>
    <w:rsid w:val="00436937"/>
    <w:rsid w:val="00437FA1"/>
    <w:rsid w:val="0044101F"/>
    <w:rsid w:val="004418FE"/>
    <w:rsid w:val="0044242F"/>
    <w:rsid w:val="00444696"/>
    <w:rsid w:val="00444745"/>
    <w:rsid w:val="00445195"/>
    <w:rsid w:val="00445358"/>
    <w:rsid w:val="0045065A"/>
    <w:rsid w:val="0045224D"/>
    <w:rsid w:val="00453C4F"/>
    <w:rsid w:val="0045466A"/>
    <w:rsid w:val="00456D50"/>
    <w:rsid w:val="00461316"/>
    <w:rsid w:val="0046165A"/>
    <w:rsid w:val="00461E8D"/>
    <w:rsid w:val="0046214C"/>
    <w:rsid w:val="00462A14"/>
    <w:rsid w:val="00463C70"/>
    <w:rsid w:val="0046537C"/>
    <w:rsid w:val="0046573B"/>
    <w:rsid w:val="0046628B"/>
    <w:rsid w:val="00466605"/>
    <w:rsid w:val="00467237"/>
    <w:rsid w:val="00467708"/>
    <w:rsid w:val="004678F3"/>
    <w:rsid w:val="00471787"/>
    <w:rsid w:val="0047310B"/>
    <w:rsid w:val="004741AD"/>
    <w:rsid w:val="00475505"/>
    <w:rsid w:val="0048043F"/>
    <w:rsid w:val="0048334F"/>
    <w:rsid w:val="00483898"/>
    <w:rsid w:val="00483BD7"/>
    <w:rsid w:val="004844C3"/>
    <w:rsid w:val="00484E1D"/>
    <w:rsid w:val="00485F81"/>
    <w:rsid w:val="00491DAF"/>
    <w:rsid w:val="0049301E"/>
    <w:rsid w:val="00493146"/>
    <w:rsid w:val="00493936"/>
    <w:rsid w:val="004942B3"/>
    <w:rsid w:val="0049442A"/>
    <w:rsid w:val="00496BDC"/>
    <w:rsid w:val="004973BF"/>
    <w:rsid w:val="004A0E9A"/>
    <w:rsid w:val="004A436D"/>
    <w:rsid w:val="004A6957"/>
    <w:rsid w:val="004B09B1"/>
    <w:rsid w:val="004B0E9A"/>
    <w:rsid w:val="004B1CAA"/>
    <w:rsid w:val="004B60BD"/>
    <w:rsid w:val="004B6465"/>
    <w:rsid w:val="004B79E7"/>
    <w:rsid w:val="004C164A"/>
    <w:rsid w:val="004C1BFA"/>
    <w:rsid w:val="004C2CEB"/>
    <w:rsid w:val="004C3287"/>
    <w:rsid w:val="004C4A7D"/>
    <w:rsid w:val="004C5587"/>
    <w:rsid w:val="004D0BB9"/>
    <w:rsid w:val="004E1F11"/>
    <w:rsid w:val="004E2053"/>
    <w:rsid w:val="004E25D7"/>
    <w:rsid w:val="004E59E9"/>
    <w:rsid w:val="004E5CB3"/>
    <w:rsid w:val="004E5E8C"/>
    <w:rsid w:val="004E6441"/>
    <w:rsid w:val="004E790C"/>
    <w:rsid w:val="004F2800"/>
    <w:rsid w:val="004F3656"/>
    <w:rsid w:val="004F4818"/>
    <w:rsid w:val="005001A7"/>
    <w:rsid w:val="00504553"/>
    <w:rsid w:val="005049EB"/>
    <w:rsid w:val="00505DE5"/>
    <w:rsid w:val="005064E0"/>
    <w:rsid w:val="00512926"/>
    <w:rsid w:val="00514C16"/>
    <w:rsid w:val="00515695"/>
    <w:rsid w:val="00515E17"/>
    <w:rsid w:val="005167E0"/>
    <w:rsid w:val="00517A57"/>
    <w:rsid w:val="0052175D"/>
    <w:rsid w:val="005234F1"/>
    <w:rsid w:val="00527E91"/>
    <w:rsid w:val="00530B3E"/>
    <w:rsid w:val="00530CFF"/>
    <w:rsid w:val="005319D6"/>
    <w:rsid w:val="0053380F"/>
    <w:rsid w:val="005343B3"/>
    <w:rsid w:val="0053476E"/>
    <w:rsid w:val="005348FF"/>
    <w:rsid w:val="00535F38"/>
    <w:rsid w:val="005402E0"/>
    <w:rsid w:val="005436AD"/>
    <w:rsid w:val="005439E5"/>
    <w:rsid w:val="005452BB"/>
    <w:rsid w:val="00545C23"/>
    <w:rsid w:val="00553D4C"/>
    <w:rsid w:val="0055406E"/>
    <w:rsid w:val="005549C7"/>
    <w:rsid w:val="00556CF7"/>
    <w:rsid w:val="005640E7"/>
    <w:rsid w:val="00567143"/>
    <w:rsid w:val="00571AB7"/>
    <w:rsid w:val="005754C8"/>
    <w:rsid w:val="00575AEB"/>
    <w:rsid w:val="0057608D"/>
    <w:rsid w:val="005774B5"/>
    <w:rsid w:val="00580A62"/>
    <w:rsid w:val="00581359"/>
    <w:rsid w:val="005815ED"/>
    <w:rsid w:val="00582883"/>
    <w:rsid w:val="00585212"/>
    <w:rsid w:val="005858FE"/>
    <w:rsid w:val="00587E80"/>
    <w:rsid w:val="005908E9"/>
    <w:rsid w:val="00595514"/>
    <w:rsid w:val="005956FC"/>
    <w:rsid w:val="005969C9"/>
    <w:rsid w:val="005A301B"/>
    <w:rsid w:val="005A4C96"/>
    <w:rsid w:val="005A55B0"/>
    <w:rsid w:val="005A62B8"/>
    <w:rsid w:val="005A79C7"/>
    <w:rsid w:val="005B0429"/>
    <w:rsid w:val="005B0435"/>
    <w:rsid w:val="005B0B9E"/>
    <w:rsid w:val="005B1EAF"/>
    <w:rsid w:val="005B26EE"/>
    <w:rsid w:val="005B32A3"/>
    <w:rsid w:val="005B4349"/>
    <w:rsid w:val="005B48F5"/>
    <w:rsid w:val="005B5AF0"/>
    <w:rsid w:val="005B7645"/>
    <w:rsid w:val="005B7954"/>
    <w:rsid w:val="005C08AE"/>
    <w:rsid w:val="005C16F2"/>
    <w:rsid w:val="005C1F57"/>
    <w:rsid w:val="005C2120"/>
    <w:rsid w:val="005C55A6"/>
    <w:rsid w:val="005C581B"/>
    <w:rsid w:val="005D0D20"/>
    <w:rsid w:val="005D11CF"/>
    <w:rsid w:val="005D1C2B"/>
    <w:rsid w:val="005D3A80"/>
    <w:rsid w:val="005D4319"/>
    <w:rsid w:val="005D4F83"/>
    <w:rsid w:val="005D5DE8"/>
    <w:rsid w:val="005D7C59"/>
    <w:rsid w:val="005E0D92"/>
    <w:rsid w:val="005E1D6C"/>
    <w:rsid w:val="005E23B9"/>
    <w:rsid w:val="005E254F"/>
    <w:rsid w:val="005E5222"/>
    <w:rsid w:val="005E6077"/>
    <w:rsid w:val="005E7278"/>
    <w:rsid w:val="005E729F"/>
    <w:rsid w:val="005F255F"/>
    <w:rsid w:val="005F2C61"/>
    <w:rsid w:val="005F4CEC"/>
    <w:rsid w:val="00601263"/>
    <w:rsid w:val="006020DC"/>
    <w:rsid w:val="006036C0"/>
    <w:rsid w:val="006041D6"/>
    <w:rsid w:val="00604420"/>
    <w:rsid w:val="00604475"/>
    <w:rsid w:val="006054FA"/>
    <w:rsid w:val="006077F6"/>
    <w:rsid w:val="00611028"/>
    <w:rsid w:val="00612CC0"/>
    <w:rsid w:val="0061387F"/>
    <w:rsid w:val="00613BEC"/>
    <w:rsid w:val="00616E64"/>
    <w:rsid w:val="0061708B"/>
    <w:rsid w:val="00621CC9"/>
    <w:rsid w:val="00621ECC"/>
    <w:rsid w:val="00621FB2"/>
    <w:rsid w:val="00622094"/>
    <w:rsid w:val="006244CA"/>
    <w:rsid w:val="00624F77"/>
    <w:rsid w:val="006252F5"/>
    <w:rsid w:val="00625905"/>
    <w:rsid w:val="00626202"/>
    <w:rsid w:val="006304D4"/>
    <w:rsid w:val="006306CB"/>
    <w:rsid w:val="00630F59"/>
    <w:rsid w:val="006313A6"/>
    <w:rsid w:val="00632B01"/>
    <w:rsid w:val="00633C49"/>
    <w:rsid w:val="00637B37"/>
    <w:rsid w:val="00643450"/>
    <w:rsid w:val="006435D3"/>
    <w:rsid w:val="0064442F"/>
    <w:rsid w:val="00644988"/>
    <w:rsid w:val="0064500E"/>
    <w:rsid w:val="00647117"/>
    <w:rsid w:val="0064799A"/>
    <w:rsid w:val="006512D2"/>
    <w:rsid w:val="0065362E"/>
    <w:rsid w:val="006549F1"/>
    <w:rsid w:val="00655246"/>
    <w:rsid w:val="0066069D"/>
    <w:rsid w:val="00661637"/>
    <w:rsid w:val="00661F6D"/>
    <w:rsid w:val="006625C2"/>
    <w:rsid w:val="006626BF"/>
    <w:rsid w:val="00664AD9"/>
    <w:rsid w:val="00666EC7"/>
    <w:rsid w:val="00667F37"/>
    <w:rsid w:val="00670050"/>
    <w:rsid w:val="00670F7B"/>
    <w:rsid w:val="006716F1"/>
    <w:rsid w:val="0067195D"/>
    <w:rsid w:val="00672A8A"/>
    <w:rsid w:val="00672E6E"/>
    <w:rsid w:val="00673299"/>
    <w:rsid w:val="0067360D"/>
    <w:rsid w:val="0067795E"/>
    <w:rsid w:val="00677EF7"/>
    <w:rsid w:val="00683C2B"/>
    <w:rsid w:val="0068506F"/>
    <w:rsid w:val="00685183"/>
    <w:rsid w:val="006851A0"/>
    <w:rsid w:val="006915FD"/>
    <w:rsid w:val="00692691"/>
    <w:rsid w:val="00692AA7"/>
    <w:rsid w:val="006964E7"/>
    <w:rsid w:val="00696A12"/>
    <w:rsid w:val="0069728D"/>
    <w:rsid w:val="0069781B"/>
    <w:rsid w:val="006A1531"/>
    <w:rsid w:val="006A1733"/>
    <w:rsid w:val="006A2CF9"/>
    <w:rsid w:val="006A4464"/>
    <w:rsid w:val="006A634B"/>
    <w:rsid w:val="006B1325"/>
    <w:rsid w:val="006B300C"/>
    <w:rsid w:val="006B3F8E"/>
    <w:rsid w:val="006B6C37"/>
    <w:rsid w:val="006C3719"/>
    <w:rsid w:val="006C51AA"/>
    <w:rsid w:val="006C5ACA"/>
    <w:rsid w:val="006D1368"/>
    <w:rsid w:val="006D2434"/>
    <w:rsid w:val="006D37CE"/>
    <w:rsid w:val="006D3E58"/>
    <w:rsid w:val="006D4935"/>
    <w:rsid w:val="006D6840"/>
    <w:rsid w:val="006D6FD9"/>
    <w:rsid w:val="006D7456"/>
    <w:rsid w:val="006E0639"/>
    <w:rsid w:val="006E32B5"/>
    <w:rsid w:val="006E3415"/>
    <w:rsid w:val="006E3E4F"/>
    <w:rsid w:val="006E4FF5"/>
    <w:rsid w:val="006E68C6"/>
    <w:rsid w:val="006E7C26"/>
    <w:rsid w:val="006F08A2"/>
    <w:rsid w:val="006F0C51"/>
    <w:rsid w:val="006F17CC"/>
    <w:rsid w:val="006F2095"/>
    <w:rsid w:val="006F530E"/>
    <w:rsid w:val="006F5D21"/>
    <w:rsid w:val="006F6D26"/>
    <w:rsid w:val="00702689"/>
    <w:rsid w:val="007034B4"/>
    <w:rsid w:val="007040FB"/>
    <w:rsid w:val="00706FE3"/>
    <w:rsid w:val="00711814"/>
    <w:rsid w:val="007158A4"/>
    <w:rsid w:val="00716E8E"/>
    <w:rsid w:val="007209BC"/>
    <w:rsid w:val="0072125D"/>
    <w:rsid w:val="007213A0"/>
    <w:rsid w:val="0072360C"/>
    <w:rsid w:val="00723C4B"/>
    <w:rsid w:val="0072472A"/>
    <w:rsid w:val="007260A7"/>
    <w:rsid w:val="007279A0"/>
    <w:rsid w:val="00730E81"/>
    <w:rsid w:val="00732E6C"/>
    <w:rsid w:val="007338E4"/>
    <w:rsid w:val="00735924"/>
    <w:rsid w:val="007365B5"/>
    <w:rsid w:val="007375F6"/>
    <w:rsid w:val="00740B69"/>
    <w:rsid w:val="00740BB9"/>
    <w:rsid w:val="00741A93"/>
    <w:rsid w:val="00742127"/>
    <w:rsid w:val="00744E78"/>
    <w:rsid w:val="007453FC"/>
    <w:rsid w:val="007457AE"/>
    <w:rsid w:val="0074717C"/>
    <w:rsid w:val="007515BD"/>
    <w:rsid w:val="00752595"/>
    <w:rsid w:val="0075299A"/>
    <w:rsid w:val="00753321"/>
    <w:rsid w:val="00753C2A"/>
    <w:rsid w:val="00756055"/>
    <w:rsid w:val="00757A58"/>
    <w:rsid w:val="00762904"/>
    <w:rsid w:val="00762BC6"/>
    <w:rsid w:val="0076357D"/>
    <w:rsid w:val="0076414A"/>
    <w:rsid w:val="0076416A"/>
    <w:rsid w:val="00765A11"/>
    <w:rsid w:val="00765E4E"/>
    <w:rsid w:val="00770181"/>
    <w:rsid w:val="00770509"/>
    <w:rsid w:val="00770E25"/>
    <w:rsid w:val="00770F42"/>
    <w:rsid w:val="00772A71"/>
    <w:rsid w:val="00773363"/>
    <w:rsid w:val="007733F7"/>
    <w:rsid w:val="00773D28"/>
    <w:rsid w:val="00777297"/>
    <w:rsid w:val="00777648"/>
    <w:rsid w:val="007777D2"/>
    <w:rsid w:val="00777C2F"/>
    <w:rsid w:val="00781271"/>
    <w:rsid w:val="00782E31"/>
    <w:rsid w:val="00783EB3"/>
    <w:rsid w:val="0078405F"/>
    <w:rsid w:val="00787FDC"/>
    <w:rsid w:val="00790643"/>
    <w:rsid w:val="00790FE0"/>
    <w:rsid w:val="00793819"/>
    <w:rsid w:val="007965FA"/>
    <w:rsid w:val="007A34A7"/>
    <w:rsid w:val="007A3E06"/>
    <w:rsid w:val="007A79C1"/>
    <w:rsid w:val="007A7A90"/>
    <w:rsid w:val="007B036A"/>
    <w:rsid w:val="007B06C7"/>
    <w:rsid w:val="007B2154"/>
    <w:rsid w:val="007B3000"/>
    <w:rsid w:val="007B32E4"/>
    <w:rsid w:val="007B3468"/>
    <w:rsid w:val="007B40D4"/>
    <w:rsid w:val="007B47DB"/>
    <w:rsid w:val="007B4F06"/>
    <w:rsid w:val="007B6D4B"/>
    <w:rsid w:val="007B7726"/>
    <w:rsid w:val="007C34AB"/>
    <w:rsid w:val="007C39E7"/>
    <w:rsid w:val="007C42D1"/>
    <w:rsid w:val="007C4D30"/>
    <w:rsid w:val="007C5CE7"/>
    <w:rsid w:val="007C7273"/>
    <w:rsid w:val="007D050B"/>
    <w:rsid w:val="007D2C4F"/>
    <w:rsid w:val="007D2D39"/>
    <w:rsid w:val="007D386E"/>
    <w:rsid w:val="007D3BB9"/>
    <w:rsid w:val="007D4521"/>
    <w:rsid w:val="007D49D6"/>
    <w:rsid w:val="007D4B55"/>
    <w:rsid w:val="007D751F"/>
    <w:rsid w:val="007E0138"/>
    <w:rsid w:val="007E04DA"/>
    <w:rsid w:val="007E0FD1"/>
    <w:rsid w:val="007E27CB"/>
    <w:rsid w:val="007E3C2A"/>
    <w:rsid w:val="007E7CE9"/>
    <w:rsid w:val="007E7D42"/>
    <w:rsid w:val="007F07CF"/>
    <w:rsid w:val="007F2927"/>
    <w:rsid w:val="007F49D9"/>
    <w:rsid w:val="007F5552"/>
    <w:rsid w:val="007F6202"/>
    <w:rsid w:val="00803C02"/>
    <w:rsid w:val="008062D7"/>
    <w:rsid w:val="008108A2"/>
    <w:rsid w:val="00811D2B"/>
    <w:rsid w:val="00815BC5"/>
    <w:rsid w:val="00816B17"/>
    <w:rsid w:val="0081727E"/>
    <w:rsid w:val="008203CA"/>
    <w:rsid w:val="00820AFF"/>
    <w:rsid w:val="00821683"/>
    <w:rsid w:val="0082187B"/>
    <w:rsid w:val="0082275F"/>
    <w:rsid w:val="00823D6F"/>
    <w:rsid w:val="00825581"/>
    <w:rsid w:val="0082583B"/>
    <w:rsid w:val="00830647"/>
    <w:rsid w:val="0083308F"/>
    <w:rsid w:val="00835667"/>
    <w:rsid w:val="00836006"/>
    <w:rsid w:val="00842F21"/>
    <w:rsid w:val="00843619"/>
    <w:rsid w:val="00843E73"/>
    <w:rsid w:val="0084552E"/>
    <w:rsid w:val="00851BC4"/>
    <w:rsid w:val="008534EE"/>
    <w:rsid w:val="00854937"/>
    <w:rsid w:val="00855679"/>
    <w:rsid w:val="00860D36"/>
    <w:rsid w:val="00861C3B"/>
    <w:rsid w:val="00862CD4"/>
    <w:rsid w:val="008638D1"/>
    <w:rsid w:val="00865971"/>
    <w:rsid w:val="00866279"/>
    <w:rsid w:val="008702C2"/>
    <w:rsid w:val="00870C11"/>
    <w:rsid w:val="008715E8"/>
    <w:rsid w:val="008753F7"/>
    <w:rsid w:val="0087555E"/>
    <w:rsid w:val="00875920"/>
    <w:rsid w:val="0088112D"/>
    <w:rsid w:val="00881275"/>
    <w:rsid w:val="00883215"/>
    <w:rsid w:val="00887D2E"/>
    <w:rsid w:val="00890330"/>
    <w:rsid w:val="0089284D"/>
    <w:rsid w:val="0089337C"/>
    <w:rsid w:val="00893BB9"/>
    <w:rsid w:val="00894D3E"/>
    <w:rsid w:val="008970F4"/>
    <w:rsid w:val="008978BC"/>
    <w:rsid w:val="00897BA8"/>
    <w:rsid w:val="008A05FA"/>
    <w:rsid w:val="008A1624"/>
    <w:rsid w:val="008A1FB9"/>
    <w:rsid w:val="008A531F"/>
    <w:rsid w:val="008A56B3"/>
    <w:rsid w:val="008A5D6C"/>
    <w:rsid w:val="008A6876"/>
    <w:rsid w:val="008B488F"/>
    <w:rsid w:val="008B489B"/>
    <w:rsid w:val="008C09A5"/>
    <w:rsid w:val="008C2554"/>
    <w:rsid w:val="008C400D"/>
    <w:rsid w:val="008C4CC5"/>
    <w:rsid w:val="008C57EA"/>
    <w:rsid w:val="008C68D0"/>
    <w:rsid w:val="008D1A75"/>
    <w:rsid w:val="008D1DCF"/>
    <w:rsid w:val="008D1FEE"/>
    <w:rsid w:val="008D3936"/>
    <w:rsid w:val="008D57CE"/>
    <w:rsid w:val="008D6CBA"/>
    <w:rsid w:val="008D7EF8"/>
    <w:rsid w:val="008E01D0"/>
    <w:rsid w:val="008E209C"/>
    <w:rsid w:val="008E3B8C"/>
    <w:rsid w:val="008E6798"/>
    <w:rsid w:val="008E7230"/>
    <w:rsid w:val="008F10DE"/>
    <w:rsid w:val="008F227A"/>
    <w:rsid w:val="008F3794"/>
    <w:rsid w:val="008F51D4"/>
    <w:rsid w:val="008F7D09"/>
    <w:rsid w:val="008F7EAC"/>
    <w:rsid w:val="0090059C"/>
    <w:rsid w:val="0090351B"/>
    <w:rsid w:val="00906FB2"/>
    <w:rsid w:val="00907A43"/>
    <w:rsid w:val="00910600"/>
    <w:rsid w:val="009112EF"/>
    <w:rsid w:val="00911DBE"/>
    <w:rsid w:val="00912134"/>
    <w:rsid w:val="0091413B"/>
    <w:rsid w:val="00915819"/>
    <w:rsid w:val="00917326"/>
    <w:rsid w:val="0091745D"/>
    <w:rsid w:val="00917CE3"/>
    <w:rsid w:val="00921C88"/>
    <w:rsid w:val="0092717F"/>
    <w:rsid w:val="0093020F"/>
    <w:rsid w:val="00930D67"/>
    <w:rsid w:val="009348F3"/>
    <w:rsid w:val="00936DBB"/>
    <w:rsid w:val="0093746C"/>
    <w:rsid w:val="00940A57"/>
    <w:rsid w:val="00941774"/>
    <w:rsid w:val="00944CE5"/>
    <w:rsid w:val="009453F1"/>
    <w:rsid w:val="0094542B"/>
    <w:rsid w:val="00945954"/>
    <w:rsid w:val="00945FB2"/>
    <w:rsid w:val="00946656"/>
    <w:rsid w:val="009509BA"/>
    <w:rsid w:val="00950D77"/>
    <w:rsid w:val="00951D8A"/>
    <w:rsid w:val="009521E2"/>
    <w:rsid w:val="00952C25"/>
    <w:rsid w:val="0095636B"/>
    <w:rsid w:val="00957539"/>
    <w:rsid w:val="00957A70"/>
    <w:rsid w:val="00961926"/>
    <w:rsid w:val="009621C9"/>
    <w:rsid w:val="00963806"/>
    <w:rsid w:val="00963AA9"/>
    <w:rsid w:val="00964538"/>
    <w:rsid w:val="0096626C"/>
    <w:rsid w:val="00966668"/>
    <w:rsid w:val="009667E5"/>
    <w:rsid w:val="00970D97"/>
    <w:rsid w:val="00971E1B"/>
    <w:rsid w:val="009728D0"/>
    <w:rsid w:val="00975735"/>
    <w:rsid w:val="00976EFF"/>
    <w:rsid w:val="00980951"/>
    <w:rsid w:val="00980AA5"/>
    <w:rsid w:val="009825B9"/>
    <w:rsid w:val="00985A81"/>
    <w:rsid w:val="00986BD2"/>
    <w:rsid w:val="00990157"/>
    <w:rsid w:val="00992A20"/>
    <w:rsid w:val="00993887"/>
    <w:rsid w:val="009964E3"/>
    <w:rsid w:val="009968E5"/>
    <w:rsid w:val="009A1615"/>
    <w:rsid w:val="009A4D4E"/>
    <w:rsid w:val="009A6E92"/>
    <w:rsid w:val="009A7194"/>
    <w:rsid w:val="009B217A"/>
    <w:rsid w:val="009B2920"/>
    <w:rsid w:val="009B2C55"/>
    <w:rsid w:val="009C118E"/>
    <w:rsid w:val="009C3DCD"/>
    <w:rsid w:val="009C55AF"/>
    <w:rsid w:val="009C5A36"/>
    <w:rsid w:val="009C6BF6"/>
    <w:rsid w:val="009D2707"/>
    <w:rsid w:val="009D2F56"/>
    <w:rsid w:val="009D4F48"/>
    <w:rsid w:val="009D62CF"/>
    <w:rsid w:val="009D686A"/>
    <w:rsid w:val="009D7165"/>
    <w:rsid w:val="009E0AF3"/>
    <w:rsid w:val="009E1369"/>
    <w:rsid w:val="009E3BD0"/>
    <w:rsid w:val="009E4636"/>
    <w:rsid w:val="009E5823"/>
    <w:rsid w:val="009E5965"/>
    <w:rsid w:val="009E6042"/>
    <w:rsid w:val="009E6F56"/>
    <w:rsid w:val="009F0C23"/>
    <w:rsid w:val="009F102C"/>
    <w:rsid w:val="009F269B"/>
    <w:rsid w:val="009F3492"/>
    <w:rsid w:val="009F607D"/>
    <w:rsid w:val="009F7284"/>
    <w:rsid w:val="00A014F0"/>
    <w:rsid w:val="00A0371B"/>
    <w:rsid w:val="00A03B72"/>
    <w:rsid w:val="00A06167"/>
    <w:rsid w:val="00A0629D"/>
    <w:rsid w:val="00A073E3"/>
    <w:rsid w:val="00A0793D"/>
    <w:rsid w:val="00A10CF2"/>
    <w:rsid w:val="00A10EC9"/>
    <w:rsid w:val="00A11129"/>
    <w:rsid w:val="00A11C13"/>
    <w:rsid w:val="00A11E74"/>
    <w:rsid w:val="00A11F51"/>
    <w:rsid w:val="00A1450C"/>
    <w:rsid w:val="00A15875"/>
    <w:rsid w:val="00A15BB6"/>
    <w:rsid w:val="00A16E5B"/>
    <w:rsid w:val="00A20495"/>
    <w:rsid w:val="00A22E44"/>
    <w:rsid w:val="00A24983"/>
    <w:rsid w:val="00A26E2C"/>
    <w:rsid w:val="00A26FC0"/>
    <w:rsid w:val="00A2791A"/>
    <w:rsid w:val="00A304BF"/>
    <w:rsid w:val="00A31767"/>
    <w:rsid w:val="00A322C1"/>
    <w:rsid w:val="00A367FD"/>
    <w:rsid w:val="00A44F5C"/>
    <w:rsid w:val="00A45D03"/>
    <w:rsid w:val="00A4668B"/>
    <w:rsid w:val="00A47F2E"/>
    <w:rsid w:val="00A50338"/>
    <w:rsid w:val="00A5261D"/>
    <w:rsid w:val="00A53555"/>
    <w:rsid w:val="00A53F78"/>
    <w:rsid w:val="00A54A4A"/>
    <w:rsid w:val="00A56349"/>
    <w:rsid w:val="00A602A2"/>
    <w:rsid w:val="00A62898"/>
    <w:rsid w:val="00A65D66"/>
    <w:rsid w:val="00A6646E"/>
    <w:rsid w:val="00A718B7"/>
    <w:rsid w:val="00A748CA"/>
    <w:rsid w:val="00A7641F"/>
    <w:rsid w:val="00A84719"/>
    <w:rsid w:val="00A84846"/>
    <w:rsid w:val="00A86EAC"/>
    <w:rsid w:val="00A87DF7"/>
    <w:rsid w:val="00A92F73"/>
    <w:rsid w:val="00A92FD4"/>
    <w:rsid w:val="00A94634"/>
    <w:rsid w:val="00A9468C"/>
    <w:rsid w:val="00A97B1B"/>
    <w:rsid w:val="00AA0F6F"/>
    <w:rsid w:val="00AA2418"/>
    <w:rsid w:val="00AA3DE9"/>
    <w:rsid w:val="00AA44FD"/>
    <w:rsid w:val="00AA451E"/>
    <w:rsid w:val="00AA4538"/>
    <w:rsid w:val="00AA5486"/>
    <w:rsid w:val="00AA5DC3"/>
    <w:rsid w:val="00AA6896"/>
    <w:rsid w:val="00AA68E8"/>
    <w:rsid w:val="00AB4AAB"/>
    <w:rsid w:val="00AB67F5"/>
    <w:rsid w:val="00AB7195"/>
    <w:rsid w:val="00AC3147"/>
    <w:rsid w:val="00AC406A"/>
    <w:rsid w:val="00AC5185"/>
    <w:rsid w:val="00AC5BE7"/>
    <w:rsid w:val="00AD11CA"/>
    <w:rsid w:val="00AD180B"/>
    <w:rsid w:val="00AD7FF4"/>
    <w:rsid w:val="00AE136F"/>
    <w:rsid w:val="00AE1B66"/>
    <w:rsid w:val="00AE236F"/>
    <w:rsid w:val="00AE39C3"/>
    <w:rsid w:val="00AE41EB"/>
    <w:rsid w:val="00AE5B46"/>
    <w:rsid w:val="00AE64F9"/>
    <w:rsid w:val="00AE6C65"/>
    <w:rsid w:val="00AE7FD9"/>
    <w:rsid w:val="00AF32D0"/>
    <w:rsid w:val="00AF364F"/>
    <w:rsid w:val="00AF3F3C"/>
    <w:rsid w:val="00AF713F"/>
    <w:rsid w:val="00AF74CC"/>
    <w:rsid w:val="00B0136F"/>
    <w:rsid w:val="00B02808"/>
    <w:rsid w:val="00B0419F"/>
    <w:rsid w:val="00B04576"/>
    <w:rsid w:val="00B054F9"/>
    <w:rsid w:val="00B1244D"/>
    <w:rsid w:val="00B12D78"/>
    <w:rsid w:val="00B14B6D"/>
    <w:rsid w:val="00B170DE"/>
    <w:rsid w:val="00B1778B"/>
    <w:rsid w:val="00B22390"/>
    <w:rsid w:val="00B23ED0"/>
    <w:rsid w:val="00B253CB"/>
    <w:rsid w:val="00B2623B"/>
    <w:rsid w:val="00B26BD1"/>
    <w:rsid w:val="00B27423"/>
    <w:rsid w:val="00B30A5C"/>
    <w:rsid w:val="00B31B5D"/>
    <w:rsid w:val="00B322DC"/>
    <w:rsid w:val="00B3242F"/>
    <w:rsid w:val="00B33E12"/>
    <w:rsid w:val="00B34564"/>
    <w:rsid w:val="00B3598E"/>
    <w:rsid w:val="00B35DF3"/>
    <w:rsid w:val="00B37BAD"/>
    <w:rsid w:val="00B37DDE"/>
    <w:rsid w:val="00B421A5"/>
    <w:rsid w:val="00B45825"/>
    <w:rsid w:val="00B46331"/>
    <w:rsid w:val="00B51419"/>
    <w:rsid w:val="00B51597"/>
    <w:rsid w:val="00B530DF"/>
    <w:rsid w:val="00B5445D"/>
    <w:rsid w:val="00B54919"/>
    <w:rsid w:val="00B54C16"/>
    <w:rsid w:val="00B54DAE"/>
    <w:rsid w:val="00B57859"/>
    <w:rsid w:val="00B62C51"/>
    <w:rsid w:val="00B62EF7"/>
    <w:rsid w:val="00B632DB"/>
    <w:rsid w:val="00B63BCB"/>
    <w:rsid w:val="00B650EC"/>
    <w:rsid w:val="00B66279"/>
    <w:rsid w:val="00B71DE4"/>
    <w:rsid w:val="00B7260A"/>
    <w:rsid w:val="00B740C7"/>
    <w:rsid w:val="00B74AF9"/>
    <w:rsid w:val="00B76603"/>
    <w:rsid w:val="00B76909"/>
    <w:rsid w:val="00B769D6"/>
    <w:rsid w:val="00B80EDB"/>
    <w:rsid w:val="00B8135F"/>
    <w:rsid w:val="00B829BF"/>
    <w:rsid w:val="00B82F29"/>
    <w:rsid w:val="00B846E0"/>
    <w:rsid w:val="00B849B1"/>
    <w:rsid w:val="00B86CF7"/>
    <w:rsid w:val="00B92AB8"/>
    <w:rsid w:val="00B92DA5"/>
    <w:rsid w:val="00B94950"/>
    <w:rsid w:val="00B9497B"/>
    <w:rsid w:val="00B96604"/>
    <w:rsid w:val="00B96A64"/>
    <w:rsid w:val="00B96F4D"/>
    <w:rsid w:val="00BA0824"/>
    <w:rsid w:val="00BA1DDA"/>
    <w:rsid w:val="00BA25B0"/>
    <w:rsid w:val="00BA321E"/>
    <w:rsid w:val="00BA3952"/>
    <w:rsid w:val="00BA398A"/>
    <w:rsid w:val="00BA3EFE"/>
    <w:rsid w:val="00BA4769"/>
    <w:rsid w:val="00BA7A14"/>
    <w:rsid w:val="00BB0A99"/>
    <w:rsid w:val="00BB1F30"/>
    <w:rsid w:val="00BB444D"/>
    <w:rsid w:val="00BB5B0F"/>
    <w:rsid w:val="00BB5DAC"/>
    <w:rsid w:val="00BC0127"/>
    <w:rsid w:val="00BC1AE9"/>
    <w:rsid w:val="00BC2ADD"/>
    <w:rsid w:val="00BC37CF"/>
    <w:rsid w:val="00BC3FFB"/>
    <w:rsid w:val="00BC4C39"/>
    <w:rsid w:val="00BC66D3"/>
    <w:rsid w:val="00BD1069"/>
    <w:rsid w:val="00BD1C0B"/>
    <w:rsid w:val="00BD25BB"/>
    <w:rsid w:val="00BD414E"/>
    <w:rsid w:val="00BD4227"/>
    <w:rsid w:val="00BD5563"/>
    <w:rsid w:val="00BD59F1"/>
    <w:rsid w:val="00BD664F"/>
    <w:rsid w:val="00BE024A"/>
    <w:rsid w:val="00BE1444"/>
    <w:rsid w:val="00BE1849"/>
    <w:rsid w:val="00BE1DFF"/>
    <w:rsid w:val="00BE2534"/>
    <w:rsid w:val="00BE2640"/>
    <w:rsid w:val="00BE3B5F"/>
    <w:rsid w:val="00BE3FC3"/>
    <w:rsid w:val="00BE4CDA"/>
    <w:rsid w:val="00BE61B9"/>
    <w:rsid w:val="00BE6402"/>
    <w:rsid w:val="00BE7B5F"/>
    <w:rsid w:val="00BF0876"/>
    <w:rsid w:val="00BF1141"/>
    <w:rsid w:val="00BF1B53"/>
    <w:rsid w:val="00BF5031"/>
    <w:rsid w:val="00BF6101"/>
    <w:rsid w:val="00BF6202"/>
    <w:rsid w:val="00BF7CDF"/>
    <w:rsid w:val="00C014F5"/>
    <w:rsid w:val="00C035DB"/>
    <w:rsid w:val="00C0450C"/>
    <w:rsid w:val="00C04AE6"/>
    <w:rsid w:val="00C06107"/>
    <w:rsid w:val="00C1563C"/>
    <w:rsid w:val="00C15784"/>
    <w:rsid w:val="00C15AD0"/>
    <w:rsid w:val="00C15E57"/>
    <w:rsid w:val="00C16626"/>
    <w:rsid w:val="00C209FA"/>
    <w:rsid w:val="00C20BEF"/>
    <w:rsid w:val="00C21F22"/>
    <w:rsid w:val="00C2310E"/>
    <w:rsid w:val="00C23581"/>
    <w:rsid w:val="00C25CD4"/>
    <w:rsid w:val="00C26053"/>
    <w:rsid w:val="00C265A7"/>
    <w:rsid w:val="00C27B2E"/>
    <w:rsid w:val="00C33755"/>
    <w:rsid w:val="00C35CF2"/>
    <w:rsid w:val="00C36E8E"/>
    <w:rsid w:val="00C37234"/>
    <w:rsid w:val="00C407C6"/>
    <w:rsid w:val="00C40A1B"/>
    <w:rsid w:val="00C41B7A"/>
    <w:rsid w:val="00C459B0"/>
    <w:rsid w:val="00C5115B"/>
    <w:rsid w:val="00C51225"/>
    <w:rsid w:val="00C55E5D"/>
    <w:rsid w:val="00C5726E"/>
    <w:rsid w:val="00C57D5F"/>
    <w:rsid w:val="00C6048C"/>
    <w:rsid w:val="00C60932"/>
    <w:rsid w:val="00C61730"/>
    <w:rsid w:val="00C62066"/>
    <w:rsid w:val="00C6216D"/>
    <w:rsid w:val="00C62E9D"/>
    <w:rsid w:val="00C645E8"/>
    <w:rsid w:val="00C646B3"/>
    <w:rsid w:val="00C6505F"/>
    <w:rsid w:val="00C71071"/>
    <w:rsid w:val="00C72797"/>
    <w:rsid w:val="00C74A0F"/>
    <w:rsid w:val="00C7745C"/>
    <w:rsid w:val="00C80AF0"/>
    <w:rsid w:val="00C8153F"/>
    <w:rsid w:val="00C81F79"/>
    <w:rsid w:val="00C83DF1"/>
    <w:rsid w:val="00C84101"/>
    <w:rsid w:val="00C85110"/>
    <w:rsid w:val="00C851F9"/>
    <w:rsid w:val="00C86EEF"/>
    <w:rsid w:val="00C870C3"/>
    <w:rsid w:val="00C87267"/>
    <w:rsid w:val="00C9000D"/>
    <w:rsid w:val="00C903BC"/>
    <w:rsid w:val="00C918F7"/>
    <w:rsid w:val="00C91AE9"/>
    <w:rsid w:val="00C94136"/>
    <w:rsid w:val="00C9591A"/>
    <w:rsid w:val="00C9758E"/>
    <w:rsid w:val="00C977D7"/>
    <w:rsid w:val="00C97FD8"/>
    <w:rsid w:val="00CA095D"/>
    <w:rsid w:val="00CA182B"/>
    <w:rsid w:val="00CA2674"/>
    <w:rsid w:val="00CA26B2"/>
    <w:rsid w:val="00CA2953"/>
    <w:rsid w:val="00CA3604"/>
    <w:rsid w:val="00CA5438"/>
    <w:rsid w:val="00CB0D30"/>
    <w:rsid w:val="00CB2448"/>
    <w:rsid w:val="00CB2B59"/>
    <w:rsid w:val="00CB2C64"/>
    <w:rsid w:val="00CB6ACC"/>
    <w:rsid w:val="00CB7266"/>
    <w:rsid w:val="00CC0CE6"/>
    <w:rsid w:val="00CC1B6A"/>
    <w:rsid w:val="00CC2D3B"/>
    <w:rsid w:val="00CC3EDA"/>
    <w:rsid w:val="00CC4633"/>
    <w:rsid w:val="00CC5B09"/>
    <w:rsid w:val="00CC7990"/>
    <w:rsid w:val="00CD075A"/>
    <w:rsid w:val="00CD0CA4"/>
    <w:rsid w:val="00CD5B70"/>
    <w:rsid w:val="00CD6EE9"/>
    <w:rsid w:val="00CD7D40"/>
    <w:rsid w:val="00CE10EA"/>
    <w:rsid w:val="00CE1CA7"/>
    <w:rsid w:val="00CE1CF2"/>
    <w:rsid w:val="00CE2811"/>
    <w:rsid w:val="00CE3D0C"/>
    <w:rsid w:val="00CE3F26"/>
    <w:rsid w:val="00CE4CE7"/>
    <w:rsid w:val="00CE56E0"/>
    <w:rsid w:val="00CE70EB"/>
    <w:rsid w:val="00CE717B"/>
    <w:rsid w:val="00CE7B6E"/>
    <w:rsid w:val="00CF1EFB"/>
    <w:rsid w:val="00CF23F0"/>
    <w:rsid w:val="00CF30FB"/>
    <w:rsid w:val="00CF3ACF"/>
    <w:rsid w:val="00CF51E3"/>
    <w:rsid w:val="00D0033B"/>
    <w:rsid w:val="00D016DF"/>
    <w:rsid w:val="00D06598"/>
    <w:rsid w:val="00D10184"/>
    <w:rsid w:val="00D10F7B"/>
    <w:rsid w:val="00D11E23"/>
    <w:rsid w:val="00D155DD"/>
    <w:rsid w:val="00D16CFC"/>
    <w:rsid w:val="00D2251F"/>
    <w:rsid w:val="00D24297"/>
    <w:rsid w:val="00D24499"/>
    <w:rsid w:val="00D250D1"/>
    <w:rsid w:val="00D25181"/>
    <w:rsid w:val="00D261E1"/>
    <w:rsid w:val="00D27A76"/>
    <w:rsid w:val="00D3037D"/>
    <w:rsid w:val="00D30472"/>
    <w:rsid w:val="00D304F7"/>
    <w:rsid w:val="00D3068D"/>
    <w:rsid w:val="00D3191C"/>
    <w:rsid w:val="00D352D8"/>
    <w:rsid w:val="00D355CD"/>
    <w:rsid w:val="00D403A2"/>
    <w:rsid w:val="00D44EC4"/>
    <w:rsid w:val="00D452FD"/>
    <w:rsid w:val="00D45CC3"/>
    <w:rsid w:val="00D45D58"/>
    <w:rsid w:val="00D46E24"/>
    <w:rsid w:val="00D46EDF"/>
    <w:rsid w:val="00D47ADD"/>
    <w:rsid w:val="00D47EB9"/>
    <w:rsid w:val="00D505E0"/>
    <w:rsid w:val="00D5079B"/>
    <w:rsid w:val="00D5146F"/>
    <w:rsid w:val="00D54FE4"/>
    <w:rsid w:val="00D55349"/>
    <w:rsid w:val="00D5745F"/>
    <w:rsid w:val="00D57495"/>
    <w:rsid w:val="00D57B2D"/>
    <w:rsid w:val="00D60DFB"/>
    <w:rsid w:val="00D611FA"/>
    <w:rsid w:val="00D612D9"/>
    <w:rsid w:val="00D6194F"/>
    <w:rsid w:val="00D6311B"/>
    <w:rsid w:val="00D637B0"/>
    <w:rsid w:val="00D64FB3"/>
    <w:rsid w:val="00D65E3A"/>
    <w:rsid w:val="00D67AD9"/>
    <w:rsid w:val="00D73D2E"/>
    <w:rsid w:val="00D758DE"/>
    <w:rsid w:val="00D75A4A"/>
    <w:rsid w:val="00D762AB"/>
    <w:rsid w:val="00D76FB1"/>
    <w:rsid w:val="00D80721"/>
    <w:rsid w:val="00D808C0"/>
    <w:rsid w:val="00D82752"/>
    <w:rsid w:val="00D829AA"/>
    <w:rsid w:val="00D84393"/>
    <w:rsid w:val="00D84B37"/>
    <w:rsid w:val="00D84B6C"/>
    <w:rsid w:val="00D85373"/>
    <w:rsid w:val="00D86AE7"/>
    <w:rsid w:val="00D86E19"/>
    <w:rsid w:val="00D90C2A"/>
    <w:rsid w:val="00D91B5F"/>
    <w:rsid w:val="00D91DAE"/>
    <w:rsid w:val="00D93A94"/>
    <w:rsid w:val="00D97EEA"/>
    <w:rsid w:val="00DA0646"/>
    <w:rsid w:val="00DA572C"/>
    <w:rsid w:val="00DB0C1D"/>
    <w:rsid w:val="00DB1F07"/>
    <w:rsid w:val="00DB2143"/>
    <w:rsid w:val="00DB27AF"/>
    <w:rsid w:val="00DB337E"/>
    <w:rsid w:val="00DB398F"/>
    <w:rsid w:val="00DB4331"/>
    <w:rsid w:val="00DB4CE6"/>
    <w:rsid w:val="00DB59F9"/>
    <w:rsid w:val="00DB730C"/>
    <w:rsid w:val="00DC1673"/>
    <w:rsid w:val="00DC2BE5"/>
    <w:rsid w:val="00DC302A"/>
    <w:rsid w:val="00DC31AC"/>
    <w:rsid w:val="00DC4287"/>
    <w:rsid w:val="00DC4BFD"/>
    <w:rsid w:val="00DC52FE"/>
    <w:rsid w:val="00DC5F75"/>
    <w:rsid w:val="00DD0BF5"/>
    <w:rsid w:val="00DD0E22"/>
    <w:rsid w:val="00DD5602"/>
    <w:rsid w:val="00DD74B2"/>
    <w:rsid w:val="00DD7824"/>
    <w:rsid w:val="00DD7AF2"/>
    <w:rsid w:val="00DE112C"/>
    <w:rsid w:val="00DE196E"/>
    <w:rsid w:val="00DE1E07"/>
    <w:rsid w:val="00DE2ABF"/>
    <w:rsid w:val="00DE2D01"/>
    <w:rsid w:val="00DE3350"/>
    <w:rsid w:val="00DE3695"/>
    <w:rsid w:val="00DE5213"/>
    <w:rsid w:val="00DE6547"/>
    <w:rsid w:val="00DF07CF"/>
    <w:rsid w:val="00DF3D92"/>
    <w:rsid w:val="00DF5E2C"/>
    <w:rsid w:val="00DF7167"/>
    <w:rsid w:val="00DF7716"/>
    <w:rsid w:val="00DF7BBA"/>
    <w:rsid w:val="00E016A8"/>
    <w:rsid w:val="00E01A68"/>
    <w:rsid w:val="00E02F3A"/>
    <w:rsid w:val="00E048D6"/>
    <w:rsid w:val="00E0670B"/>
    <w:rsid w:val="00E12DBA"/>
    <w:rsid w:val="00E13932"/>
    <w:rsid w:val="00E14F66"/>
    <w:rsid w:val="00E1779B"/>
    <w:rsid w:val="00E21C1B"/>
    <w:rsid w:val="00E21DA4"/>
    <w:rsid w:val="00E2348A"/>
    <w:rsid w:val="00E23E75"/>
    <w:rsid w:val="00E25208"/>
    <w:rsid w:val="00E263DB"/>
    <w:rsid w:val="00E26603"/>
    <w:rsid w:val="00E26CD6"/>
    <w:rsid w:val="00E30D96"/>
    <w:rsid w:val="00E315EB"/>
    <w:rsid w:val="00E331DF"/>
    <w:rsid w:val="00E33C55"/>
    <w:rsid w:val="00E343F6"/>
    <w:rsid w:val="00E34AF3"/>
    <w:rsid w:val="00E35C1D"/>
    <w:rsid w:val="00E35F3B"/>
    <w:rsid w:val="00E36254"/>
    <w:rsid w:val="00E364C3"/>
    <w:rsid w:val="00E426BA"/>
    <w:rsid w:val="00E428BC"/>
    <w:rsid w:val="00E43435"/>
    <w:rsid w:val="00E46172"/>
    <w:rsid w:val="00E50393"/>
    <w:rsid w:val="00E52594"/>
    <w:rsid w:val="00E52B1E"/>
    <w:rsid w:val="00E544CD"/>
    <w:rsid w:val="00E54B07"/>
    <w:rsid w:val="00E55294"/>
    <w:rsid w:val="00E555B4"/>
    <w:rsid w:val="00E60F6D"/>
    <w:rsid w:val="00E611AD"/>
    <w:rsid w:val="00E658F8"/>
    <w:rsid w:val="00E65F1A"/>
    <w:rsid w:val="00E668CC"/>
    <w:rsid w:val="00E673D3"/>
    <w:rsid w:val="00E7212B"/>
    <w:rsid w:val="00E734D2"/>
    <w:rsid w:val="00E8188F"/>
    <w:rsid w:val="00E82CEC"/>
    <w:rsid w:val="00E82DE3"/>
    <w:rsid w:val="00E840E9"/>
    <w:rsid w:val="00E851E9"/>
    <w:rsid w:val="00E858DA"/>
    <w:rsid w:val="00E85DA2"/>
    <w:rsid w:val="00E866D7"/>
    <w:rsid w:val="00E91927"/>
    <w:rsid w:val="00E9261D"/>
    <w:rsid w:val="00E92F2D"/>
    <w:rsid w:val="00E9330D"/>
    <w:rsid w:val="00E93DD1"/>
    <w:rsid w:val="00E9705D"/>
    <w:rsid w:val="00EA3DC6"/>
    <w:rsid w:val="00EA5F3E"/>
    <w:rsid w:val="00EA5FCF"/>
    <w:rsid w:val="00EA6715"/>
    <w:rsid w:val="00EB0BDD"/>
    <w:rsid w:val="00EB36A8"/>
    <w:rsid w:val="00EB5648"/>
    <w:rsid w:val="00EB5E59"/>
    <w:rsid w:val="00EC0BF0"/>
    <w:rsid w:val="00EC15BF"/>
    <w:rsid w:val="00EC40A4"/>
    <w:rsid w:val="00EC460D"/>
    <w:rsid w:val="00EC5762"/>
    <w:rsid w:val="00EC665F"/>
    <w:rsid w:val="00EC6FEF"/>
    <w:rsid w:val="00ED0FE2"/>
    <w:rsid w:val="00ED1818"/>
    <w:rsid w:val="00ED1B0D"/>
    <w:rsid w:val="00ED256F"/>
    <w:rsid w:val="00ED2813"/>
    <w:rsid w:val="00ED53F2"/>
    <w:rsid w:val="00ED66A7"/>
    <w:rsid w:val="00ED679C"/>
    <w:rsid w:val="00ED6E52"/>
    <w:rsid w:val="00ED7CA5"/>
    <w:rsid w:val="00EE0415"/>
    <w:rsid w:val="00EE0E6D"/>
    <w:rsid w:val="00EE2831"/>
    <w:rsid w:val="00EE3EDF"/>
    <w:rsid w:val="00EE53A4"/>
    <w:rsid w:val="00EE6031"/>
    <w:rsid w:val="00EE7B36"/>
    <w:rsid w:val="00EF08B6"/>
    <w:rsid w:val="00EF2A50"/>
    <w:rsid w:val="00EF3E1A"/>
    <w:rsid w:val="00EF5491"/>
    <w:rsid w:val="00EF6475"/>
    <w:rsid w:val="00F00557"/>
    <w:rsid w:val="00F006D7"/>
    <w:rsid w:val="00F00B51"/>
    <w:rsid w:val="00F01730"/>
    <w:rsid w:val="00F060D9"/>
    <w:rsid w:val="00F100D9"/>
    <w:rsid w:val="00F1077A"/>
    <w:rsid w:val="00F10843"/>
    <w:rsid w:val="00F10C5E"/>
    <w:rsid w:val="00F1245F"/>
    <w:rsid w:val="00F13547"/>
    <w:rsid w:val="00F148CF"/>
    <w:rsid w:val="00F161ED"/>
    <w:rsid w:val="00F1622A"/>
    <w:rsid w:val="00F16A38"/>
    <w:rsid w:val="00F16C43"/>
    <w:rsid w:val="00F176ED"/>
    <w:rsid w:val="00F20A66"/>
    <w:rsid w:val="00F21A8A"/>
    <w:rsid w:val="00F226B2"/>
    <w:rsid w:val="00F252A5"/>
    <w:rsid w:val="00F26079"/>
    <w:rsid w:val="00F30DD8"/>
    <w:rsid w:val="00F31D26"/>
    <w:rsid w:val="00F31FF4"/>
    <w:rsid w:val="00F33FD3"/>
    <w:rsid w:val="00F34032"/>
    <w:rsid w:val="00F353B2"/>
    <w:rsid w:val="00F35936"/>
    <w:rsid w:val="00F40B30"/>
    <w:rsid w:val="00F452DF"/>
    <w:rsid w:val="00F454E2"/>
    <w:rsid w:val="00F45949"/>
    <w:rsid w:val="00F45C44"/>
    <w:rsid w:val="00F46171"/>
    <w:rsid w:val="00F466C2"/>
    <w:rsid w:val="00F46970"/>
    <w:rsid w:val="00F51489"/>
    <w:rsid w:val="00F5398B"/>
    <w:rsid w:val="00F551C8"/>
    <w:rsid w:val="00F576DA"/>
    <w:rsid w:val="00F6049E"/>
    <w:rsid w:val="00F60E10"/>
    <w:rsid w:val="00F628B0"/>
    <w:rsid w:val="00F649E4"/>
    <w:rsid w:val="00F64AD3"/>
    <w:rsid w:val="00F653FD"/>
    <w:rsid w:val="00F66151"/>
    <w:rsid w:val="00F7053E"/>
    <w:rsid w:val="00F70D21"/>
    <w:rsid w:val="00F721D0"/>
    <w:rsid w:val="00F7411B"/>
    <w:rsid w:val="00F752BE"/>
    <w:rsid w:val="00F774C6"/>
    <w:rsid w:val="00F77602"/>
    <w:rsid w:val="00F77675"/>
    <w:rsid w:val="00F80D4D"/>
    <w:rsid w:val="00F816B2"/>
    <w:rsid w:val="00F84072"/>
    <w:rsid w:val="00F87F9F"/>
    <w:rsid w:val="00F90D4E"/>
    <w:rsid w:val="00F91332"/>
    <w:rsid w:val="00F92562"/>
    <w:rsid w:val="00F93638"/>
    <w:rsid w:val="00F953FB"/>
    <w:rsid w:val="00F97C15"/>
    <w:rsid w:val="00F97FAD"/>
    <w:rsid w:val="00FA04B4"/>
    <w:rsid w:val="00FA28B3"/>
    <w:rsid w:val="00FA2C51"/>
    <w:rsid w:val="00FA2EA8"/>
    <w:rsid w:val="00FA385C"/>
    <w:rsid w:val="00FA7C5A"/>
    <w:rsid w:val="00FB1494"/>
    <w:rsid w:val="00FB16EC"/>
    <w:rsid w:val="00FB1CFC"/>
    <w:rsid w:val="00FB2376"/>
    <w:rsid w:val="00FB4343"/>
    <w:rsid w:val="00FB6B93"/>
    <w:rsid w:val="00FB7761"/>
    <w:rsid w:val="00FC28F4"/>
    <w:rsid w:val="00FC2B1B"/>
    <w:rsid w:val="00FC2D99"/>
    <w:rsid w:val="00FC43E8"/>
    <w:rsid w:val="00FC4A4D"/>
    <w:rsid w:val="00FC4BDB"/>
    <w:rsid w:val="00FC58EE"/>
    <w:rsid w:val="00FC62C0"/>
    <w:rsid w:val="00FC6607"/>
    <w:rsid w:val="00FD1848"/>
    <w:rsid w:val="00FD402F"/>
    <w:rsid w:val="00FD4173"/>
    <w:rsid w:val="00FD6075"/>
    <w:rsid w:val="00FD6E22"/>
    <w:rsid w:val="00FE089C"/>
    <w:rsid w:val="00FE220A"/>
    <w:rsid w:val="00FE252B"/>
    <w:rsid w:val="00FE51DF"/>
    <w:rsid w:val="00FE57D4"/>
    <w:rsid w:val="00FF04A0"/>
    <w:rsid w:val="00FF05F7"/>
    <w:rsid w:val="00FF0B51"/>
    <w:rsid w:val="00FF282D"/>
    <w:rsid w:val="00FF48BE"/>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657F1"/>
  <w15:chartTrackingRefBased/>
  <w15:docId w15:val="{8BD15A53-DD83-834A-B214-31E8F90D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paragraph" w:styleId="Heading1">
    <w:name w:val="heading 1"/>
    <w:basedOn w:val="Normal"/>
    <w:link w:val="Heading1Char"/>
    <w:uiPriority w:val="9"/>
    <w:qFormat/>
    <w:rsid w:val="00040E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2A75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character" w:customStyle="1" w:styleId="Heading1Char">
    <w:name w:val="Heading 1 Char"/>
    <w:basedOn w:val="DefaultParagraphFont"/>
    <w:link w:val="Heading1"/>
    <w:uiPriority w:val="9"/>
    <w:rsid w:val="00040E61"/>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040E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1B0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A752C"/>
    <w:rPr>
      <w:rFonts w:asciiTheme="majorHAnsi" w:eastAsiaTheme="majorEastAsia" w:hAnsiTheme="majorHAnsi" w:cstheme="majorBidi"/>
      <w:color w:val="1F3763" w:themeColor="accent1" w:themeShade="7F"/>
      <w:kern w:val="0"/>
      <w14:ligatures w14:val="none"/>
    </w:rPr>
  </w:style>
  <w:style w:type="character" w:styleId="UnresolvedMention">
    <w:name w:val="Unresolved Mention"/>
    <w:basedOn w:val="DefaultParagraphFont"/>
    <w:uiPriority w:val="99"/>
    <w:semiHidden/>
    <w:unhideWhenUsed/>
    <w:rsid w:val="0095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2844">
      <w:bodyDiv w:val="1"/>
      <w:marLeft w:val="0"/>
      <w:marRight w:val="0"/>
      <w:marTop w:val="0"/>
      <w:marBottom w:val="0"/>
      <w:divBdr>
        <w:top w:val="none" w:sz="0" w:space="0" w:color="auto"/>
        <w:left w:val="none" w:sz="0" w:space="0" w:color="auto"/>
        <w:bottom w:val="none" w:sz="0" w:space="0" w:color="auto"/>
        <w:right w:val="none" w:sz="0" w:space="0" w:color="auto"/>
      </w:divBdr>
      <w:divsChild>
        <w:div w:id="1267225539">
          <w:marLeft w:val="0"/>
          <w:marRight w:val="0"/>
          <w:marTop w:val="0"/>
          <w:marBottom w:val="360"/>
          <w:divBdr>
            <w:top w:val="none" w:sz="0" w:space="0" w:color="auto"/>
            <w:left w:val="none" w:sz="0" w:space="0" w:color="auto"/>
            <w:bottom w:val="none" w:sz="0" w:space="0" w:color="auto"/>
            <w:right w:val="none" w:sz="0" w:space="0" w:color="auto"/>
          </w:divBdr>
        </w:div>
      </w:divsChild>
    </w:div>
    <w:div w:id="15887616">
      <w:bodyDiv w:val="1"/>
      <w:marLeft w:val="0"/>
      <w:marRight w:val="0"/>
      <w:marTop w:val="0"/>
      <w:marBottom w:val="0"/>
      <w:divBdr>
        <w:top w:val="none" w:sz="0" w:space="0" w:color="auto"/>
        <w:left w:val="none" w:sz="0" w:space="0" w:color="auto"/>
        <w:bottom w:val="none" w:sz="0" w:space="0" w:color="auto"/>
        <w:right w:val="none" w:sz="0" w:space="0" w:color="auto"/>
      </w:divBdr>
      <w:divsChild>
        <w:div w:id="1344165057">
          <w:marLeft w:val="0"/>
          <w:marRight w:val="0"/>
          <w:marTop w:val="0"/>
          <w:marBottom w:val="360"/>
          <w:divBdr>
            <w:top w:val="none" w:sz="0" w:space="0" w:color="auto"/>
            <w:left w:val="none" w:sz="0" w:space="0" w:color="auto"/>
            <w:bottom w:val="none" w:sz="0" w:space="0" w:color="auto"/>
            <w:right w:val="none" w:sz="0" w:space="0" w:color="auto"/>
          </w:divBdr>
        </w:div>
      </w:divsChild>
    </w:div>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21056996">
      <w:bodyDiv w:val="1"/>
      <w:marLeft w:val="0"/>
      <w:marRight w:val="0"/>
      <w:marTop w:val="0"/>
      <w:marBottom w:val="0"/>
      <w:divBdr>
        <w:top w:val="none" w:sz="0" w:space="0" w:color="auto"/>
        <w:left w:val="none" w:sz="0" w:space="0" w:color="auto"/>
        <w:bottom w:val="none" w:sz="0" w:space="0" w:color="auto"/>
        <w:right w:val="none" w:sz="0" w:space="0" w:color="auto"/>
      </w:divBdr>
      <w:divsChild>
        <w:div w:id="725878231">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30309324">
      <w:bodyDiv w:val="1"/>
      <w:marLeft w:val="0"/>
      <w:marRight w:val="0"/>
      <w:marTop w:val="0"/>
      <w:marBottom w:val="0"/>
      <w:divBdr>
        <w:top w:val="none" w:sz="0" w:space="0" w:color="auto"/>
        <w:left w:val="none" w:sz="0" w:space="0" w:color="auto"/>
        <w:bottom w:val="none" w:sz="0" w:space="0" w:color="auto"/>
        <w:right w:val="none" w:sz="0" w:space="0" w:color="auto"/>
      </w:divBdr>
      <w:divsChild>
        <w:div w:id="1455174076">
          <w:marLeft w:val="0"/>
          <w:marRight w:val="0"/>
          <w:marTop w:val="0"/>
          <w:marBottom w:val="360"/>
          <w:divBdr>
            <w:top w:val="none" w:sz="0" w:space="0" w:color="auto"/>
            <w:left w:val="none" w:sz="0" w:space="0" w:color="auto"/>
            <w:bottom w:val="none" w:sz="0" w:space="0" w:color="auto"/>
            <w:right w:val="none" w:sz="0" w:space="0" w:color="auto"/>
          </w:divBdr>
        </w:div>
      </w:divsChild>
    </w:div>
    <w:div w:id="39746670">
      <w:bodyDiv w:val="1"/>
      <w:marLeft w:val="0"/>
      <w:marRight w:val="0"/>
      <w:marTop w:val="0"/>
      <w:marBottom w:val="0"/>
      <w:divBdr>
        <w:top w:val="none" w:sz="0" w:space="0" w:color="auto"/>
        <w:left w:val="none" w:sz="0" w:space="0" w:color="auto"/>
        <w:bottom w:val="none" w:sz="0" w:space="0" w:color="auto"/>
        <w:right w:val="none" w:sz="0" w:space="0" w:color="auto"/>
      </w:divBdr>
      <w:divsChild>
        <w:div w:id="1254900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57634213">
      <w:bodyDiv w:val="1"/>
      <w:marLeft w:val="0"/>
      <w:marRight w:val="0"/>
      <w:marTop w:val="0"/>
      <w:marBottom w:val="0"/>
      <w:divBdr>
        <w:top w:val="none" w:sz="0" w:space="0" w:color="auto"/>
        <w:left w:val="none" w:sz="0" w:space="0" w:color="auto"/>
        <w:bottom w:val="none" w:sz="0" w:space="0" w:color="auto"/>
        <w:right w:val="none" w:sz="0" w:space="0" w:color="auto"/>
      </w:divBdr>
      <w:divsChild>
        <w:div w:id="640037945">
          <w:marLeft w:val="0"/>
          <w:marRight w:val="0"/>
          <w:marTop w:val="0"/>
          <w:marBottom w:val="360"/>
          <w:divBdr>
            <w:top w:val="none" w:sz="0" w:space="0" w:color="auto"/>
            <w:left w:val="none" w:sz="0" w:space="0" w:color="auto"/>
            <w:bottom w:val="none" w:sz="0" w:space="0" w:color="auto"/>
            <w:right w:val="none" w:sz="0" w:space="0" w:color="auto"/>
          </w:divBdr>
        </w:div>
      </w:divsChild>
    </w:div>
    <w:div w:id="68382320">
      <w:bodyDiv w:val="1"/>
      <w:marLeft w:val="0"/>
      <w:marRight w:val="0"/>
      <w:marTop w:val="0"/>
      <w:marBottom w:val="0"/>
      <w:divBdr>
        <w:top w:val="none" w:sz="0" w:space="0" w:color="auto"/>
        <w:left w:val="none" w:sz="0" w:space="0" w:color="auto"/>
        <w:bottom w:val="none" w:sz="0" w:space="0" w:color="auto"/>
        <w:right w:val="none" w:sz="0" w:space="0" w:color="auto"/>
      </w:divBdr>
    </w:div>
    <w:div w:id="70278321">
      <w:bodyDiv w:val="1"/>
      <w:marLeft w:val="0"/>
      <w:marRight w:val="0"/>
      <w:marTop w:val="0"/>
      <w:marBottom w:val="0"/>
      <w:divBdr>
        <w:top w:val="none" w:sz="0" w:space="0" w:color="auto"/>
        <w:left w:val="none" w:sz="0" w:space="0" w:color="auto"/>
        <w:bottom w:val="none" w:sz="0" w:space="0" w:color="auto"/>
        <w:right w:val="none" w:sz="0" w:space="0" w:color="auto"/>
      </w:divBdr>
      <w:divsChild>
        <w:div w:id="1608737732">
          <w:marLeft w:val="0"/>
          <w:marRight w:val="0"/>
          <w:marTop w:val="0"/>
          <w:marBottom w:val="360"/>
          <w:divBdr>
            <w:top w:val="none" w:sz="0" w:space="0" w:color="auto"/>
            <w:left w:val="none" w:sz="0" w:space="0" w:color="auto"/>
            <w:bottom w:val="none" w:sz="0" w:space="0" w:color="auto"/>
            <w:right w:val="none" w:sz="0" w:space="0" w:color="auto"/>
          </w:divBdr>
        </w:div>
      </w:divsChild>
    </w:div>
    <w:div w:id="73674496">
      <w:bodyDiv w:val="1"/>
      <w:marLeft w:val="0"/>
      <w:marRight w:val="0"/>
      <w:marTop w:val="0"/>
      <w:marBottom w:val="0"/>
      <w:divBdr>
        <w:top w:val="none" w:sz="0" w:space="0" w:color="auto"/>
        <w:left w:val="none" w:sz="0" w:space="0" w:color="auto"/>
        <w:bottom w:val="none" w:sz="0" w:space="0" w:color="auto"/>
        <w:right w:val="none" w:sz="0" w:space="0" w:color="auto"/>
      </w:divBdr>
      <w:divsChild>
        <w:div w:id="819075754">
          <w:marLeft w:val="0"/>
          <w:marRight w:val="0"/>
          <w:marTop w:val="0"/>
          <w:marBottom w:val="360"/>
          <w:divBdr>
            <w:top w:val="none" w:sz="0" w:space="0" w:color="auto"/>
            <w:left w:val="none" w:sz="0" w:space="0" w:color="auto"/>
            <w:bottom w:val="none" w:sz="0" w:space="0" w:color="auto"/>
            <w:right w:val="none" w:sz="0" w:space="0" w:color="auto"/>
          </w:divBdr>
        </w:div>
      </w:divsChild>
    </w:div>
    <w:div w:id="95059350">
      <w:bodyDiv w:val="1"/>
      <w:marLeft w:val="0"/>
      <w:marRight w:val="0"/>
      <w:marTop w:val="0"/>
      <w:marBottom w:val="0"/>
      <w:divBdr>
        <w:top w:val="none" w:sz="0" w:space="0" w:color="auto"/>
        <w:left w:val="none" w:sz="0" w:space="0" w:color="auto"/>
        <w:bottom w:val="none" w:sz="0" w:space="0" w:color="auto"/>
        <w:right w:val="none" w:sz="0" w:space="0" w:color="auto"/>
      </w:divBdr>
      <w:divsChild>
        <w:div w:id="598417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382339">
      <w:bodyDiv w:val="1"/>
      <w:marLeft w:val="0"/>
      <w:marRight w:val="0"/>
      <w:marTop w:val="0"/>
      <w:marBottom w:val="0"/>
      <w:divBdr>
        <w:top w:val="none" w:sz="0" w:space="0" w:color="auto"/>
        <w:left w:val="none" w:sz="0" w:space="0" w:color="auto"/>
        <w:bottom w:val="none" w:sz="0" w:space="0" w:color="auto"/>
        <w:right w:val="none" w:sz="0" w:space="0" w:color="auto"/>
      </w:divBdr>
      <w:divsChild>
        <w:div w:id="1586374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29130510">
      <w:bodyDiv w:val="1"/>
      <w:marLeft w:val="0"/>
      <w:marRight w:val="0"/>
      <w:marTop w:val="0"/>
      <w:marBottom w:val="0"/>
      <w:divBdr>
        <w:top w:val="none" w:sz="0" w:space="0" w:color="auto"/>
        <w:left w:val="none" w:sz="0" w:space="0" w:color="auto"/>
        <w:bottom w:val="none" w:sz="0" w:space="0" w:color="auto"/>
        <w:right w:val="none" w:sz="0" w:space="0" w:color="auto"/>
      </w:divBdr>
    </w:div>
    <w:div w:id="134563322">
      <w:bodyDiv w:val="1"/>
      <w:marLeft w:val="0"/>
      <w:marRight w:val="0"/>
      <w:marTop w:val="0"/>
      <w:marBottom w:val="0"/>
      <w:divBdr>
        <w:top w:val="none" w:sz="0" w:space="0" w:color="auto"/>
        <w:left w:val="none" w:sz="0" w:space="0" w:color="auto"/>
        <w:bottom w:val="none" w:sz="0" w:space="0" w:color="auto"/>
        <w:right w:val="none" w:sz="0" w:space="0" w:color="auto"/>
      </w:divBdr>
      <w:divsChild>
        <w:div w:id="1216892336">
          <w:marLeft w:val="0"/>
          <w:marRight w:val="0"/>
          <w:marTop w:val="0"/>
          <w:marBottom w:val="360"/>
          <w:divBdr>
            <w:top w:val="none" w:sz="0" w:space="0" w:color="auto"/>
            <w:left w:val="none" w:sz="0" w:space="0" w:color="auto"/>
            <w:bottom w:val="none" w:sz="0" w:space="0" w:color="auto"/>
            <w:right w:val="none" w:sz="0" w:space="0" w:color="auto"/>
          </w:divBdr>
        </w:div>
      </w:divsChild>
    </w:div>
    <w:div w:id="147094355">
      <w:bodyDiv w:val="1"/>
      <w:marLeft w:val="0"/>
      <w:marRight w:val="0"/>
      <w:marTop w:val="0"/>
      <w:marBottom w:val="0"/>
      <w:divBdr>
        <w:top w:val="none" w:sz="0" w:space="0" w:color="auto"/>
        <w:left w:val="none" w:sz="0" w:space="0" w:color="auto"/>
        <w:bottom w:val="none" w:sz="0" w:space="0" w:color="auto"/>
        <w:right w:val="none" w:sz="0" w:space="0" w:color="auto"/>
      </w:divBdr>
    </w:div>
    <w:div w:id="151607813">
      <w:bodyDiv w:val="1"/>
      <w:marLeft w:val="0"/>
      <w:marRight w:val="0"/>
      <w:marTop w:val="0"/>
      <w:marBottom w:val="0"/>
      <w:divBdr>
        <w:top w:val="none" w:sz="0" w:space="0" w:color="auto"/>
        <w:left w:val="none" w:sz="0" w:space="0" w:color="auto"/>
        <w:bottom w:val="none" w:sz="0" w:space="0" w:color="auto"/>
        <w:right w:val="none" w:sz="0" w:space="0" w:color="auto"/>
      </w:divBdr>
      <w:divsChild>
        <w:div w:id="343555357">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62091384">
      <w:bodyDiv w:val="1"/>
      <w:marLeft w:val="0"/>
      <w:marRight w:val="0"/>
      <w:marTop w:val="0"/>
      <w:marBottom w:val="0"/>
      <w:divBdr>
        <w:top w:val="none" w:sz="0" w:space="0" w:color="auto"/>
        <w:left w:val="none" w:sz="0" w:space="0" w:color="auto"/>
        <w:bottom w:val="none" w:sz="0" w:space="0" w:color="auto"/>
        <w:right w:val="none" w:sz="0" w:space="0" w:color="auto"/>
      </w:divBdr>
    </w:div>
    <w:div w:id="167525730">
      <w:bodyDiv w:val="1"/>
      <w:marLeft w:val="0"/>
      <w:marRight w:val="0"/>
      <w:marTop w:val="0"/>
      <w:marBottom w:val="0"/>
      <w:divBdr>
        <w:top w:val="none" w:sz="0" w:space="0" w:color="auto"/>
        <w:left w:val="none" w:sz="0" w:space="0" w:color="auto"/>
        <w:bottom w:val="none" w:sz="0" w:space="0" w:color="auto"/>
        <w:right w:val="none" w:sz="0" w:space="0" w:color="auto"/>
      </w:divBdr>
      <w:divsChild>
        <w:div w:id="327829546">
          <w:marLeft w:val="0"/>
          <w:marRight w:val="0"/>
          <w:marTop w:val="0"/>
          <w:marBottom w:val="360"/>
          <w:divBdr>
            <w:top w:val="none" w:sz="0" w:space="0" w:color="auto"/>
            <w:left w:val="none" w:sz="0" w:space="0" w:color="auto"/>
            <w:bottom w:val="none" w:sz="0" w:space="0" w:color="auto"/>
            <w:right w:val="none" w:sz="0" w:space="0" w:color="auto"/>
          </w:divBdr>
        </w:div>
      </w:divsChild>
    </w:div>
    <w:div w:id="169219381">
      <w:bodyDiv w:val="1"/>
      <w:marLeft w:val="0"/>
      <w:marRight w:val="0"/>
      <w:marTop w:val="0"/>
      <w:marBottom w:val="0"/>
      <w:divBdr>
        <w:top w:val="none" w:sz="0" w:space="0" w:color="auto"/>
        <w:left w:val="none" w:sz="0" w:space="0" w:color="auto"/>
        <w:bottom w:val="none" w:sz="0" w:space="0" w:color="auto"/>
        <w:right w:val="none" w:sz="0" w:space="0" w:color="auto"/>
      </w:divBdr>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2401421">
      <w:bodyDiv w:val="1"/>
      <w:marLeft w:val="0"/>
      <w:marRight w:val="0"/>
      <w:marTop w:val="0"/>
      <w:marBottom w:val="0"/>
      <w:divBdr>
        <w:top w:val="none" w:sz="0" w:space="0" w:color="auto"/>
        <w:left w:val="none" w:sz="0" w:space="0" w:color="auto"/>
        <w:bottom w:val="none" w:sz="0" w:space="0" w:color="auto"/>
        <w:right w:val="none" w:sz="0" w:space="0" w:color="auto"/>
      </w:divBdr>
      <w:divsChild>
        <w:div w:id="45857053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1619691">
      <w:bodyDiv w:val="1"/>
      <w:marLeft w:val="0"/>
      <w:marRight w:val="0"/>
      <w:marTop w:val="0"/>
      <w:marBottom w:val="0"/>
      <w:divBdr>
        <w:top w:val="none" w:sz="0" w:space="0" w:color="auto"/>
        <w:left w:val="none" w:sz="0" w:space="0" w:color="auto"/>
        <w:bottom w:val="none" w:sz="0" w:space="0" w:color="auto"/>
        <w:right w:val="none" w:sz="0" w:space="0" w:color="auto"/>
      </w:divBdr>
      <w:divsChild>
        <w:div w:id="795296646">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17282165">
      <w:bodyDiv w:val="1"/>
      <w:marLeft w:val="0"/>
      <w:marRight w:val="0"/>
      <w:marTop w:val="0"/>
      <w:marBottom w:val="0"/>
      <w:divBdr>
        <w:top w:val="none" w:sz="0" w:space="0" w:color="auto"/>
        <w:left w:val="none" w:sz="0" w:space="0" w:color="auto"/>
        <w:bottom w:val="none" w:sz="0" w:space="0" w:color="auto"/>
        <w:right w:val="none" w:sz="0" w:space="0" w:color="auto"/>
      </w:divBdr>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077864">
      <w:bodyDiv w:val="1"/>
      <w:marLeft w:val="0"/>
      <w:marRight w:val="0"/>
      <w:marTop w:val="0"/>
      <w:marBottom w:val="0"/>
      <w:divBdr>
        <w:top w:val="none" w:sz="0" w:space="0" w:color="auto"/>
        <w:left w:val="none" w:sz="0" w:space="0" w:color="auto"/>
        <w:bottom w:val="none" w:sz="0" w:space="0" w:color="auto"/>
        <w:right w:val="none" w:sz="0" w:space="0" w:color="auto"/>
      </w:divBdr>
      <w:divsChild>
        <w:div w:id="277764102">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56133707">
      <w:bodyDiv w:val="1"/>
      <w:marLeft w:val="0"/>
      <w:marRight w:val="0"/>
      <w:marTop w:val="0"/>
      <w:marBottom w:val="0"/>
      <w:divBdr>
        <w:top w:val="none" w:sz="0" w:space="0" w:color="auto"/>
        <w:left w:val="none" w:sz="0" w:space="0" w:color="auto"/>
        <w:bottom w:val="none" w:sz="0" w:space="0" w:color="auto"/>
        <w:right w:val="none" w:sz="0" w:space="0" w:color="auto"/>
      </w:divBdr>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4558353">
      <w:bodyDiv w:val="1"/>
      <w:marLeft w:val="0"/>
      <w:marRight w:val="0"/>
      <w:marTop w:val="0"/>
      <w:marBottom w:val="0"/>
      <w:divBdr>
        <w:top w:val="none" w:sz="0" w:space="0" w:color="auto"/>
        <w:left w:val="none" w:sz="0" w:space="0" w:color="auto"/>
        <w:bottom w:val="none" w:sz="0" w:space="0" w:color="auto"/>
        <w:right w:val="none" w:sz="0" w:space="0" w:color="auto"/>
      </w:divBdr>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281810529">
      <w:bodyDiv w:val="1"/>
      <w:marLeft w:val="0"/>
      <w:marRight w:val="0"/>
      <w:marTop w:val="0"/>
      <w:marBottom w:val="0"/>
      <w:divBdr>
        <w:top w:val="none" w:sz="0" w:space="0" w:color="auto"/>
        <w:left w:val="none" w:sz="0" w:space="0" w:color="auto"/>
        <w:bottom w:val="none" w:sz="0" w:space="0" w:color="auto"/>
        <w:right w:val="none" w:sz="0" w:space="0" w:color="auto"/>
      </w:divBdr>
      <w:divsChild>
        <w:div w:id="2005745035">
          <w:marLeft w:val="0"/>
          <w:marRight w:val="0"/>
          <w:marTop w:val="0"/>
          <w:marBottom w:val="360"/>
          <w:divBdr>
            <w:top w:val="none" w:sz="0" w:space="0" w:color="auto"/>
            <w:left w:val="none" w:sz="0" w:space="0" w:color="auto"/>
            <w:bottom w:val="none" w:sz="0" w:space="0" w:color="auto"/>
            <w:right w:val="none" w:sz="0" w:space="0" w:color="auto"/>
          </w:divBdr>
        </w:div>
      </w:divsChild>
    </w:div>
    <w:div w:id="289752914">
      <w:bodyDiv w:val="1"/>
      <w:marLeft w:val="0"/>
      <w:marRight w:val="0"/>
      <w:marTop w:val="0"/>
      <w:marBottom w:val="0"/>
      <w:divBdr>
        <w:top w:val="none" w:sz="0" w:space="0" w:color="auto"/>
        <w:left w:val="none" w:sz="0" w:space="0" w:color="auto"/>
        <w:bottom w:val="none" w:sz="0" w:space="0" w:color="auto"/>
        <w:right w:val="none" w:sz="0" w:space="0" w:color="auto"/>
      </w:divBdr>
    </w:div>
    <w:div w:id="302583011">
      <w:bodyDiv w:val="1"/>
      <w:marLeft w:val="0"/>
      <w:marRight w:val="0"/>
      <w:marTop w:val="0"/>
      <w:marBottom w:val="0"/>
      <w:divBdr>
        <w:top w:val="none" w:sz="0" w:space="0" w:color="auto"/>
        <w:left w:val="none" w:sz="0" w:space="0" w:color="auto"/>
        <w:bottom w:val="none" w:sz="0" w:space="0" w:color="auto"/>
        <w:right w:val="none" w:sz="0" w:space="0" w:color="auto"/>
      </w:divBdr>
      <w:divsChild>
        <w:div w:id="307244019">
          <w:marLeft w:val="0"/>
          <w:marRight w:val="0"/>
          <w:marTop w:val="0"/>
          <w:marBottom w:val="360"/>
          <w:divBdr>
            <w:top w:val="none" w:sz="0" w:space="0" w:color="auto"/>
            <w:left w:val="none" w:sz="0" w:space="0" w:color="auto"/>
            <w:bottom w:val="none" w:sz="0" w:space="0" w:color="auto"/>
            <w:right w:val="none" w:sz="0" w:space="0" w:color="auto"/>
          </w:divBdr>
        </w:div>
      </w:divsChild>
    </w:div>
    <w:div w:id="303051336">
      <w:bodyDiv w:val="1"/>
      <w:marLeft w:val="0"/>
      <w:marRight w:val="0"/>
      <w:marTop w:val="0"/>
      <w:marBottom w:val="0"/>
      <w:divBdr>
        <w:top w:val="none" w:sz="0" w:space="0" w:color="auto"/>
        <w:left w:val="none" w:sz="0" w:space="0" w:color="auto"/>
        <w:bottom w:val="none" w:sz="0" w:space="0" w:color="auto"/>
        <w:right w:val="none" w:sz="0" w:space="0" w:color="auto"/>
      </w:divBdr>
    </w:div>
    <w:div w:id="304119756">
      <w:bodyDiv w:val="1"/>
      <w:marLeft w:val="0"/>
      <w:marRight w:val="0"/>
      <w:marTop w:val="0"/>
      <w:marBottom w:val="0"/>
      <w:divBdr>
        <w:top w:val="none" w:sz="0" w:space="0" w:color="auto"/>
        <w:left w:val="none" w:sz="0" w:space="0" w:color="auto"/>
        <w:bottom w:val="none" w:sz="0" w:space="0" w:color="auto"/>
        <w:right w:val="none" w:sz="0" w:space="0" w:color="auto"/>
      </w:divBdr>
      <w:divsChild>
        <w:div w:id="2046978720">
          <w:marLeft w:val="0"/>
          <w:marRight w:val="0"/>
          <w:marTop w:val="0"/>
          <w:marBottom w:val="360"/>
          <w:divBdr>
            <w:top w:val="none" w:sz="0" w:space="0" w:color="auto"/>
            <w:left w:val="none" w:sz="0" w:space="0" w:color="auto"/>
            <w:bottom w:val="none" w:sz="0" w:space="0" w:color="auto"/>
            <w:right w:val="none" w:sz="0" w:space="0" w:color="auto"/>
          </w:divBdr>
        </w:div>
      </w:divsChild>
    </w:div>
    <w:div w:id="316228337">
      <w:bodyDiv w:val="1"/>
      <w:marLeft w:val="0"/>
      <w:marRight w:val="0"/>
      <w:marTop w:val="0"/>
      <w:marBottom w:val="0"/>
      <w:divBdr>
        <w:top w:val="none" w:sz="0" w:space="0" w:color="auto"/>
        <w:left w:val="none" w:sz="0" w:space="0" w:color="auto"/>
        <w:bottom w:val="none" w:sz="0" w:space="0" w:color="auto"/>
        <w:right w:val="none" w:sz="0" w:space="0" w:color="auto"/>
      </w:divBdr>
      <w:divsChild>
        <w:div w:id="1174419851">
          <w:marLeft w:val="0"/>
          <w:marRight w:val="0"/>
          <w:marTop w:val="0"/>
          <w:marBottom w:val="360"/>
          <w:divBdr>
            <w:top w:val="none" w:sz="0" w:space="0" w:color="auto"/>
            <w:left w:val="none" w:sz="0" w:space="0" w:color="auto"/>
            <w:bottom w:val="none" w:sz="0" w:space="0" w:color="auto"/>
            <w:right w:val="none" w:sz="0" w:space="0" w:color="auto"/>
          </w:divBdr>
        </w:div>
      </w:divsChild>
    </w:div>
    <w:div w:id="335349327">
      <w:bodyDiv w:val="1"/>
      <w:marLeft w:val="0"/>
      <w:marRight w:val="0"/>
      <w:marTop w:val="0"/>
      <w:marBottom w:val="0"/>
      <w:divBdr>
        <w:top w:val="none" w:sz="0" w:space="0" w:color="auto"/>
        <w:left w:val="none" w:sz="0" w:space="0" w:color="auto"/>
        <w:bottom w:val="none" w:sz="0" w:space="0" w:color="auto"/>
        <w:right w:val="none" w:sz="0" w:space="0" w:color="auto"/>
      </w:divBdr>
    </w:div>
    <w:div w:id="338628669">
      <w:bodyDiv w:val="1"/>
      <w:marLeft w:val="0"/>
      <w:marRight w:val="0"/>
      <w:marTop w:val="0"/>
      <w:marBottom w:val="0"/>
      <w:divBdr>
        <w:top w:val="none" w:sz="0" w:space="0" w:color="auto"/>
        <w:left w:val="none" w:sz="0" w:space="0" w:color="auto"/>
        <w:bottom w:val="none" w:sz="0" w:space="0" w:color="auto"/>
        <w:right w:val="none" w:sz="0" w:space="0" w:color="auto"/>
      </w:divBdr>
    </w:div>
    <w:div w:id="343436256">
      <w:bodyDiv w:val="1"/>
      <w:marLeft w:val="0"/>
      <w:marRight w:val="0"/>
      <w:marTop w:val="0"/>
      <w:marBottom w:val="0"/>
      <w:divBdr>
        <w:top w:val="none" w:sz="0" w:space="0" w:color="auto"/>
        <w:left w:val="none" w:sz="0" w:space="0" w:color="auto"/>
        <w:bottom w:val="none" w:sz="0" w:space="0" w:color="auto"/>
        <w:right w:val="none" w:sz="0" w:space="0" w:color="auto"/>
      </w:divBdr>
    </w:div>
    <w:div w:id="355812330">
      <w:bodyDiv w:val="1"/>
      <w:marLeft w:val="0"/>
      <w:marRight w:val="0"/>
      <w:marTop w:val="0"/>
      <w:marBottom w:val="0"/>
      <w:divBdr>
        <w:top w:val="none" w:sz="0" w:space="0" w:color="auto"/>
        <w:left w:val="none" w:sz="0" w:space="0" w:color="auto"/>
        <w:bottom w:val="none" w:sz="0" w:space="0" w:color="auto"/>
        <w:right w:val="none" w:sz="0" w:space="0" w:color="auto"/>
      </w:divBdr>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64603323">
      <w:bodyDiv w:val="1"/>
      <w:marLeft w:val="0"/>
      <w:marRight w:val="0"/>
      <w:marTop w:val="0"/>
      <w:marBottom w:val="0"/>
      <w:divBdr>
        <w:top w:val="none" w:sz="0" w:space="0" w:color="auto"/>
        <w:left w:val="none" w:sz="0" w:space="0" w:color="auto"/>
        <w:bottom w:val="none" w:sz="0" w:space="0" w:color="auto"/>
        <w:right w:val="none" w:sz="0" w:space="0" w:color="auto"/>
      </w:divBdr>
    </w:div>
    <w:div w:id="373387692">
      <w:bodyDiv w:val="1"/>
      <w:marLeft w:val="0"/>
      <w:marRight w:val="0"/>
      <w:marTop w:val="0"/>
      <w:marBottom w:val="0"/>
      <w:divBdr>
        <w:top w:val="none" w:sz="0" w:space="0" w:color="auto"/>
        <w:left w:val="none" w:sz="0" w:space="0" w:color="auto"/>
        <w:bottom w:val="none" w:sz="0" w:space="0" w:color="auto"/>
        <w:right w:val="none" w:sz="0" w:space="0" w:color="auto"/>
      </w:divBdr>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0352964">
      <w:bodyDiv w:val="1"/>
      <w:marLeft w:val="0"/>
      <w:marRight w:val="0"/>
      <w:marTop w:val="0"/>
      <w:marBottom w:val="0"/>
      <w:divBdr>
        <w:top w:val="none" w:sz="0" w:space="0" w:color="auto"/>
        <w:left w:val="none" w:sz="0" w:space="0" w:color="auto"/>
        <w:bottom w:val="none" w:sz="0" w:space="0" w:color="auto"/>
        <w:right w:val="none" w:sz="0" w:space="0" w:color="auto"/>
      </w:divBdr>
      <w:divsChild>
        <w:div w:id="1042828407">
          <w:marLeft w:val="0"/>
          <w:marRight w:val="0"/>
          <w:marTop w:val="0"/>
          <w:marBottom w:val="360"/>
          <w:divBdr>
            <w:top w:val="none" w:sz="0" w:space="0" w:color="auto"/>
            <w:left w:val="none" w:sz="0" w:space="0" w:color="auto"/>
            <w:bottom w:val="none" w:sz="0" w:space="0" w:color="auto"/>
            <w:right w:val="none" w:sz="0" w:space="0" w:color="auto"/>
          </w:divBdr>
        </w:div>
      </w:divsChild>
    </w:div>
    <w:div w:id="417406641">
      <w:bodyDiv w:val="1"/>
      <w:marLeft w:val="0"/>
      <w:marRight w:val="0"/>
      <w:marTop w:val="0"/>
      <w:marBottom w:val="0"/>
      <w:divBdr>
        <w:top w:val="none" w:sz="0" w:space="0" w:color="auto"/>
        <w:left w:val="none" w:sz="0" w:space="0" w:color="auto"/>
        <w:bottom w:val="none" w:sz="0" w:space="0" w:color="auto"/>
        <w:right w:val="none" w:sz="0" w:space="0" w:color="auto"/>
      </w:divBdr>
      <w:divsChild>
        <w:div w:id="2014526932">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37214368">
      <w:bodyDiv w:val="1"/>
      <w:marLeft w:val="0"/>
      <w:marRight w:val="0"/>
      <w:marTop w:val="0"/>
      <w:marBottom w:val="0"/>
      <w:divBdr>
        <w:top w:val="none" w:sz="0" w:space="0" w:color="auto"/>
        <w:left w:val="none" w:sz="0" w:space="0" w:color="auto"/>
        <w:bottom w:val="none" w:sz="0" w:space="0" w:color="auto"/>
        <w:right w:val="none" w:sz="0" w:space="0" w:color="auto"/>
      </w:divBdr>
      <w:divsChild>
        <w:div w:id="862673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8332576">
      <w:bodyDiv w:val="1"/>
      <w:marLeft w:val="0"/>
      <w:marRight w:val="0"/>
      <w:marTop w:val="0"/>
      <w:marBottom w:val="0"/>
      <w:divBdr>
        <w:top w:val="none" w:sz="0" w:space="0" w:color="auto"/>
        <w:left w:val="none" w:sz="0" w:space="0" w:color="auto"/>
        <w:bottom w:val="none" w:sz="0" w:space="0" w:color="auto"/>
        <w:right w:val="none" w:sz="0" w:space="0" w:color="auto"/>
      </w:divBdr>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3713036">
      <w:bodyDiv w:val="1"/>
      <w:marLeft w:val="0"/>
      <w:marRight w:val="0"/>
      <w:marTop w:val="0"/>
      <w:marBottom w:val="0"/>
      <w:divBdr>
        <w:top w:val="none" w:sz="0" w:space="0" w:color="auto"/>
        <w:left w:val="none" w:sz="0" w:space="0" w:color="auto"/>
        <w:bottom w:val="none" w:sz="0" w:space="0" w:color="auto"/>
        <w:right w:val="none" w:sz="0" w:space="0" w:color="auto"/>
      </w:divBdr>
      <w:divsChild>
        <w:div w:id="909845263">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8450697">
      <w:bodyDiv w:val="1"/>
      <w:marLeft w:val="0"/>
      <w:marRight w:val="0"/>
      <w:marTop w:val="0"/>
      <w:marBottom w:val="0"/>
      <w:divBdr>
        <w:top w:val="none" w:sz="0" w:space="0" w:color="auto"/>
        <w:left w:val="none" w:sz="0" w:space="0" w:color="auto"/>
        <w:bottom w:val="none" w:sz="0" w:space="0" w:color="auto"/>
        <w:right w:val="none" w:sz="0" w:space="0" w:color="auto"/>
      </w:divBdr>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2479190">
      <w:bodyDiv w:val="1"/>
      <w:marLeft w:val="0"/>
      <w:marRight w:val="0"/>
      <w:marTop w:val="0"/>
      <w:marBottom w:val="0"/>
      <w:divBdr>
        <w:top w:val="none" w:sz="0" w:space="0" w:color="auto"/>
        <w:left w:val="none" w:sz="0" w:space="0" w:color="auto"/>
        <w:bottom w:val="none" w:sz="0" w:space="0" w:color="auto"/>
        <w:right w:val="none" w:sz="0" w:space="0" w:color="auto"/>
      </w:divBdr>
      <w:divsChild>
        <w:div w:id="1550993884">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89058344">
      <w:bodyDiv w:val="1"/>
      <w:marLeft w:val="0"/>
      <w:marRight w:val="0"/>
      <w:marTop w:val="0"/>
      <w:marBottom w:val="0"/>
      <w:divBdr>
        <w:top w:val="none" w:sz="0" w:space="0" w:color="auto"/>
        <w:left w:val="none" w:sz="0" w:space="0" w:color="auto"/>
        <w:bottom w:val="none" w:sz="0" w:space="0" w:color="auto"/>
        <w:right w:val="none" w:sz="0" w:space="0" w:color="auto"/>
      </w:divBdr>
      <w:divsChild>
        <w:div w:id="1947468943">
          <w:marLeft w:val="0"/>
          <w:marRight w:val="240"/>
          <w:marTop w:val="0"/>
          <w:marBottom w:val="0"/>
          <w:divBdr>
            <w:top w:val="none" w:sz="0" w:space="0" w:color="auto"/>
            <w:left w:val="none" w:sz="0" w:space="0" w:color="auto"/>
            <w:bottom w:val="none" w:sz="0" w:space="0" w:color="auto"/>
            <w:right w:val="none" w:sz="0" w:space="0" w:color="auto"/>
          </w:divBdr>
          <w:divsChild>
            <w:div w:id="515922436">
              <w:marLeft w:val="0"/>
              <w:marRight w:val="0"/>
              <w:marTop w:val="0"/>
              <w:marBottom w:val="0"/>
              <w:divBdr>
                <w:top w:val="none" w:sz="0" w:space="0" w:color="auto"/>
                <w:left w:val="none" w:sz="0" w:space="0" w:color="auto"/>
                <w:bottom w:val="none" w:sz="0" w:space="0" w:color="auto"/>
                <w:right w:val="none" w:sz="0" w:space="0" w:color="auto"/>
              </w:divBdr>
              <w:divsChild>
                <w:div w:id="6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6627">
          <w:marLeft w:val="0"/>
          <w:marRight w:val="240"/>
          <w:marTop w:val="0"/>
          <w:marBottom w:val="0"/>
          <w:divBdr>
            <w:top w:val="none" w:sz="0" w:space="0" w:color="auto"/>
            <w:left w:val="none" w:sz="0" w:space="0" w:color="auto"/>
            <w:bottom w:val="none" w:sz="0" w:space="0" w:color="auto"/>
            <w:right w:val="none" w:sz="0" w:space="0" w:color="auto"/>
          </w:divBdr>
          <w:divsChild>
            <w:div w:id="365373358">
              <w:marLeft w:val="0"/>
              <w:marRight w:val="0"/>
              <w:marTop w:val="0"/>
              <w:marBottom w:val="0"/>
              <w:divBdr>
                <w:top w:val="none" w:sz="0" w:space="0" w:color="auto"/>
                <w:left w:val="none" w:sz="0" w:space="0" w:color="auto"/>
                <w:bottom w:val="none" w:sz="0" w:space="0" w:color="auto"/>
                <w:right w:val="none" w:sz="0" w:space="0" w:color="auto"/>
              </w:divBdr>
              <w:divsChild>
                <w:div w:id="161057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0472">
          <w:marLeft w:val="0"/>
          <w:marRight w:val="0"/>
          <w:marTop w:val="750"/>
          <w:marBottom w:val="0"/>
          <w:divBdr>
            <w:top w:val="none" w:sz="0" w:space="0" w:color="auto"/>
            <w:left w:val="none" w:sz="0" w:space="0" w:color="auto"/>
            <w:bottom w:val="none" w:sz="0" w:space="0" w:color="auto"/>
            <w:right w:val="none" w:sz="0" w:space="0" w:color="auto"/>
          </w:divBdr>
          <w:divsChild>
            <w:div w:id="1406760827">
              <w:marLeft w:val="0"/>
              <w:marRight w:val="0"/>
              <w:marTop w:val="0"/>
              <w:marBottom w:val="0"/>
              <w:divBdr>
                <w:top w:val="none" w:sz="0" w:space="0" w:color="auto"/>
                <w:left w:val="none" w:sz="0" w:space="0" w:color="auto"/>
                <w:bottom w:val="none" w:sz="0" w:space="0" w:color="auto"/>
                <w:right w:val="none" w:sz="0" w:space="0" w:color="auto"/>
              </w:divBdr>
              <w:divsChild>
                <w:div w:id="40680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31887">
      <w:bodyDiv w:val="1"/>
      <w:marLeft w:val="0"/>
      <w:marRight w:val="0"/>
      <w:marTop w:val="0"/>
      <w:marBottom w:val="0"/>
      <w:divBdr>
        <w:top w:val="none" w:sz="0" w:space="0" w:color="auto"/>
        <w:left w:val="none" w:sz="0" w:space="0" w:color="auto"/>
        <w:bottom w:val="none" w:sz="0" w:space="0" w:color="auto"/>
        <w:right w:val="none" w:sz="0" w:space="0" w:color="auto"/>
      </w:divBdr>
      <w:divsChild>
        <w:div w:id="791444092">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88557">
      <w:bodyDiv w:val="1"/>
      <w:marLeft w:val="0"/>
      <w:marRight w:val="0"/>
      <w:marTop w:val="0"/>
      <w:marBottom w:val="0"/>
      <w:divBdr>
        <w:top w:val="none" w:sz="0" w:space="0" w:color="auto"/>
        <w:left w:val="none" w:sz="0" w:space="0" w:color="auto"/>
        <w:bottom w:val="none" w:sz="0" w:space="0" w:color="auto"/>
        <w:right w:val="none" w:sz="0" w:space="0" w:color="auto"/>
      </w:divBdr>
      <w:divsChild>
        <w:div w:id="1719626887">
          <w:marLeft w:val="0"/>
          <w:marRight w:val="0"/>
          <w:marTop w:val="0"/>
          <w:marBottom w:val="360"/>
          <w:divBdr>
            <w:top w:val="none" w:sz="0" w:space="0" w:color="auto"/>
            <w:left w:val="none" w:sz="0" w:space="0" w:color="auto"/>
            <w:bottom w:val="none" w:sz="0" w:space="0" w:color="auto"/>
            <w:right w:val="none" w:sz="0" w:space="0" w:color="auto"/>
          </w:divBdr>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38514259">
      <w:bodyDiv w:val="1"/>
      <w:marLeft w:val="0"/>
      <w:marRight w:val="0"/>
      <w:marTop w:val="0"/>
      <w:marBottom w:val="0"/>
      <w:divBdr>
        <w:top w:val="none" w:sz="0" w:space="0" w:color="auto"/>
        <w:left w:val="none" w:sz="0" w:space="0" w:color="auto"/>
        <w:bottom w:val="none" w:sz="0" w:space="0" w:color="auto"/>
        <w:right w:val="none" w:sz="0" w:space="0" w:color="auto"/>
      </w:divBdr>
      <w:divsChild>
        <w:div w:id="1283227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9612017">
      <w:bodyDiv w:val="1"/>
      <w:marLeft w:val="0"/>
      <w:marRight w:val="0"/>
      <w:marTop w:val="0"/>
      <w:marBottom w:val="0"/>
      <w:divBdr>
        <w:top w:val="none" w:sz="0" w:space="0" w:color="auto"/>
        <w:left w:val="none" w:sz="0" w:space="0" w:color="auto"/>
        <w:bottom w:val="none" w:sz="0" w:space="0" w:color="auto"/>
        <w:right w:val="none" w:sz="0" w:space="0" w:color="auto"/>
      </w:divBdr>
      <w:divsChild>
        <w:div w:id="1839609520">
          <w:marLeft w:val="0"/>
          <w:marRight w:val="0"/>
          <w:marTop w:val="0"/>
          <w:marBottom w:val="360"/>
          <w:divBdr>
            <w:top w:val="none" w:sz="0" w:space="0" w:color="auto"/>
            <w:left w:val="none" w:sz="0" w:space="0" w:color="auto"/>
            <w:bottom w:val="none" w:sz="0" w:space="0" w:color="auto"/>
            <w:right w:val="none" w:sz="0" w:space="0" w:color="auto"/>
          </w:divBdr>
        </w:div>
      </w:divsChild>
    </w:div>
    <w:div w:id="552615203">
      <w:bodyDiv w:val="1"/>
      <w:marLeft w:val="0"/>
      <w:marRight w:val="0"/>
      <w:marTop w:val="0"/>
      <w:marBottom w:val="0"/>
      <w:divBdr>
        <w:top w:val="none" w:sz="0" w:space="0" w:color="auto"/>
        <w:left w:val="none" w:sz="0" w:space="0" w:color="auto"/>
        <w:bottom w:val="none" w:sz="0" w:space="0" w:color="auto"/>
        <w:right w:val="none" w:sz="0" w:space="0" w:color="auto"/>
      </w:divBdr>
    </w:div>
    <w:div w:id="560598547">
      <w:bodyDiv w:val="1"/>
      <w:marLeft w:val="0"/>
      <w:marRight w:val="0"/>
      <w:marTop w:val="0"/>
      <w:marBottom w:val="0"/>
      <w:divBdr>
        <w:top w:val="none" w:sz="0" w:space="0" w:color="auto"/>
        <w:left w:val="none" w:sz="0" w:space="0" w:color="auto"/>
        <w:bottom w:val="none" w:sz="0" w:space="0" w:color="auto"/>
        <w:right w:val="none" w:sz="0" w:space="0" w:color="auto"/>
      </w:divBdr>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70698829">
      <w:bodyDiv w:val="1"/>
      <w:marLeft w:val="0"/>
      <w:marRight w:val="0"/>
      <w:marTop w:val="0"/>
      <w:marBottom w:val="0"/>
      <w:divBdr>
        <w:top w:val="none" w:sz="0" w:space="0" w:color="auto"/>
        <w:left w:val="none" w:sz="0" w:space="0" w:color="auto"/>
        <w:bottom w:val="none" w:sz="0" w:space="0" w:color="auto"/>
        <w:right w:val="none" w:sz="0" w:space="0" w:color="auto"/>
      </w:divBdr>
      <w:divsChild>
        <w:div w:id="417097199">
          <w:marLeft w:val="0"/>
          <w:marRight w:val="0"/>
          <w:marTop w:val="0"/>
          <w:marBottom w:val="360"/>
          <w:divBdr>
            <w:top w:val="none" w:sz="0" w:space="0" w:color="auto"/>
            <w:left w:val="none" w:sz="0" w:space="0" w:color="auto"/>
            <w:bottom w:val="none" w:sz="0" w:space="0" w:color="auto"/>
            <w:right w:val="none" w:sz="0" w:space="0" w:color="auto"/>
          </w:divBdr>
        </w:div>
      </w:divsChild>
    </w:div>
    <w:div w:id="571501691">
      <w:bodyDiv w:val="1"/>
      <w:marLeft w:val="0"/>
      <w:marRight w:val="0"/>
      <w:marTop w:val="0"/>
      <w:marBottom w:val="0"/>
      <w:divBdr>
        <w:top w:val="none" w:sz="0" w:space="0" w:color="auto"/>
        <w:left w:val="none" w:sz="0" w:space="0" w:color="auto"/>
        <w:bottom w:val="none" w:sz="0" w:space="0" w:color="auto"/>
        <w:right w:val="none" w:sz="0" w:space="0" w:color="auto"/>
      </w:divBdr>
    </w:div>
    <w:div w:id="582036434">
      <w:bodyDiv w:val="1"/>
      <w:marLeft w:val="0"/>
      <w:marRight w:val="0"/>
      <w:marTop w:val="0"/>
      <w:marBottom w:val="0"/>
      <w:divBdr>
        <w:top w:val="none" w:sz="0" w:space="0" w:color="auto"/>
        <w:left w:val="none" w:sz="0" w:space="0" w:color="auto"/>
        <w:bottom w:val="none" w:sz="0" w:space="0" w:color="auto"/>
        <w:right w:val="none" w:sz="0" w:space="0" w:color="auto"/>
      </w:divBdr>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5676360">
      <w:bodyDiv w:val="1"/>
      <w:marLeft w:val="0"/>
      <w:marRight w:val="0"/>
      <w:marTop w:val="0"/>
      <w:marBottom w:val="0"/>
      <w:divBdr>
        <w:top w:val="none" w:sz="0" w:space="0" w:color="auto"/>
        <w:left w:val="none" w:sz="0" w:space="0" w:color="auto"/>
        <w:bottom w:val="none" w:sz="0" w:space="0" w:color="auto"/>
        <w:right w:val="none" w:sz="0" w:space="0" w:color="auto"/>
      </w:divBdr>
      <w:divsChild>
        <w:div w:id="503128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5301868">
      <w:bodyDiv w:val="1"/>
      <w:marLeft w:val="0"/>
      <w:marRight w:val="0"/>
      <w:marTop w:val="0"/>
      <w:marBottom w:val="0"/>
      <w:divBdr>
        <w:top w:val="none" w:sz="0" w:space="0" w:color="auto"/>
        <w:left w:val="none" w:sz="0" w:space="0" w:color="auto"/>
        <w:bottom w:val="none" w:sz="0" w:space="0" w:color="auto"/>
        <w:right w:val="none" w:sz="0" w:space="0" w:color="auto"/>
      </w:divBdr>
      <w:divsChild>
        <w:div w:id="15026218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93448">
      <w:bodyDiv w:val="1"/>
      <w:marLeft w:val="0"/>
      <w:marRight w:val="0"/>
      <w:marTop w:val="0"/>
      <w:marBottom w:val="0"/>
      <w:divBdr>
        <w:top w:val="none" w:sz="0" w:space="0" w:color="auto"/>
        <w:left w:val="none" w:sz="0" w:space="0" w:color="auto"/>
        <w:bottom w:val="none" w:sz="0" w:space="0" w:color="auto"/>
        <w:right w:val="none" w:sz="0" w:space="0" w:color="auto"/>
      </w:divBdr>
      <w:divsChild>
        <w:div w:id="1604260639">
          <w:marLeft w:val="0"/>
          <w:marRight w:val="0"/>
          <w:marTop w:val="0"/>
          <w:marBottom w:val="360"/>
          <w:divBdr>
            <w:top w:val="none" w:sz="0" w:space="0" w:color="auto"/>
            <w:left w:val="none" w:sz="0" w:space="0" w:color="auto"/>
            <w:bottom w:val="none" w:sz="0" w:space="0" w:color="auto"/>
            <w:right w:val="none" w:sz="0" w:space="0" w:color="auto"/>
          </w:divBdr>
        </w:div>
      </w:divsChild>
    </w:div>
    <w:div w:id="671570535">
      <w:bodyDiv w:val="1"/>
      <w:marLeft w:val="0"/>
      <w:marRight w:val="0"/>
      <w:marTop w:val="0"/>
      <w:marBottom w:val="0"/>
      <w:divBdr>
        <w:top w:val="none" w:sz="0" w:space="0" w:color="auto"/>
        <w:left w:val="none" w:sz="0" w:space="0" w:color="auto"/>
        <w:bottom w:val="none" w:sz="0" w:space="0" w:color="auto"/>
        <w:right w:val="none" w:sz="0" w:space="0" w:color="auto"/>
      </w:divBdr>
    </w:div>
    <w:div w:id="696930793">
      <w:bodyDiv w:val="1"/>
      <w:marLeft w:val="0"/>
      <w:marRight w:val="0"/>
      <w:marTop w:val="0"/>
      <w:marBottom w:val="0"/>
      <w:divBdr>
        <w:top w:val="none" w:sz="0" w:space="0" w:color="auto"/>
        <w:left w:val="none" w:sz="0" w:space="0" w:color="auto"/>
        <w:bottom w:val="none" w:sz="0" w:space="0" w:color="auto"/>
        <w:right w:val="none" w:sz="0" w:space="0" w:color="auto"/>
      </w:divBdr>
      <w:divsChild>
        <w:div w:id="990478202">
          <w:marLeft w:val="0"/>
          <w:marRight w:val="0"/>
          <w:marTop w:val="0"/>
          <w:marBottom w:val="360"/>
          <w:divBdr>
            <w:top w:val="none" w:sz="0" w:space="0" w:color="auto"/>
            <w:left w:val="none" w:sz="0" w:space="0" w:color="auto"/>
            <w:bottom w:val="none" w:sz="0" w:space="0" w:color="auto"/>
            <w:right w:val="none" w:sz="0" w:space="0" w:color="auto"/>
          </w:divBdr>
        </w:div>
      </w:divsChild>
    </w:div>
    <w:div w:id="697269588">
      <w:bodyDiv w:val="1"/>
      <w:marLeft w:val="0"/>
      <w:marRight w:val="0"/>
      <w:marTop w:val="0"/>
      <w:marBottom w:val="0"/>
      <w:divBdr>
        <w:top w:val="none" w:sz="0" w:space="0" w:color="auto"/>
        <w:left w:val="none" w:sz="0" w:space="0" w:color="auto"/>
        <w:bottom w:val="none" w:sz="0" w:space="0" w:color="auto"/>
        <w:right w:val="none" w:sz="0" w:space="0" w:color="auto"/>
      </w:divBdr>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697849376">
      <w:bodyDiv w:val="1"/>
      <w:marLeft w:val="0"/>
      <w:marRight w:val="0"/>
      <w:marTop w:val="0"/>
      <w:marBottom w:val="0"/>
      <w:divBdr>
        <w:top w:val="none" w:sz="0" w:space="0" w:color="auto"/>
        <w:left w:val="none" w:sz="0" w:space="0" w:color="auto"/>
        <w:bottom w:val="none" w:sz="0" w:space="0" w:color="auto"/>
        <w:right w:val="none" w:sz="0" w:space="0" w:color="auto"/>
      </w:divBdr>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25838648">
      <w:bodyDiv w:val="1"/>
      <w:marLeft w:val="0"/>
      <w:marRight w:val="0"/>
      <w:marTop w:val="0"/>
      <w:marBottom w:val="0"/>
      <w:divBdr>
        <w:top w:val="none" w:sz="0" w:space="0" w:color="auto"/>
        <w:left w:val="none" w:sz="0" w:space="0" w:color="auto"/>
        <w:bottom w:val="none" w:sz="0" w:space="0" w:color="auto"/>
        <w:right w:val="none" w:sz="0" w:space="0" w:color="auto"/>
      </w:divBdr>
      <w:divsChild>
        <w:div w:id="1378318212">
          <w:marLeft w:val="0"/>
          <w:marRight w:val="0"/>
          <w:marTop w:val="0"/>
          <w:marBottom w:val="360"/>
          <w:divBdr>
            <w:top w:val="none" w:sz="0" w:space="0" w:color="auto"/>
            <w:left w:val="none" w:sz="0" w:space="0" w:color="auto"/>
            <w:bottom w:val="none" w:sz="0" w:space="0" w:color="auto"/>
            <w:right w:val="none" w:sz="0" w:space="0" w:color="auto"/>
          </w:divBdr>
        </w:div>
      </w:divsChild>
    </w:div>
    <w:div w:id="729814880">
      <w:bodyDiv w:val="1"/>
      <w:marLeft w:val="0"/>
      <w:marRight w:val="0"/>
      <w:marTop w:val="0"/>
      <w:marBottom w:val="0"/>
      <w:divBdr>
        <w:top w:val="none" w:sz="0" w:space="0" w:color="auto"/>
        <w:left w:val="none" w:sz="0" w:space="0" w:color="auto"/>
        <w:bottom w:val="none" w:sz="0" w:space="0" w:color="auto"/>
        <w:right w:val="none" w:sz="0" w:space="0" w:color="auto"/>
      </w:divBdr>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30884298">
      <w:bodyDiv w:val="1"/>
      <w:marLeft w:val="0"/>
      <w:marRight w:val="0"/>
      <w:marTop w:val="0"/>
      <w:marBottom w:val="0"/>
      <w:divBdr>
        <w:top w:val="none" w:sz="0" w:space="0" w:color="auto"/>
        <w:left w:val="none" w:sz="0" w:space="0" w:color="auto"/>
        <w:bottom w:val="none" w:sz="0" w:space="0" w:color="auto"/>
        <w:right w:val="none" w:sz="0" w:space="0" w:color="auto"/>
      </w:divBdr>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56946225">
      <w:bodyDiv w:val="1"/>
      <w:marLeft w:val="0"/>
      <w:marRight w:val="0"/>
      <w:marTop w:val="0"/>
      <w:marBottom w:val="0"/>
      <w:divBdr>
        <w:top w:val="none" w:sz="0" w:space="0" w:color="auto"/>
        <w:left w:val="none" w:sz="0" w:space="0" w:color="auto"/>
        <w:bottom w:val="none" w:sz="0" w:space="0" w:color="auto"/>
        <w:right w:val="none" w:sz="0" w:space="0" w:color="auto"/>
      </w:divBdr>
    </w:div>
    <w:div w:id="769280470">
      <w:bodyDiv w:val="1"/>
      <w:marLeft w:val="0"/>
      <w:marRight w:val="0"/>
      <w:marTop w:val="0"/>
      <w:marBottom w:val="0"/>
      <w:divBdr>
        <w:top w:val="none" w:sz="0" w:space="0" w:color="auto"/>
        <w:left w:val="none" w:sz="0" w:space="0" w:color="auto"/>
        <w:bottom w:val="none" w:sz="0" w:space="0" w:color="auto"/>
        <w:right w:val="none" w:sz="0" w:space="0" w:color="auto"/>
      </w:divBdr>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6239494">
      <w:bodyDiv w:val="1"/>
      <w:marLeft w:val="0"/>
      <w:marRight w:val="0"/>
      <w:marTop w:val="0"/>
      <w:marBottom w:val="0"/>
      <w:divBdr>
        <w:top w:val="none" w:sz="0" w:space="0" w:color="auto"/>
        <w:left w:val="none" w:sz="0" w:space="0" w:color="auto"/>
        <w:bottom w:val="none" w:sz="0" w:space="0" w:color="auto"/>
        <w:right w:val="none" w:sz="0" w:space="0" w:color="auto"/>
      </w:divBdr>
      <w:divsChild>
        <w:div w:id="835464009">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39538756">
      <w:bodyDiv w:val="1"/>
      <w:marLeft w:val="0"/>
      <w:marRight w:val="0"/>
      <w:marTop w:val="0"/>
      <w:marBottom w:val="0"/>
      <w:divBdr>
        <w:top w:val="none" w:sz="0" w:space="0" w:color="auto"/>
        <w:left w:val="none" w:sz="0" w:space="0" w:color="auto"/>
        <w:bottom w:val="none" w:sz="0" w:space="0" w:color="auto"/>
        <w:right w:val="none" w:sz="0" w:space="0" w:color="auto"/>
      </w:divBdr>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2598471">
      <w:bodyDiv w:val="1"/>
      <w:marLeft w:val="0"/>
      <w:marRight w:val="0"/>
      <w:marTop w:val="0"/>
      <w:marBottom w:val="0"/>
      <w:divBdr>
        <w:top w:val="none" w:sz="0" w:space="0" w:color="auto"/>
        <w:left w:val="none" w:sz="0" w:space="0" w:color="auto"/>
        <w:bottom w:val="none" w:sz="0" w:space="0" w:color="auto"/>
        <w:right w:val="none" w:sz="0" w:space="0" w:color="auto"/>
      </w:divBdr>
      <w:divsChild>
        <w:div w:id="1077899800">
          <w:marLeft w:val="0"/>
          <w:marRight w:val="240"/>
          <w:marTop w:val="0"/>
          <w:marBottom w:val="0"/>
          <w:divBdr>
            <w:top w:val="none" w:sz="0" w:space="0" w:color="auto"/>
            <w:left w:val="none" w:sz="0" w:space="0" w:color="auto"/>
            <w:bottom w:val="none" w:sz="0" w:space="0" w:color="auto"/>
            <w:right w:val="none" w:sz="0" w:space="0" w:color="auto"/>
          </w:divBdr>
          <w:divsChild>
            <w:div w:id="449672115">
              <w:marLeft w:val="0"/>
              <w:marRight w:val="0"/>
              <w:marTop w:val="0"/>
              <w:marBottom w:val="0"/>
              <w:divBdr>
                <w:top w:val="none" w:sz="0" w:space="0" w:color="auto"/>
                <w:left w:val="none" w:sz="0" w:space="0" w:color="auto"/>
                <w:bottom w:val="none" w:sz="0" w:space="0" w:color="auto"/>
                <w:right w:val="none" w:sz="0" w:space="0" w:color="auto"/>
              </w:divBdr>
              <w:divsChild>
                <w:div w:id="112565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61066">
          <w:marLeft w:val="0"/>
          <w:marRight w:val="240"/>
          <w:marTop w:val="0"/>
          <w:marBottom w:val="0"/>
          <w:divBdr>
            <w:top w:val="none" w:sz="0" w:space="0" w:color="auto"/>
            <w:left w:val="none" w:sz="0" w:space="0" w:color="auto"/>
            <w:bottom w:val="none" w:sz="0" w:space="0" w:color="auto"/>
            <w:right w:val="none" w:sz="0" w:space="0" w:color="auto"/>
          </w:divBdr>
          <w:divsChild>
            <w:div w:id="221521366">
              <w:marLeft w:val="0"/>
              <w:marRight w:val="0"/>
              <w:marTop w:val="0"/>
              <w:marBottom w:val="0"/>
              <w:divBdr>
                <w:top w:val="none" w:sz="0" w:space="0" w:color="auto"/>
                <w:left w:val="none" w:sz="0" w:space="0" w:color="auto"/>
                <w:bottom w:val="none" w:sz="0" w:space="0" w:color="auto"/>
                <w:right w:val="none" w:sz="0" w:space="0" w:color="auto"/>
              </w:divBdr>
              <w:divsChild>
                <w:div w:id="6769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5703">
          <w:marLeft w:val="0"/>
          <w:marRight w:val="0"/>
          <w:marTop w:val="750"/>
          <w:marBottom w:val="0"/>
          <w:divBdr>
            <w:top w:val="none" w:sz="0" w:space="0" w:color="auto"/>
            <w:left w:val="none" w:sz="0" w:space="0" w:color="auto"/>
            <w:bottom w:val="none" w:sz="0" w:space="0" w:color="auto"/>
            <w:right w:val="none" w:sz="0" w:space="0" w:color="auto"/>
          </w:divBdr>
          <w:divsChild>
            <w:div w:id="1526823192">
              <w:marLeft w:val="0"/>
              <w:marRight w:val="0"/>
              <w:marTop w:val="0"/>
              <w:marBottom w:val="0"/>
              <w:divBdr>
                <w:top w:val="none" w:sz="0" w:space="0" w:color="auto"/>
                <w:left w:val="none" w:sz="0" w:space="0" w:color="auto"/>
                <w:bottom w:val="none" w:sz="0" w:space="0" w:color="auto"/>
                <w:right w:val="none" w:sz="0" w:space="0" w:color="auto"/>
              </w:divBdr>
              <w:divsChild>
                <w:div w:id="2884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67839308">
      <w:bodyDiv w:val="1"/>
      <w:marLeft w:val="0"/>
      <w:marRight w:val="0"/>
      <w:marTop w:val="0"/>
      <w:marBottom w:val="0"/>
      <w:divBdr>
        <w:top w:val="none" w:sz="0" w:space="0" w:color="auto"/>
        <w:left w:val="none" w:sz="0" w:space="0" w:color="auto"/>
        <w:bottom w:val="none" w:sz="0" w:space="0" w:color="auto"/>
        <w:right w:val="none" w:sz="0" w:space="0" w:color="auto"/>
      </w:divBdr>
    </w:div>
    <w:div w:id="889389743">
      <w:bodyDiv w:val="1"/>
      <w:marLeft w:val="0"/>
      <w:marRight w:val="0"/>
      <w:marTop w:val="0"/>
      <w:marBottom w:val="0"/>
      <w:divBdr>
        <w:top w:val="none" w:sz="0" w:space="0" w:color="auto"/>
        <w:left w:val="none" w:sz="0" w:space="0" w:color="auto"/>
        <w:bottom w:val="none" w:sz="0" w:space="0" w:color="auto"/>
        <w:right w:val="none" w:sz="0" w:space="0" w:color="auto"/>
      </w:divBdr>
      <w:divsChild>
        <w:div w:id="1014264468">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00091605">
      <w:bodyDiv w:val="1"/>
      <w:marLeft w:val="0"/>
      <w:marRight w:val="0"/>
      <w:marTop w:val="0"/>
      <w:marBottom w:val="0"/>
      <w:divBdr>
        <w:top w:val="none" w:sz="0" w:space="0" w:color="auto"/>
        <w:left w:val="none" w:sz="0" w:space="0" w:color="auto"/>
        <w:bottom w:val="none" w:sz="0" w:space="0" w:color="auto"/>
        <w:right w:val="none" w:sz="0" w:space="0" w:color="auto"/>
      </w:divBdr>
      <w:divsChild>
        <w:div w:id="165317067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6260013">
      <w:bodyDiv w:val="1"/>
      <w:marLeft w:val="0"/>
      <w:marRight w:val="0"/>
      <w:marTop w:val="0"/>
      <w:marBottom w:val="0"/>
      <w:divBdr>
        <w:top w:val="none" w:sz="0" w:space="0" w:color="auto"/>
        <w:left w:val="none" w:sz="0" w:space="0" w:color="auto"/>
        <w:bottom w:val="none" w:sz="0" w:space="0" w:color="auto"/>
        <w:right w:val="none" w:sz="0" w:space="0" w:color="auto"/>
      </w:divBdr>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20261063">
      <w:bodyDiv w:val="1"/>
      <w:marLeft w:val="0"/>
      <w:marRight w:val="0"/>
      <w:marTop w:val="0"/>
      <w:marBottom w:val="0"/>
      <w:divBdr>
        <w:top w:val="none" w:sz="0" w:space="0" w:color="auto"/>
        <w:left w:val="none" w:sz="0" w:space="0" w:color="auto"/>
        <w:bottom w:val="none" w:sz="0" w:space="0" w:color="auto"/>
        <w:right w:val="none" w:sz="0" w:space="0" w:color="auto"/>
      </w:divBdr>
      <w:divsChild>
        <w:div w:id="636952116">
          <w:marLeft w:val="0"/>
          <w:marRight w:val="0"/>
          <w:marTop w:val="0"/>
          <w:marBottom w:val="360"/>
          <w:divBdr>
            <w:top w:val="none" w:sz="0" w:space="0" w:color="auto"/>
            <w:left w:val="none" w:sz="0" w:space="0" w:color="auto"/>
            <w:bottom w:val="none" w:sz="0" w:space="0" w:color="auto"/>
            <w:right w:val="none" w:sz="0" w:space="0" w:color="auto"/>
          </w:divBdr>
        </w:div>
      </w:divsChild>
    </w:div>
    <w:div w:id="920874092">
      <w:bodyDiv w:val="1"/>
      <w:marLeft w:val="0"/>
      <w:marRight w:val="0"/>
      <w:marTop w:val="0"/>
      <w:marBottom w:val="0"/>
      <w:divBdr>
        <w:top w:val="none" w:sz="0" w:space="0" w:color="auto"/>
        <w:left w:val="none" w:sz="0" w:space="0" w:color="auto"/>
        <w:bottom w:val="none" w:sz="0" w:space="0" w:color="auto"/>
        <w:right w:val="none" w:sz="0" w:space="0" w:color="auto"/>
      </w:divBdr>
    </w:div>
    <w:div w:id="930314473">
      <w:bodyDiv w:val="1"/>
      <w:marLeft w:val="0"/>
      <w:marRight w:val="0"/>
      <w:marTop w:val="0"/>
      <w:marBottom w:val="0"/>
      <w:divBdr>
        <w:top w:val="none" w:sz="0" w:space="0" w:color="auto"/>
        <w:left w:val="none" w:sz="0" w:space="0" w:color="auto"/>
        <w:bottom w:val="none" w:sz="0" w:space="0" w:color="auto"/>
        <w:right w:val="none" w:sz="0" w:space="0" w:color="auto"/>
      </w:divBdr>
      <w:divsChild>
        <w:div w:id="606699347">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3729789">
      <w:bodyDiv w:val="1"/>
      <w:marLeft w:val="0"/>
      <w:marRight w:val="0"/>
      <w:marTop w:val="0"/>
      <w:marBottom w:val="0"/>
      <w:divBdr>
        <w:top w:val="none" w:sz="0" w:space="0" w:color="auto"/>
        <w:left w:val="none" w:sz="0" w:space="0" w:color="auto"/>
        <w:bottom w:val="none" w:sz="0" w:space="0" w:color="auto"/>
        <w:right w:val="none" w:sz="0" w:space="0" w:color="auto"/>
      </w:divBdr>
      <w:divsChild>
        <w:div w:id="2117016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996610605">
      <w:bodyDiv w:val="1"/>
      <w:marLeft w:val="0"/>
      <w:marRight w:val="0"/>
      <w:marTop w:val="0"/>
      <w:marBottom w:val="0"/>
      <w:divBdr>
        <w:top w:val="none" w:sz="0" w:space="0" w:color="auto"/>
        <w:left w:val="none" w:sz="0" w:space="0" w:color="auto"/>
        <w:bottom w:val="none" w:sz="0" w:space="0" w:color="auto"/>
        <w:right w:val="none" w:sz="0" w:space="0" w:color="auto"/>
      </w:divBdr>
      <w:divsChild>
        <w:div w:id="1953366995">
          <w:marLeft w:val="0"/>
          <w:marRight w:val="0"/>
          <w:marTop w:val="0"/>
          <w:marBottom w:val="360"/>
          <w:divBdr>
            <w:top w:val="none" w:sz="0" w:space="0" w:color="auto"/>
            <w:left w:val="none" w:sz="0" w:space="0" w:color="auto"/>
            <w:bottom w:val="none" w:sz="0" w:space="0" w:color="auto"/>
            <w:right w:val="none" w:sz="0" w:space="0" w:color="auto"/>
          </w:divBdr>
        </w:div>
      </w:divsChild>
    </w:div>
    <w:div w:id="997686119">
      <w:bodyDiv w:val="1"/>
      <w:marLeft w:val="0"/>
      <w:marRight w:val="0"/>
      <w:marTop w:val="0"/>
      <w:marBottom w:val="0"/>
      <w:divBdr>
        <w:top w:val="none" w:sz="0" w:space="0" w:color="auto"/>
        <w:left w:val="none" w:sz="0" w:space="0" w:color="auto"/>
        <w:bottom w:val="none" w:sz="0" w:space="0" w:color="auto"/>
        <w:right w:val="none" w:sz="0" w:space="0" w:color="auto"/>
      </w:divBdr>
    </w:div>
    <w:div w:id="1018657222">
      <w:bodyDiv w:val="1"/>
      <w:marLeft w:val="0"/>
      <w:marRight w:val="0"/>
      <w:marTop w:val="0"/>
      <w:marBottom w:val="0"/>
      <w:divBdr>
        <w:top w:val="none" w:sz="0" w:space="0" w:color="auto"/>
        <w:left w:val="none" w:sz="0" w:space="0" w:color="auto"/>
        <w:bottom w:val="none" w:sz="0" w:space="0" w:color="auto"/>
        <w:right w:val="none" w:sz="0" w:space="0" w:color="auto"/>
      </w:divBdr>
      <w:divsChild>
        <w:div w:id="92675746">
          <w:marLeft w:val="0"/>
          <w:marRight w:val="0"/>
          <w:marTop w:val="0"/>
          <w:marBottom w:val="360"/>
          <w:divBdr>
            <w:top w:val="none" w:sz="0" w:space="0" w:color="auto"/>
            <w:left w:val="none" w:sz="0" w:space="0" w:color="auto"/>
            <w:bottom w:val="none" w:sz="0" w:space="0" w:color="auto"/>
            <w:right w:val="none" w:sz="0" w:space="0" w:color="auto"/>
          </w:divBdr>
        </w:div>
      </w:divsChild>
    </w:div>
    <w:div w:id="1022558217">
      <w:bodyDiv w:val="1"/>
      <w:marLeft w:val="0"/>
      <w:marRight w:val="0"/>
      <w:marTop w:val="0"/>
      <w:marBottom w:val="0"/>
      <w:divBdr>
        <w:top w:val="none" w:sz="0" w:space="0" w:color="auto"/>
        <w:left w:val="none" w:sz="0" w:space="0" w:color="auto"/>
        <w:bottom w:val="none" w:sz="0" w:space="0" w:color="auto"/>
        <w:right w:val="none" w:sz="0" w:space="0" w:color="auto"/>
      </w:divBdr>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46948073">
      <w:bodyDiv w:val="1"/>
      <w:marLeft w:val="0"/>
      <w:marRight w:val="0"/>
      <w:marTop w:val="0"/>
      <w:marBottom w:val="0"/>
      <w:divBdr>
        <w:top w:val="none" w:sz="0" w:space="0" w:color="auto"/>
        <w:left w:val="none" w:sz="0" w:space="0" w:color="auto"/>
        <w:bottom w:val="none" w:sz="0" w:space="0" w:color="auto"/>
        <w:right w:val="none" w:sz="0" w:space="0" w:color="auto"/>
      </w:divBdr>
      <w:divsChild>
        <w:div w:id="432088892">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67412501">
      <w:bodyDiv w:val="1"/>
      <w:marLeft w:val="0"/>
      <w:marRight w:val="0"/>
      <w:marTop w:val="0"/>
      <w:marBottom w:val="0"/>
      <w:divBdr>
        <w:top w:val="none" w:sz="0" w:space="0" w:color="auto"/>
        <w:left w:val="none" w:sz="0" w:space="0" w:color="auto"/>
        <w:bottom w:val="none" w:sz="0" w:space="0" w:color="auto"/>
        <w:right w:val="none" w:sz="0" w:space="0" w:color="auto"/>
      </w:divBdr>
    </w:div>
    <w:div w:id="1085956123">
      <w:bodyDiv w:val="1"/>
      <w:marLeft w:val="0"/>
      <w:marRight w:val="0"/>
      <w:marTop w:val="0"/>
      <w:marBottom w:val="0"/>
      <w:divBdr>
        <w:top w:val="none" w:sz="0" w:space="0" w:color="auto"/>
        <w:left w:val="none" w:sz="0" w:space="0" w:color="auto"/>
        <w:bottom w:val="none" w:sz="0" w:space="0" w:color="auto"/>
        <w:right w:val="none" w:sz="0" w:space="0" w:color="auto"/>
      </w:divBdr>
      <w:divsChild>
        <w:div w:id="1994523413">
          <w:marLeft w:val="0"/>
          <w:marRight w:val="0"/>
          <w:marTop w:val="0"/>
          <w:marBottom w:val="360"/>
          <w:divBdr>
            <w:top w:val="none" w:sz="0" w:space="0" w:color="auto"/>
            <w:left w:val="none" w:sz="0" w:space="0" w:color="auto"/>
            <w:bottom w:val="none" w:sz="0" w:space="0" w:color="auto"/>
            <w:right w:val="none" w:sz="0" w:space="0" w:color="auto"/>
          </w:divBdr>
        </w:div>
      </w:divsChild>
    </w:div>
    <w:div w:id="1089473194">
      <w:bodyDiv w:val="1"/>
      <w:marLeft w:val="0"/>
      <w:marRight w:val="0"/>
      <w:marTop w:val="0"/>
      <w:marBottom w:val="0"/>
      <w:divBdr>
        <w:top w:val="none" w:sz="0" w:space="0" w:color="auto"/>
        <w:left w:val="none" w:sz="0" w:space="0" w:color="auto"/>
        <w:bottom w:val="none" w:sz="0" w:space="0" w:color="auto"/>
        <w:right w:val="none" w:sz="0" w:space="0" w:color="auto"/>
      </w:divBdr>
      <w:divsChild>
        <w:div w:id="1145859024">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6271397">
      <w:bodyDiv w:val="1"/>
      <w:marLeft w:val="0"/>
      <w:marRight w:val="0"/>
      <w:marTop w:val="0"/>
      <w:marBottom w:val="0"/>
      <w:divBdr>
        <w:top w:val="none" w:sz="0" w:space="0" w:color="auto"/>
        <w:left w:val="none" w:sz="0" w:space="0" w:color="auto"/>
        <w:bottom w:val="none" w:sz="0" w:space="0" w:color="auto"/>
        <w:right w:val="none" w:sz="0" w:space="0" w:color="auto"/>
      </w:divBdr>
      <w:divsChild>
        <w:div w:id="1350835517">
          <w:marLeft w:val="0"/>
          <w:marRight w:val="0"/>
          <w:marTop w:val="0"/>
          <w:marBottom w:val="360"/>
          <w:divBdr>
            <w:top w:val="none" w:sz="0" w:space="0" w:color="auto"/>
            <w:left w:val="none" w:sz="0" w:space="0" w:color="auto"/>
            <w:bottom w:val="none" w:sz="0" w:space="0" w:color="auto"/>
            <w:right w:val="none" w:sz="0" w:space="0" w:color="auto"/>
          </w:divBdr>
        </w:div>
      </w:divsChild>
    </w:div>
    <w:div w:id="1114403846">
      <w:bodyDiv w:val="1"/>
      <w:marLeft w:val="0"/>
      <w:marRight w:val="0"/>
      <w:marTop w:val="0"/>
      <w:marBottom w:val="0"/>
      <w:divBdr>
        <w:top w:val="none" w:sz="0" w:space="0" w:color="auto"/>
        <w:left w:val="none" w:sz="0" w:space="0" w:color="auto"/>
        <w:bottom w:val="none" w:sz="0" w:space="0" w:color="auto"/>
        <w:right w:val="none" w:sz="0" w:space="0" w:color="auto"/>
      </w:divBdr>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778792">
      <w:bodyDiv w:val="1"/>
      <w:marLeft w:val="0"/>
      <w:marRight w:val="0"/>
      <w:marTop w:val="0"/>
      <w:marBottom w:val="0"/>
      <w:divBdr>
        <w:top w:val="none" w:sz="0" w:space="0" w:color="auto"/>
        <w:left w:val="none" w:sz="0" w:space="0" w:color="auto"/>
        <w:bottom w:val="none" w:sz="0" w:space="0" w:color="auto"/>
        <w:right w:val="none" w:sz="0" w:space="0" w:color="auto"/>
      </w:divBdr>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46749502">
      <w:bodyDiv w:val="1"/>
      <w:marLeft w:val="0"/>
      <w:marRight w:val="0"/>
      <w:marTop w:val="0"/>
      <w:marBottom w:val="0"/>
      <w:divBdr>
        <w:top w:val="none" w:sz="0" w:space="0" w:color="auto"/>
        <w:left w:val="none" w:sz="0" w:space="0" w:color="auto"/>
        <w:bottom w:val="none" w:sz="0" w:space="0" w:color="auto"/>
        <w:right w:val="none" w:sz="0" w:space="0" w:color="auto"/>
      </w:divBdr>
    </w:div>
    <w:div w:id="1148084412">
      <w:bodyDiv w:val="1"/>
      <w:marLeft w:val="0"/>
      <w:marRight w:val="0"/>
      <w:marTop w:val="0"/>
      <w:marBottom w:val="0"/>
      <w:divBdr>
        <w:top w:val="none" w:sz="0" w:space="0" w:color="auto"/>
        <w:left w:val="none" w:sz="0" w:space="0" w:color="auto"/>
        <w:bottom w:val="none" w:sz="0" w:space="0" w:color="auto"/>
        <w:right w:val="none" w:sz="0" w:space="0" w:color="auto"/>
      </w:divBdr>
    </w:div>
    <w:div w:id="1157650416">
      <w:bodyDiv w:val="1"/>
      <w:marLeft w:val="0"/>
      <w:marRight w:val="0"/>
      <w:marTop w:val="0"/>
      <w:marBottom w:val="0"/>
      <w:divBdr>
        <w:top w:val="none" w:sz="0" w:space="0" w:color="auto"/>
        <w:left w:val="none" w:sz="0" w:space="0" w:color="auto"/>
        <w:bottom w:val="none" w:sz="0" w:space="0" w:color="auto"/>
        <w:right w:val="none" w:sz="0" w:space="0" w:color="auto"/>
      </w:divBdr>
    </w:div>
    <w:div w:id="1165971291">
      <w:bodyDiv w:val="1"/>
      <w:marLeft w:val="0"/>
      <w:marRight w:val="0"/>
      <w:marTop w:val="0"/>
      <w:marBottom w:val="0"/>
      <w:divBdr>
        <w:top w:val="none" w:sz="0" w:space="0" w:color="auto"/>
        <w:left w:val="none" w:sz="0" w:space="0" w:color="auto"/>
        <w:bottom w:val="none" w:sz="0" w:space="0" w:color="auto"/>
        <w:right w:val="none" w:sz="0" w:space="0" w:color="auto"/>
      </w:divBdr>
      <w:divsChild>
        <w:div w:id="62415464">
          <w:marLeft w:val="0"/>
          <w:marRight w:val="0"/>
          <w:marTop w:val="0"/>
          <w:marBottom w:val="360"/>
          <w:divBdr>
            <w:top w:val="none" w:sz="0" w:space="0" w:color="auto"/>
            <w:left w:val="none" w:sz="0" w:space="0" w:color="auto"/>
            <w:bottom w:val="none" w:sz="0" w:space="0" w:color="auto"/>
            <w:right w:val="none" w:sz="0" w:space="0" w:color="auto"/>
          </w:divBdr>
        </w:div>
      </w:divsChild>
    </w:div>
    <w:div w:id="1171600986">
      <w:bodyDiv w:val="1"/>
      <w:marLeft w:val="0"/>
      <w:marRight w:val="0"/>
      <w:marTop w:val="0"/>
      <w:marBottom w:val="0"/>
      <w:divBdr>
        <w:top w:val="none" w:sz="0" w:space="0" w:color="auto"/>
        <w:left w:val="none" w:sz="0" w:space="0" w:color="auto"/>
        <w:bottom w:val="none" w:sz="0" w:space="0" w:color="auto"/>
        <w:right w:val="none" w:sz="0" w:space="0" w:color="auto"/>
      </w:divBdr>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194617164">
      <w:bodyDiv w:val="1"/>
      <w:marLeft w:val="0"/>
      <w:marRight w:val="0"/>
      <w:marTop w:val="0"/>
      <w:marBottom w:val="0"/>
      <w:divBdr>
        <w:top w:val="none" w:sz="0" w:space="0" w:color="auto"/>
        <w:left w:val="none" w:sz="0" w:space="0" w:color="auto"/>
        <w:bottom w:val="none" w:sz="0" w:space="0" w:color="auto"/>
        <w:right w:val="none" w:sz="0" w:space="0" w:color="auto"/>
      </w:divBdr>
      <w:divsChild>
        <w:div w:id="611787720">
          <w:marLeft w:val="0"/>
          <w:marRight w:val="0"/>
          <w:marTop w:val="0"/>
          <w:marBottom w:val="360"/>
          <w:divBdr>
            <w:top w:val="none" w:sz="0" w:space="0" w:color="auto"/>
            <w:left w:val="none" w:sz="0" w:space="0" w:color="auto"/>
            <w:bottom w:val="none" w:sz="0" w:space="0" w:color="auto"/>
            <w:right w:val="none" w:sz="0" w:space="0" w:color="auto"/>
          </w:divBdr>
        </w:div>
      </w:divsChild>
    </w:div>
    <w:div w:id="1196772630">
      <w:bodyDiv w:val="1"/>
      <w:marLeft w:val="0"/>
      <w:marRight w:val="0"/>
      <w:marTop w:val="0"/>
      <w:marBottom w:val="0"/>
      <w:divBdr>
        <w:top w:val="none" w:sz="0" w:space="0" w:color="auto"/>
        <w:left w:val="none" w:sz="0" w:space="0" w:color="auto"/>
        <w:bottom w:val="none" w:sz="0" w:space="0" w:color="auto"/>
        <w:right w:val="none" w:sz="0" w:space="0" w:color="auto"/>
      </w:divBdr>
      <w:divsChild>
        <w:div w:id="800459865">
          <w:marLeft w:val="0"/>
          <w:marRight w:val="0"/>
          <w:marTop w:val="0"/>
          <w:marBottom w:val="360"/>
          <w:divBdr>
            <w:top w:val="none" w:sz="0" w:space="0" w:color="auto"/>
            <w:left w:val="none" w:sz="0" w:space="0" w:color="auto"/>
            <w:bottom w:val="none" w:sz="0" w:space="0" w:color="auto"/>
            <w:right w:val="none" w:sz="0" w:space="0" w:color="auto"/>
          </w:divBdr>
        </w:div>
      </w:divsChild>
    </w:div>
    <w:div w:id="1210531551">
      <w:bodyDiv w:val="1"/>
      <w:marLeft w:val="0"/>
      <w:marRight w:val="0"/>
      <w:marTop w:val="0"/>
      <w:marBottom w:val="0"/>
      <w:divBdr>
        <w:top w:val="none" w:sz="0" w:space="0" w:color="auto"/>
        <w:left w:val="none" w:sz="0" w:space="0" w:color="auto"/>
        <w:bottom w:val="none" w:sz="0" w:space="0" w:color="auto"/>
        <w:right w:val="none" w:sz="0" w:space="0" w:color="auto"/>
      </w:divBdr>
    </w:div>
    <w:div w:id="1229532010">
      <w:bodyDiv w:val="1"/>
      <w:marLeft w:val="0"/>
      <w:marRight w:val="0"/>
      <w:marTop w:val="0"/>
      <w:marBottom w:val="0"/>
      <w:divBdr>
        <w:top w:val="none" w:sz="0" w:space="0" w:color="auto"/>
        <w:left w:val="none" w:sz="0" w:space="0" w:color="auto"/>
        <w:bottom w:val="none" w:sz="0" w:space="0" w:color="auto"/>
        <w:right w:val="none" w:sz="0" w:space="0" w:color="auto"/>
      </w:divBdr>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43102223">
      <w:bodyDiv w:val="1"/>
      <w:marLeft w:val="0"/>
      <w:marRight w:val="0"/>
      <w:marTop w:val="0"/>
      <w:marBottom w:val="0"/>
      <w:divBdr>
        <w:top w:val="none" w:sz="0" w:space="0" w:color="auto"/>
        <w:left w:val="none" w:sz="0" w:space="0" w:color="auto"/>
        <w:bottom w:val="none" w:sz="0" w:space="0" w:color="auto"/>
        <w:right w:val="none" w:sz="0" w:space="0" w:color="auto"/>
      </w:divBdr>
      <w:divsChild>
        <w:div w:id="507528666">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56400933">
      <w:bodyDiv w:val="1"/>
      <w:marLeft w:val="0"/>
      <w:marRight w:val="0"/>
      <w:marTop w:val="0"/>
      <w:marBottom w:val="0"/>
      <w:divBdr>
        <w:top w:val="none" w:sz="0" w:space="0" w:color="auto"/>
        <w:left w:val="none" w:sz="0" w:space="0" w:color="auto"/>
        <w:bottom w:val="none" w:sz="0" w:space="0" w:color="auto"/>
        <w:right w:val="none" w:sz="0" w:space="0" w:color="auto"/>
      </w:divBdr>
      <w:divsChild>
        <w:div w:id="186522835">
          <w:marLeft w:val="0"/>
          <w:marRight w:val="0"/>
          <w:marTop w:val="0"/>
          <w:marBottom w:val="360"/>
          <w:divBdr>
            <w:top w:val="none" w:sz="0" w:space="0" w:color="auto"/>
            <w:left w:val="none" w:sz="0" w:space="0" w:color="auto"/>
            <w:bottom w:val="none" w:sz="0" w:space="0" w:color="auto"/>
            <w:right w:val="none" w:sz="0" w:space="0" w:color="auto"/>
          </w:divBdr>
        </w:div>
      </w:divsChild>
    </w:div>
    <w:div w:id="1257833516">
      <w:bodyDiv w:val="1"/>
      <w:marLeft w:val="0"/>
      <w:marRight w:val="0"/>
      <w:marTop w:val="0"/>
      <w:marBottom w:val="0"/>
      <w:divBdr>
        <w:top w:val="none" w:sz="0" w:space="0" w:color="auto"/>
        <w:left w:val="none" w:sz="0" w:space="0" w:color="auto"/>
        <w:bottom w:val="none" w:sz="0" w:space="0" w:color="auto"/>
        <w:right w:val="none" w:sz="0" w:space="0" w:color="auto"/>
      </w:divBdr>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275211026">
      <w:bodyDiv w:val="1"/>
      <w:marLeft w:val="0"/>
      <w:marRight w:val="0"/>
      <w:marTop w:val="0"/>
      <w:marBottom w:val="0"/>
      <w:divBdr>
        <w:top w:val="none" w:sz="0" w:space="0" w:color="auto"/>
        <w:left w:val="none" w:sz="0" w:space="0" w:color="auto"/>
        <w:bottom w:val="none" w:sz="0" w:space="0" w:color="auto"/>
        <w:right w:val="none" w:sz="0" w:space="0" w:color="auto"/>
      </w:divBdr>
      <w:divsChild>
        <w:div w:id="1273903604">
          <w:marLeft w:val="0"/>
          <w:marRight w:val="0"/>
          <w:marTop w:val="0"/>
          <w:marBottom w:val="360"/>
          <w:divBdr>
            <w:top w:val="none" w:sz="0" w:space="0" w:color="auto"/>
            <w:left w:val="none" w:sz="0" w:space="0" w:color="auto"/>
            <w:bottom w:val="none" w:sz="0" w:space="0" w:color="auto"/>
            <w:right w:val="none" w:sz="0" w:space="0" w:color="auto"/>
          </w:divBdr>
        </w:div>
      </w:divsChild>
    </w:div>
    <w:div w:id="1297417180">
      <w:bodyDiv w:val="1"/>
      <w:marLeft w:val="0"/>
      <w:marRight w:val="0"/>
      <w:marTop w:val="0"/>
      <w:marBottom w:val="0"/>
      <w:divBdr>
        <w:top w:val="none" w:sz="0" w:space="0" w:color="auto"/>
        <w:left w:val="none" w:sz="0" w:space="0" w:color="auto"/>
        <w:bottom w:val="none" w:sz="0" w:space="0" w:color="auto"/>
        <w:right w:val="none" w:sz="0" w:space="0" w:color="auto"/>
      </w:divBdr>
    </w:div>
    <w:div w:id="1297417224">
      <w:bodyDiv w:val="1"/>
      <w:marLeft w:val="0"/>
      <w:marRight w:val="0"/>
      <w:marTop w:val="0"/>
      <w:marBottom w:val="0"/>
      <w:divBdr>
        <w:top w:val="none" w:sz="0" w:space="0" w:color="auto"/>
        <w:left w:val="none" w:sz="0" w:space="0" w:color="auto"/>
        <w:bottom w:val="none" w:sz="0" w:space="0" w:color="auto"/>
        <w:right w:val="none" w:sz="0" w:space="0" w:color="auto"/>
      </w:divBdr>
    </w:div>
    <w:div w:id="1320891021">
      <w:bodyDiv w:val="1"/>
      <w:marLeft w:val="0"/>
      <w:marRight w:val="0"/>
      <w:marTop w:val="0"/>
      <w:marBottom w:val="0"/>
      <w:divBdr>
        <w:top w:val="none" w:sz="0" w:space="0" w:color="auto"/>
        <w:left w:val="none" w:sz="0" w:space="0" w:color="auto"/>
        <w:bottom w:val="none" w:sz="0" w:space="0" w:color="auto"/>
        <w:right w:val="none" w:sz="0" w:space="0" w:color="auto"/>
      </w:divBdr>
      <w:divsChild>
        <w:div w:id="2015649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27973375">
      <w:bodyDiv w:val="1"/>
      <w:marLeft w:val="0"/>
      <w:marRight w:val="0"/>
      <w:marTop w:val="0"/>
      <w:marBottom w:val="0"/>
      <w:divBdr>
        <w:top w:val="none" w:sz="0" w:space="0" w:color="auto"/>
        <w:left w:val="none" w:sz="0" w:space="0" w:color="auto"/>
        <w:bottom w:val="none" w:sz="0" w:space="0" w:color="auto"/>
        <w:right w:val="none" w:sz="0" w:space="0" w:color="auto"/>
      </w:divBdr>
      <w:divsChild>
        <w:div w:id="122769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5404304">
      <w:bodyDiv w:val="1"/>
      <w:marLeft w:val="0"/>
      <w:marRight w:val="0"/>
      <w:marTop w:val="0"/>
      <w:marBottom w:val="0"/>
      <w:divBdr>
        <w:top w:val="none" w:sz="0" w:space="0" w:color="auto"/>
        <w:left w:val="none" w:sz="0" w:space="0" w:color="auto"/>
        <w:bottom w:val="none" w:sz="0" w:space="0" w:color="auto"/>
        <w:right w:val="none" w:sz="0" w:space="0" w:color="auto"/>
      </w:divBdr>
      <w:divsChild>
        <w:div w:id="647515320">
          <w:marLeft w:val="0"/>
          <w:marRight w:val="0"/>
          <w:marTop w:val="0"/>
          <w:marBottom w:val="360"/>
          <w:divBdr>
            <w:top w:val="none" w:sz="0" w:space="0" w:color="auto"/>
            <w:left w:val="none" w:sz="0" w:space="0" w:color="auto"/>
            <w:bottom w:val="none" w:sz="0" w:space="0" w:color="auto"/>
            <w:right w:val="none" w:sz="0" w:space="0" w:color="auto"/>
          </w:divBdr>
        </w:div>
      </w:divsChild>
    </w:div>
    <w:div w:id="1352340133">
      <w:bodyDiv w:val="1"/>
      <w:marLeft w:val="0"/>
      <w:marRight w:val="0"/>
      <w:marTop w:val="0"/>
      <w:marBottom w:val="0"/>
      <w:divBdr>
        <w:top w:val="none" w:sz="0" w:space="0" w:color="auto"/>
        <w:left w:val="none" w:sz="0" w:space="0" w:color="auto"/>
        <w:bottom w:val="none" w:sz="0" w:space="0" w:color="auto"/>
        <w:right w:val="none" w:sz="0" w:space="0" w:color="auto"/>
      </w:divBdr>
      <w:divsChild>
        <w:div w:id="1879390427">
          <w:marLeft w:val="0"/>
          <w:marRight w:val="0"/>
          <w:marTop w:val="0"/>
          <w:marBottom w:val="360"/>
          <w:divBdr>
            <w:top w:val="none" w:sz="0" w:space="0" w:color="auto"/>
            <w:left w:val="none" w:sz="0" w:space="0" w:color="auto"/>
            <w:bottom w:val="none" w:sz="0" w:space="0" w:color="auto"/>
            <w:right w:val="none" w:sz="0" w:space="0" w:color="auto"/>
          </w:divBdr>
        </w:div>
      </w:divsChild>
    </w:div>
    <w:div w:id="1355305304">
      <w:bodyDiv w:val="1"/>
      <w:marLeft w:val="0"/>
      <w:marRight w:val="0"/>
      <w:marTop w:val="0"/>
      <w:marBottom w:val="0"/>
      <w:divBdr>
        <w:top w:val="none" w:sz="0" w:space="0" w:color="auto"/>
        <w:left w:val="none" w:sz="0" w:space="0" w:color="auto"/>
        <w:bottom w:val="none" w:sz="0" w:space="0" w:color="auto"/>
        <w:right w:val="none" w:sz="0" w:space="0" w:color="auto"/>
      </w:divBdr>
      <w:divsChild>
        <w:div w:id="349383144">
          <w:marLeft w:val="0"/>
          <w:marRight w:val="0"/>
          <w:marTop w:val="0"/>
          <w:marBottom w:val="360"/>
          <w:divBdr>
            <w:top w:val="none" w:sz="0" w:space="0" w:color="auto"/>
            <w:left w:val="none" w:sz="0" w:space="0" w:color="auto"/>
            <w:bottom w:val="none" w:sz="0" w:space="0" w:color="auto"/>
            <w:right w:val="none" w:sz="0" w:space="0" w:color="auto"/>
          </w:divBdr>
        </w:div>
      </w:divsChild>
    </w:div>
    <w:div w:id="1365210828">
      <w:bodyDiv w:val="1"/>
      <w:marLeft w:val="0"/>
      <w:marRight w:val="0"/>
      <w:marTop w:val="0"/>
      <w:marBottom w:val="0"/>
      <w:divBdr>
        <w:top w:val="none" w:sz="0" w:space="0" w:color="auto"/>
        <w:left w:val="none" w:sz="0" w:space="0" w:color="auto"/>
        <w:bottom w:val="none" w:sz="0" w:space="0" w:color="auto"/>
        <w:right w:val="none" w:sz="0" w:space="0" w:color="auto"/>
      </w:divBdr>
      <w:divsChild>
        <w:div w:id="374082943">
          <w:marLeft w:val="0"/>
          <w:marRight w:val="0"/>
          <w:marTop w:val="0"/>
          <w:marBottom w:val="360"/>
          <w:divBdr>
            <w:top w:val="none" w:sz="0" w:space="0" w:color="auto"/>
            <w:left w:val="none" w:sz="0" w:space="0" w:color="auto"/>
            <w:bottom w:val="none" w:sz="0" w:space="0" w:color="auto"/>
            <w:right w:val="none" w:sz="0" w:space="0" w:color="auto"/>
          </w:divBdr>
        </w:div>
      </w:divsChild>
    </w:div>
    <w:div w:id="1366979444">
      <w:bodyDiv w:val="1"/>
      <w:marLeft w:val="0"/>
      <w:marRight w:val="0"/>
      <w:marTop w:val="0"/>
      <w:marBottom w:val="0"/>
      <w:divBdr>
        <w:top w:val="none" w:sz="0" w:space="0" w:color="auto"/>
        <w:left w:val="none" w:sz="0" w:space="0" w:color="auto"/>
        <w:bottom w:val="none" w:sz="0" w:space="0" w:color="auto"/>
        <w:right w:val="none" w:sz="0" w:space="0" w:color="auto"/>
      </w:divBdr>
      <w:divsChild>
        <w:div w:id="1833912157">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83361586">
      <w:bodyDiv w:val="1"/>
      <w:marLeft w:val="0"/>
      <w:marRight w:val="0"/>
      <w:marTop w:val="0"/>
      <w:marBottom w:val="0"/>
      <w:divBdr>
        <w:top w:val="none" w:sz="0" w:space="0" w:color="auto"/>
        <w:left w:val="none" w:sz="0" w:space="0" w:color="auto"/>
        <w:bottom w:val="none" w:sz="0" w:space="0" w:color="auto"/>
        <w:right w:val="none" w:sz="0" w:space="0" w:color="auto"/>
      </w:divBdr>
    </w:div>
    <w:div w:id="1393041552">
      <w:bodyDiv w:val="1"/>
      <w:marLeft w:val="0"/>
      <w:marRight w:val="0"/>
      <w:marTop w:val="0"/>
      <w:marBottom w:val="0"/>
      <w:divBdr>
        <w:top w:val="none" w:sz="0" w:space="0" w:color="auto"/>
        <w:left w:val="none" w:sz="0" w:space="0" w:color="auto"/>
        <w:bottom w:val="none" w:sz="0" w:space="0" w:color="auto"/>
        <w:right w:val="none" w:sz="0" w:space="0" w:color="auto"/>
      </w:divBdr>
      <w:divsChild>
        <w:div w:id="587688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399400664">
      <w:bodyDiv w:val="1"/>
      <w:marLeft w:val="0"/>
      <w:marRight w:val="0"/>
      <w:marTop w:val="0"/>
      <w:marBottom w:val="0"/>
      <w:divBdr>
        <w:top w:val="none" w:sz="0" w:space="0" w:color="auto"/>
        <w:left w:val="none" w:sz="0" w:space="0" w:color="auto"/>
        <w:bottom w:val="none" w:sz="0" w:space="0" w:color="auto"/>
        <w:right w:val="none" w:sz="0" w:space="0" w:color="auto"/>
      </w:divBdr>
      <w:divsChild>
        <w:div w:id="292490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11587060">
      <w:bodyDiv w:val="1"/>
      <w:marLeft w:val="0"/>
      <w:marRight w:val="0"/>
      <w:marTop w:val="0"/>
      <w:marBottom w:val="0"/>
      <w:divBdr>
        <w:top w:val="none" w:sz="0" w:space="0" w:color="auto"/>
        <w:left w:val="none" w:sz="0" w:space="0" w:color="auto"/>
        <w:bottom w:val="none" w:sz="0" w:space="0" w:color="auto"/>
        <w:right w:val="none" w:sz="0" w:space="0" w:color="auto"/>
      </w:divBdr>
      <w:divsChild>
        <w:div w:id="656032898">
          <w:marLeft w:val="0"/>
          <w:marRight w:val="0"/>
          <w:marTop w:val="0"/>
          <w:marBottom w:val="360"/>
          <w:divBdr>
            <w:top w:val="none" w:sz="0" w:space="0" w:color="auto"/>
            <w:left w:val="none" w:sz="0" w:space="0" w:color="auto"/>
            <w:bottom w:val="none" w:sz="0" w:space="0" w:color="auto"/>
            <w:right w:val="none" w:sz="0" w:space="0" w:color="auto"/>
          </w:divBdr>
        </w:div>
      </w:divsChild>
    </w:div>
    <w:div w:id="1417630003">
      <w:bodyDiv w:val="1"/>
      <w:marLeft w:val="0"/>
      <w:marRight w:val="0"/>
      <w:marTop w:val="0"/>
      <w:marBottom w:val="0"/>
      <w:divBdr>
        <w:top w:val="none" w:sz="0" w:space="0" w:color="auto"/>
        <w:left w:val="none" w:sz="0" w:space="0" w:color="auto"/>
        <w:bottom w:val="none" w:sz="0" w:space="0" w:color="auto"/>
        <w:right w:val="none" w:sz="0" w:space="0" w:color="auto"/>
      </w:divBdr>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49160649">
      <w:bodyDiv w:val="1"/>
      <w:marLeft w:val="0"/>
      <w:marRight w:val="0"/>
      <w:marTop w:val="0"/>
      <w:marBottom w:val="0"/>
      <w:divBdr>
        <w:top w:val="none" w:sz="0" w:space="0" w:color="auto"/>
        <w:left w:val="none" w:sz="0" w:space="0" w:color="auto"/>
        <w:bottom w:val="none" w:sz="0" w:space="0" w:color="auto"/>
        <w:right w:val="none" w:sz="0" w:space="0" w:color="auto"/>
      </w:divBdr>
    </w:div>
    <w:div w:id="1452094779">
      <w:bodyDiv w:val="1"/>
      <w:marLeft w:val="0"/>
      <w:marRight w:val="0"/>
      <w:marTop w:val="0"/>
      <w:marBottom w:val="0"/>
      <w:divBdr>
        <w:top w:val="none" w:sz="0" w:space="0" w:color="auto"/>
        <w:left w:val="none" w:sz="0" w:space="0" w:color="auto"/>
        <w:bottom w:val="none" w:sz="0" w:space="0" w:color="auto"/>
        <w:right w:val="none" w:sz="0" w:space="0" w:color="auto"/>
      </w:divBdr>
      <w:divsChild>
        <w:div w:id="188463762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05590712">
      <w:bodyDiv w:val="1"/>
      <w:marLeft w:val="0"/>
      <w:marRight w:val="0"/>
      <w:marTop w:val="0"/>
      <w:marBottom w:val="0"/>
      <w:divBdr>
        <w:top w:val="none" w:sz="0" w:space="0" w:color="auto"/>
        <w:left w:val="none" w:sz="0" w:space="0" w:color="auto"/>
        <w:bottom w:val="none" w:sz="0" w:space="0" w:color="auto"/>
        <w:right w:val="none" w:sz="0" w:space="0" w:color="auto"/>
      </w:divBdr>
      <w:divsChild>
        <w:div w:id="1902517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086953">
      <w:bodyDiv w:val="1"/>
      <w:marLeft w:val="0"/>
      <w:marRight w:val="0"/>
      <w:marTop w:val="0"/>
      <w:marBottom w:val="0"/>
      <w:divBdr>
        <w:top w:val="none" w:sz="0" w:space="0" w:color="auto"/>
        <w:left w:val="none" w:sz="0" w:space="0" w:color="auto"/>
        <w:bottom w:val="none" w:sz="0" w:space="0" w:color="auto"/>
        <w:right w:val="none" w:sz="0" w:space="0" w:color="auto"/>
      </w:divBdr>
      <w:divsChild>
        <w:div w:id="81341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670440">
      <w:bodyDiv w:val="1"/>
      <w:marLeft w:val="0"/>
      <w:marRight w:val="0"/>
      <w:marTop w:val="0"/>
      <w:marBottom w:val="0"/>
      <w:divBdr>
        <w:top w:val="none" w:sz="0" w:space="0" w:color="auto"/>
        <w:left w:val="none" w:sz="0" w:space="0" w:color="auto"/>
        <w:bottom w:val="none" w:sz="0" w:space="0" w:color="auto"/>
        <w:right w:val="none" w:sz="0" w:space="0" w:color="auto"/>
      </w:divBdr>
      <w:divsChild>
        <w:div w:id="1925020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220376">
      <w:bodyDiv w:val="1"/>
      <w:marLeft w:val="0"/>
      <w:marRight w:val="0"/>
      <w:marTop w:val="0"/>
      <w:marBottom w:val="0"/>
      <w:divBdr>
        <w:top w:val="none" w:sz="0" w:space="0" w:color="auto"/>
        <w:left w:val="none" w:sz="0" w:space="0" w:color="auto"/>
        <w:bottom w:val="none" w:sz="0" w:space="0" w:color="auto"/>
        <w:right w:val="none" w:sz="0" w:space="0" w:color="auto"/>
      </w:divBdr>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15097058">
      <w:bodyDiv w:val="1"/>
      <w:marLeft w:val="0"/>
      <w:marRight w:val="0"/>
      <w:marTop w:val="0"/>
      <w:marBottom w:val="0"/>
      <w:divBdr>
        <w:top w:val="none" w:sz="0" w:space="0" w:color="auto"/>
        <w:left w:val="none" w:sz="0" w:space="0" w:color="auto"/>
        <w:bottom w:val="none" w:sz="0" w:space="0" w:color="auto"/>
        <w:right w:val="none" w:sz="0" w:space="0" w:color="auto"/>
      </w:divBdr>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0472143">
      <w:bodyDiv w:val="1"/>
      <w:marLeft w:val="0"/>
      <w:marRight w:val="0"/>
      <w:marTop w:val="0"/>
      <w:marBottom w:val="0"/>
      <w:divBdr>
        <w:top w:val="none" w:sz="0" w:space="0" w:color="auto"/>
        <w:left w:val="none" w:sz="0" w:space="0" w:color="auto"/>
        <w:bottom w:val="none" w:sz="0" w:space="0" w:color="auto"/>
        <w:right w:val="none" w:sz="0" w:space="0" w:color="auto"/>
      </w:divBdr>
      <w:divsChild>
        <w:div w:id="156381096">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7298972">
      <w:bodyDiv w:val="1"/>
      <w:marLeft w:val="0"/>
      <w:marRight w:val="0"/>
      <w:marTop w:val="0"/>
      <w:marBottom w:val="0"/>
      <w:divBdr>
        <w:top w:val="none" w:sz="0" w:space="0" w:color="auto"/>
        <w:left w:val="none" w:sz="0" w:space="0" w:color="auto"/>
        <w:bottom w:val="none" w:sz="0" w:space="0" w:color="auto"/>
        <w:right w:val="none" w:sz="0" w:space="0" w:color="auto"/>
      </w:divBdr>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647052824">
      <w:bodyDiv w:val="1"/>
      <w:marLeft w:val="0"/>
      <w:marRight w:val="0"/>
      <w:marTop w:val="0"/>
      <w:marBottom w:val="0"/>
      <w:divBdr>
        <w:top w:val="none" w:sz="0" w:space="0" w:color="auto"/>
        <w:left w:val="none" w:sz="0" w:space="0" w:color="auto"/>
        <w:bottom w:val="none" w:sz="0" w:space="0" w:color="auto"/>
        <w:right w:val="none" w:sz="0" w:space="0" w:color="auto"/>
      </w:divBdr>
    </w:div>
    <w:div w:id="1659383805">
      <w:bodyDiv w:val="1"/>
      <w:marLeft w:val="0"/>
      <w:marRight w:val="0"/>
      <w:marTop w:val="0"/>
      <w:marBottom w:val="0"/>
      <w:divBdr>
        <w:top w:val="none" w:sz="0" w:space="0" w:color="auto"/>
        <w:left w:val="none" w:sz="0" w:space="0" w:color="auto"/>
        <w:bottom w:val="none" w:sz="0" w:space="0" w:color="auto"/>
        <w:right w:val="none" w:sz="0" w:space="0" w:color="auto"/>
      </w:divBdr>
    </w:div>
    <w:div w:id="1663579753">
      <w:bodyDiv w:val="1"/>
      <w:marLeft w:val="0"/>
      <w:marRight w:val="0"/>
      <w:marTop w:val="0"/>
      <w:marBottom w:val="0"/>
      <w:divBdr>
        <w:top w:val="none" w:sz="0" w:space="0" w:color="auto"/>
        <w:left w:val="none" w:sz="0" w:space="0" w:color="auto"/>
        <w:bottom w:val="none" w:sz="0" w:space="0" w:color="auto"/>
        <w:right w:val="none" w:sz="0" w:space="0" w:color="auto"/>
      </w:divBdr>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12680719">
      <w:bodyDiv w:val="1"/>
      <w:marLeft w:val="0"/>
      <w:marRight w:val="0"/>
      <w:marTop w:val="0"/>
      <w:marBottom w:val="0"/>
      <w:divBdr>
        <w:top w:val="none" w:sz="0" w:space="0" w:color="auto"/>
        <w:left w:val="none" w:sz="0" w:space="0" w:color="auto"/>
        <w:bottom w:val="none" w:sz="0" w:space="0" w:color="auto"/>
        <w:right w:val="none" w:sz="0" w:space="0" w:color="auto"/>
      </w:divBdr>
      <w:divsChild>
        <w:div w:id="1073502097">
          <w:marLeft w:val="0"/>
          <w:marRight w:val="0"/>
          <w:marTop w:val="0"/>
          <w:marBottom w:val="360"/>
          <w:divBdr>
            <w:top w:val="none" w:sz="0" w:space="0" w:color="auto"/>
            <w:left w:val="none" w:sz="0" w:space="0" w:color="auto"/>
            <w:bottom w:val="none" w:sz="0" w:space="0" w:color="auto"/>
            <w:right w:val="none" w:sz="0" w:space="0" w:color="auto"/>
          </w:divBdr>
        </w:div>
      </w:divsChild>
    </w:div>
    <w:div w:id="1716539674">
      <w:bodyDiv w:val="1"/>
      <w:marLeft w:val="0"/>
      <w:marRight w:val="0"/>
      <w:marTop w:val="0"/>
      <w:marBottom w:val="0"/>
      <w:divBdr>
        <w:top w:val="none" w:sz="0" w:space="0" w:color="auto"/>
        <w:left w:val="none" w:sz="0" w:space="0" w:color="auto"/>
        <w:bottom w:val="none" w:sz="0" w:space="0" w:color="auto"/>
        <w:right w:val="none" w:sz="0" w:space="0" w:color="auto"/>
      </w:divBdr>
    </w:div>
    <w:div w:id="1721972604">
      <w:bodyDiv w:val="1"/>
      <w:marLeft w:val="0"/>
      <w:marRight w:val="0"/>
      <w:marTop w:val="0"/>
      <w:marBottom w:val="0"/>
      <w:divBdr>
        <w:top w:val="none" w:sz="0" w:space="0" w:color="auto"/>
        <w:left w:val="none" w:sz="0" w:space="0" w:color="auto"/>
        <w:bottom w:val="none" w:sz="0" w:space="0" w:color="auto"/>
        <w:right w:val="none" w:sz="0" w:space="0" w:color="auto"/>
      </w:divBdr>
      <w:divsChild>
        <w:div w:id="425463491">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773626552">
      <w:bodyDiv w:val="1"/>
      <w:marLeft w:val="0"/>
      <w:marRight w:val="0"/>
      <w:marTop w:val="0"/>
      <w:marBottom w:val="0"/>
      <w:divBdr>
        <w:top w:val="none" w:sz="0" w:space="0" w:color="auto"/>
        <w:left w:val="none" w:sz="0" w:space="0" w:color="auto"/>
        <w:bottom w:val="none" w:sz="0" w:space="0" w:color="auto"/>
        <w:right w:val="none" w:sz="0" w:space="0" w:color="auto"/>
      </w:divBdr>
    </w:div>
    <w:div w:id="1793204607">
      <w:bodyDiv w:val="1"/>
      <w:marLeft w:val="0"/>
      <w:marRight w:val="0"/>
      <w:marTop w:val="0"/>
      <w:marBottom w:val="0"/>
      <w:divBdr>
        <w:top w:val="none" w:sz="0" w:space="0" w:color="auto"/>
        <w:left w:val="none" w:sz="0" w:space="0" w:color="auto"/>
        <w:bottom w:val="none" w:sz="0" w:space="0" w:color="auto"/>
        <w:right w:val="none" w:sz="0" w:space="0" w:color="auto"/>
      </w:divBdr>
      <w:divsChild>
        <w:div w:id="381563290">
          <w:marLeft w:val="0"/>
          <w:marRight w:val="0"/>
          <w:marTop w:val="0"/>
          <w:marBottom w:val="360"/>
          <w:divBdr>
            <w:top w:val="none" w:sz="0" w:space="0" w:color="auto"/>
            <w:left w:val="none" w:sz="0" w:space="0" w:color="auto"/>
            <w:bottom w:val="none" w:sz="0" w:space="0" w:color="auto"/>
            <w:right w:val="none" w:sz="0" w:space="0" w:color="auto"/>
          </w:divBdr>
        </w:div>
      </w:divsChild>
    </w:div>
    <w:div w:id="1797143841">
      <w:bodyDiv w:val="1"/>
      <w:marLeft w:val="0"/>
      <w:marRight w:val="0"/>
      <w:marTop w:val="0"/>
      <w:marBottom w:val="0"/>
      <w:divBdr>
        <w:top w:val="none" w:sz="0" w:space="0" w:color="auto"/>
        <w:left w:val="none" w:sz="0" w:space="0" w:color="auto"/>
        <w:bottom w:val="none" w:sz="0" w:space="0" w:color="auto"/>
        <w:right w:val="none" w:sz="0" w:space="0" w:color="auto"/>
      </w:divBdr>
    </w:div>
    <w:div w:id="1797215102">
      <w:bodyDiv w:val="1"/>
      <w:marLeft w:val="0"/>
      <w:marRight w:val="0"/>
      <w:marTop w:val="0"/>
      <w:marBottom w:val="0"/>
      <w:divBdr>
        <w:top w:val="none" w:sz="0" w:space="0" w:color="auto"/>
        <w:left w:val="none" w:sz="0" w:space="0" w:color="auto"/>
        <w:bottom w:val="none" w:sz="0" w:space="0" w:color="auto"/>
        <w:right w:val="none" w:sz="0" w:space="0" w:color="auto"/>
      </w:divBdr>
      <w:divsChild>
        <w:div w:id="968048030">
          <w:marLeft w:val="0"/>
          <w:marRight w:val="0"/>
          <w:marTop w:val="0"/>
          <w:marBottom w:val="360"/>
          <w:divBdr>
            <w:top w:val="none" w:sz="0" w:space="0" w:color="auto"/>
            <w:left w:val="none" w:sz="0" w:space="0" w:color="auto"/>
            <w:bottom w:val="none" w:sz="0" w:space="0" w:color="auto"/>
            <w:right w:val="none" w:sz="0" w:space="0" w:color="auto"/>
          </w:divBdr>
        </w:div>
      </w:divsChild>
    </w:div>
    <w:div w:id="1844197839">
      <w:bodyDiv w:val="1"/>
      <w:marLeft w:val="0"/>
      <w:marRight w:val="0"/>
      <w:marTop w:val="0"/>
      <w:marBottom w:val="0"/>
      <w:divBdr>
        <w:top w:val="none" w:sz="0" w:space="0" w:color="auto"/>
        <w:left w:val="none" w:sz="0" w:space="0" w:color="auto"/>
        <w:bottom w:val="none" w:sz="0" w:space="0" w:color="auto"/>
        <w:right w:val="none" w:sz="0" w:space="0" w:color="auto"/>
      </w:divBdr>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51093548">
      <w:bodyDiv w:val="1"/>
      <w:marLeft w:val="0"/>
      <w:marRight w:val="0"/>
      <w:marTop w:val="0"/>
      <w:marBottom w:val="0"/>
      <w:divBdr>
        <w:top w:val="none" w:sz="0" w:space="0" w:color="auto"/>
        <w:left w:val="none" w:sz="0" w:space="0" w:color="auto"/>
        <w:bottom w:val="none" w:sz="0" w:space="0" w:color="auto"/>
        <w:right w:val="none" w:sz="0" w:space="0" w:color="auto"/>
      </w:divBdr>
      <w:divsChild>
        <w:div w:id="1286429992">
          <w:marLeft w:val="0"/>
          <w:marRight w:val="0"/>
          <w:marTop w:val="0"/>
          <w:marBottom w:val="360"/>
          <w:divBdr>
            <w:top w:val="none" w:sz="0" w:space="0" w:color="auto"/>
            <w:left w:val="none" w:sz="0" w:space="0" w:color="auto"/>
            <w:bottom w:val="none" w:sz="0" w:space="0" w:color="auto"/>
            <w:right w:val="none" w:sz="0" w:space="0" w:color="auto"/>
          </w:divBdr>
        </w:div>
      </w:divsChild>
    </w:div>
    <w:div w:id="1853452725">
      <w:bodyDiv w:val="1"/>
      <w:marLeft w:val="0"/>
      <w:marRight w:val="0"/>
      <w:marTop w:val="0"/>
      <w:marBottom w:val="0"/>
      <w:divBdr>
        <w:top w:val="none" w:sz="0" w:space="0" w:color="auto"/>
        <w:left w:val="none" w:sz="0" w:space="0" w:color="auto"/>
        <w:bottom w:val="none" w:sz="0" w:space="0" w:color="auto"/>
        <w:right w:val="none" w:sz="0" w:space="0" w:color="auto"/>
      </w:divBdr>
    </w:div>
    <w:div w:id="1860730513">
      <w:bodyDiv w:val="1"/>
      <w:marLeft w:val="0"/>
      <w:marRight w:val="0"/>
      <w:marTop w:val="0"/>
      <w:marBottom w:val="0"/>
      <w:divBdr>
        <w:top w:val="none" w:sz="0" w:space="0" w:color="auto"/>
        <w:left w:val="none" w:sz="0" w:space="0" w:color="auto"/>
        <w:bottom w:val="none" w:sz="0" w:space="0" w:color="auto"/>
        <w:right w:val="none" w:sz="0" w:space="0" w:color="auto"/>
      </w:divBdr>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882552047">
      <w:bodyDiv w:val="1"/>
      <w:marLeft w:val="0"/>
      <w:marRight w:val="0"/>
      <w:marTop w:val="0"/>
      <w:marBottom w:val="0"/>
      <w:divBdr>
        <w:top w:val="none" w:sz="0" w:space="0" w:color="auto"/>
        <w:left w:val="none" w:sz="0" w:space="0" w:color="auto"/>
        <w:bottom w:val="none" w:sz="0" w:space="0" w:color="auto"/>
        <w:right w:val="none" w:sz="0" w:space="0" w:color="auto"/>
      </w:divBdr>
    </w:div>
    <w:div w:id="1900286001">
      <w:bodyDiv w:val="1"/>
      <w:marLeft w:val="0"/>
      <w:marRight w:val="0"/>
      <w:marTop w:val="0"/>
      <w:marBottom w:val="0"/>
      <w:divBdr>
        <w:top w:val="none" w:sz="0" w:space="0" w:color="auto"/>
        <w:left w:val="none" w:sz="0" w:space="0" w:color="auto"/>
        <w:bottom w:val="none" w:sz="0" w:space="0" w:color="auto"/>
        <w:right w:val="none" w:sz="0" w:space="0" w:color="auto"/>
      </w:divBdr>
      <w:divsChild>
        <w:div w:id="1411731695">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62055">
      <w:bodyDiv w:val="1"/>
      <w:marLeft w:val="0"/>
      <w:marRight w:val="0"/>
      <w:marTop w:val="0"/>
      <w:marBottom w:val="0"/>
      <w:divBdr>
        <w:top w:val="none" w:sz="0" w:space="0" w:color="auto"/>
        <w:left w:val="none" w:sz="0" w:space="0" w:color="auto"/>
        <w:bottom w:val="none" w:sz="0" w:space="0" w:color="auto"/>
        <w:right w:val="none" w:sz="0" w:space="0" w:color="auto"/>
      </w:divBdr>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0964359">
      <w:bodyDiv w:val="1"/>
      <w:marLeft w:val="0"/>
      <w:marRight w:val="0"/>
      <w:marTop w:val="0"/>
      <w:marBottom w:val="0"/>
      <w:divBdr>
        <w:top w:val="none" w:sz="0" w:space="0" w:color="auto"/>
        <w:left w:val="none" w:sz="0" w:space="0" w:color="auto"/>
        <w:bottom w:val="none" w:sz="0" w:space="0" w:color="auto"/>
        <w:right w:val="none" w:sz="0" w:space="0" w:color="auto"/>
      </w:divBdr>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4604912">
      <w:bodyDiv w:val="1"/>
      <w:marLeft w:val="0"/>
      <w:marRight w:val="0"/>
      <w:marTop w:val="0"/>
      <w:marBottom w:val="0"/>
      <w:divBdr>
        <w:top w:val="none" w:sz="0" w:space="0" w:color="auto"/>
        <w:left w:val="none" w:sz="0" w:space="0" w:color="auto"/>
        <w:bottom w:val="none" w:sz="0" w:space="0" w:color="auto"/>
        <w:right w:val="none" w:sz="0" w:space="0" w:color="auto"/>
      </w:divBdr>
      <w:divsChild>
        <w:div w:id="1300650554">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55284277">
      <w:bodyDiv w:val="1"/>
      <w:marLeft w:val="0"/>
      <w:marRight w:val="0"/>
      <w:marTop w:val="0"/>
      <w:marBottom w:val="0"/>
      <w:divBdr>
        <w:top w:val="none" w:sz="0" w:space="0" w:color="auto"/>
        <w:left w:val="none" w:sz="0" w:space="0" w:color="auto"/>
        <w:bottom w:val="none" w:sz="0" w:space="0" w:color="auto"/>
        <w:right w:val="none" w:sz="0" w:space="0" w:color="auto"/>
      </w:divBdr>
      <w:divsChild>
        <w:div w:id="286814462">
          <w:marLeft w:val="0"/>
          <w:marRight w:val="0"/>
          <w:marTop w:val="0"/>
          <w:marBottom w:val="360"/>
          <w:divBdr>
            <w:top w:val="none" w:sz="0" w:space="0" w:color="auto"/>
            <w:left w:val="none" w:sz="0" w:space="0" w:color="auto"/>
            <w:bottom w:val="none" w:sz="0" w:space="0" w:color="auto"/>
            <w:right w:val="none" w:sz="0" w:space="0" w:color="auto"/>
          </w:divBdr>
        </w:div>
      </w:divsChild>
    </w:div>
    <w:div w:id="1961914688">
      <w:bodyDiv w:val="1"/>
      <w:marLeft w:val="0"/>
      <w:marRight w:val="0"/>
      <w:marTop w:val="0"/>
      <w:marBottom w:val="0"/>
      <w:divBdr>
        <w:top w:val="none" w:sz="0" w:space="0" w:color="auto"/>
        <w:left w:val="none" w:sz="0" w:space="0" w:color="auto"/>
        <w:bottom w:val="none" w:sz="0" w:space="0" w:color="auto"/>
        <w:right w:val="none" w:sz="0" w:space="0" w:color="auto"/>
      </w:divBdr>
    </w:div>
    <w:div w:id="1967852888">
      <w:bodyDiv w:val="1"/>
      <w:marLeft w:val="0"/>
      <w:marRight w:val="0"/>
      <w:marTop w:val="0"/>
      <w:marBottom w:val="0"/>
      <w:divBdr>
        <w:top w:val="none" w:sz="0" w:space="0" w:color="auto"/>
        <w:left w:val="none" w:sz="0" w:space="0" w:color="auto"/>
        <w:bottom w:val="none" w:sz="0" w:space="0" w:color="auto"/>
        <w:right w:val="none" w:sz="0" w:space="0" w:color="auto"/>
      </w:divBdr>
      <w:divsChild>
        <w:div w:id="1906446644">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1981642732">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23507921">
      <w:bodyDiv w:val="1"/>
      <w:marLeft w:val="0"/>
      <w:marRight w:val="0"/>
      <w:marTop w:val="0"/>
      <w:marBottom w:val="0"/>
      <w:divBdr>
        <w:top w:val="none" w:sz="0" w:space="0" w:color="auto"/>
        <w:left w:val="none" w:sz="0" w:space="0" w:color="auto"/>
        <w:bottom w:val="none" w:sz="0" w:space="0" w:color="auto"/>
        <w:right w:val="none" w:sz="0" w:space="0" w:color="auto"/>
      </w:divBdr>
    </w:div>
    <w:div w:id="2025012806">
      <w:bodyDiv w:val="1"/>
      <w:marLeft w:val="0"/>
      <w:marRight w:val="0"/>
      <w:marTop w:val="0"/>
      <w:marBottom w:val="0"/>
      <w:divBdr>
        <w:top w:val="none" w:sz="0" w:space="0" w:color="auto"/>
        <w:left w:val="none" w:sz="0" w:space="0" w:color="auto"/>
        <w:bottom w:val="none" w:sz="0" w:space="0" w:color="auto"/>
        <w:right w:val="none" w:sz="0" w:space="0" w:color="auto"/>
      </w:divBdr>
    </w:div>
    <w:div w:id="2041084005">
      <w:bodyDiv w:val="1"/>
      <w:marLeft w:val="0"/>
      <w:marRight w:val="0"/>
      <w:marTop w:val="0"/>
      <w:marBottom w:val="0"/>
      <w:divBdr>
        <w:top w:val="none" w:sz="0" w:space="0" w:color="auto"/>
        <w:left w:val="none" w:sz="0" w:space="0" w:color="auto"/>
        <w:bottom w:val="none" w:sz="0" w:space="0" w:color="auto"/>
        <w:right w:val="none" w:sz="0" w:space="0" w:color="auto"/>
      </w:divBdr>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056194417">
      <w:bodyDiv w:val="1"/>
      <w:marLeft w:val="0"/>
      <w:marRight w:val="0"/>
      <w:marTop w:val="0"/>
      <w:marBottom w:val="0"/>
      <w:divBdr>
        <w:top w:val="none" w:sz="0" w:space="0" w:color="auto"/>
        <w:left w:val="none" w:sz="0" w:space="0" w:color="auto"/>
        <w:bottom w:val="none" w:sz="0" w:space="0" w:color="auto"/>
        <w:right w:val="none" w:sz="0" w:space="0" w:color="auto"/>
      </w:divBdr>
      <w:divsChild>
        <w:div w:id="1831478245">
          <w:marLeft w:val="0"/>
          <w:marRight w:val="0"/>
          <w:marTop w:val="0"/>
          <w:marBottom w:val="0"/>
          <w:divBdr>
            <w:top w:val="none" w:sz="0" w:space="0" w:color="auto"/>
            <w:left w:val="none" w:sz="0" w:space="0" w:color="auto"/>
            <w:bottom w:val="none" w:sz="0" w:space="0" w:color="auto"/>
            <w:right w:val="none" w:sz="0" w:space="0" w:color="auto"/>
          </w:divBdr>
        </w:div>
        <w:div w:id="1614896285">
          <w:marLeft w:val="0"/>
          <w:marRight w:val="0"/>
          <w:marTop w:val="0"/>
          <w:marBottom w:val="360"/>
          <w:divBdr>
            <w:top w:val="none" w:sz="0" w:space="0" w:color="auto"/>
            <w:left w:val="none" w:sz="0" w:space="0" w:color="auto"/>
            <w:bottom w:val="none" w:sz="0" w:space="0" w:color="auto"/>
            <w:right w:val="none" w:sz="0" w:space="0" w:color="auto"/>
          </w:divBdr>
          <w:divsChild>
            <w:div w:id="343287082">
              <w:marLeft w:val="0"/>
              <w:marRight w:val="0"/>
              <w:marTop w:val="0"/>
              <w:marBottom w:val="0"/>
              <w:divBdr>
                <w:top w:val="none" w:sz="0" w:space="0" w:color="auto"/>
                <w:left w:val="none" w:sz="0" w:space="0" w:color="auto"/>
                <w:bottom w:val="none" w:sz="0" w:space="0" w:color="auto"/>
                <w:right w:val="none" w:sz="0" w:space="0" w:color="auto"/>
              </w:divBdr>
            </w:div>
          </w:divsChild>
        </w:div>
        <w:div w:id="697199312">
          <w:marLeft w:val="0"/>
          <w:marRight w:val="0"/>
          <w:marTop w:val="0"/>
          <w:marBottom w:val="0"/>
          <w:divBdr>
            <w:top w:val="none" w:sz="0" w:space="0" w:color="auto"/>
            <w:left w:val="none" w:sz="0" w:space="0" w:color="auto"/>
            <w:bottom w:val="none" w:sz="0" w:space="0" w:color="auto"/>
            <w:right w:val="none" w:sz="0" w:space="0" w:color="auto"/>
          </w:divBdr>
        </w:div>
        <w:div w:id="1753117557">
          <w:marLeft w:val="0"/>
          <w:marRight w:val="0"/>
          <w:marTop w:val="0"/>
          <w:marBottom w:val="360"/>
          <w:divBdr>
            <w:top w:val="none" w:sz="0" w:space="0" w:color="auto"/>
            <w:left w:val="none" w:sz="0" w:space="0" w:color="auto"/>
            <w:bottom w:val="none" w:sz="0" w:space="0" w:color="auto"/>
            <w:right w:val="none" w:sz="0" w:space="0" w:color="auto"/>
          </w:divBdr>
        </w:div>
      </w:divsChild>
    </w:div>
    <w:div w:id="2063282066">
      <w:bodyDiv w:val="1"/>
      <w:marLeft w:val="0"/>
      <w:marRight w:val="0"/>
      <w:marTop w:val="0"/>
      <w:marBottom w:val="0"/>
      <w:divBdr>
        <w:top w:val="none" w:sz="0" w:space="0" w:color="auto"/>
        <w:left w:val="none" w:sz="0" w:space="0" w:color="auto"/>
        <w:bottom w:val="none" w:sz="0" w:space="0" w:color="auto"/>
        <w:right w:val="none" w:sz="0" w:space="0" w:color="auto"/>
      </w:divBdr>
      <w:divsChild>
        <w:div w:id="865800293">
          <w:marLeft w:val="0"/>
          <w:marRight w:val="0"/>
          <w:marTop w:val="0"/>
          <w:marBottom w:val="360"/>
          <w:divBdr>
            <w:top w:val="none" w:sz="0" w:space="0" w:color="auto"/>
            <w:left w:val="none" w:sz="0" w:space="0" w:color="auto"/>
            <w:bottom w:val="none" w:sz="0" w:space="0" w:color="auto"/>
            <w:right w:val="none" w:sz="0" w:space="0" w:color="auto"/>
          </w:divBdr>
        </w:div>
      </w:divsChild>
    </w:div>
    <w:div w:id="2067875094">
      <w:bodyDiv w:val="1"/>
      <w:marLeft w:val="0"/>
      <w:marRight w:val="0"/>
      <w:marTop w:val="0"/>
      <w:marBottom w:val="0"/>
      <w:divBdr>
        <w:top w:val="none" w:sz="0" w:space="0" w:color="auto"/>
        <w:left w:val="none" w:sz="0" w:space="0" w:color="auto"/>
        <w:bottom w:val="none" w:sz="0" w:space="0" w:color="auto"/>
        <w:right w:val="none" w:sz="0" w:space="0" w:color="auto"/>
      </w:divBdr>
    </w:div>
    <w:div w:id="2086300772">
      <w:bodyDiv w:val="1"/>
      <w:marLeft w:val="0"/>
      <w:marRight w:val="0"/>
      <w:marTop w:val="0"/>
      <w:marBottom w:val="0"/>
      <w:divBdr>
        <w:top w:val="none" w:sz="0" w:space="0" w:color="auto"/>
        <w:left w:val="none" w:sz="0" w:space="0" w:color="auto"/>
        <w:bottom w:val="none" w:sz="0" w:space="0" w:color="auto"/>
        <w:right w:val="none" w:sz="0" w:space="0" w:color="auto"/>
      </w:divBdr>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19062824">
      <w:bodyDiv w:val="1"/>
      <w:marLeft w:val="0"/>
      <w:marRight w:val="0"/>
      <w:marTop w:val="0"/>
      <w:marBottom w:val="0"/>
      <w:divBdr>
        <w:top w:val="none" w:sz="0" w:space="0" w:color="auto"/>
        <w:left w:val="none" w:sz="0" w:space="0" w:color="auto"/>
        <w:bottom w:val="none" w:sz="0" w:space="0" w:color="auto"/>
        <w:right w:val="none" w:sz="0" w:space="0" w:color="auto"/>
      </w:divBdr>
    </w:div>
    <w:div w:id="2127189323">
      <w:bodyDiv w:val="1"/>
      <w:marLeft w:val="0"/>
      <w:marRight w:val="0"/>
      <w:marTop w:val="0"/>
      <w:marBottom w:val="0"/>
      <w:divBdr>
        <w:top w:val="none" w:sz="0" w:space="0" w:color="auto"/>
        <w:left w:val="none" w:sz="0" w:space="0" w:color="auto"/>
        <w:bottom w:val="none" w:sz="0" w:space="0" w:color="auto"/>
        <w:right w:val="none" w:sz="0" w:space="0" w:color="auto"/>
      </w:divBdr>
    </w:div>
    <w:div w:id="2128767541">
      <w:bodyDiv w:val="1"/>
      <w:marLeft w:val="0"/>
      <w:marRight w:val="0"/>
      <w:marTop w:val="0"/>
      <w:marBottom w:val="0"/>
      <w:divBdr>
        <w:top w:val="none" w:sz="0" w:space="0" w:color="auto"/>
        <w:left w:val="none" w:sz="0" w:space="0" w:color="auto"/>
        <w:bottom w:val="none" w:sz="0" w:space="0" w:color="auto"/>
        <w:right w:val="none" w:sz="0" w:space="0" w:color="auto"/>
      </w:divBdr>
      <w:divsChild>
        <w:div w:id="186800815">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 w:id="21467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9%20-%20GodsLaw%20-%20Wildernes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SS Lesson 9 - GodsLaw - Wilderness.dotx</Template>
  <TotalTime>141</TotalTime>
  <Pages>2</Pages>
  <Words>1423</Words>
  <Characters>8116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Admin 1</cp:lastModifiedBy>
  <cp:revision>12</cp:revision>
  <cp:lastPrinted>2025-01-19T07:36:00Z</cp:lastPrinted>
  <dcterms:created xsi:type="dcterms:W3CDTF">2025-03-09T06:01:00Z</dcterms:created>
  <dcterms:modified xsi:type="dcterms:W3CDTF">2025-03-09T08:18:00Z</dcterms:modified>
</cp:coreProperties>
</file>